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B12932" w14:textId="29DD49C7" w:rsidR="00313BBC" w:rsidRPr="00D8503B" w:rsidRDefault="00D71E42" w:rsidP="00313BBC">
      <w:pPr>
        <w:jc w:val="center"/>
        <w:rPr>
          <w:b/>
        </w:rPr>
      </w:pPr>
      <w:r w:rsidRPr="00D8503B">
        <w:rPr>
          <w:b/>
        </w:rPr>
        <w:t xml:space="preserve">Final </w:t>
      </w:r>
      <w:r w:rsidR="00313BBC" w:rsidRPr="00D8503B">
        <w:rPr>
          <w:b/>
        </w:rPr>
        <w:t>Questionnaire</w:t>
      </w:r>
    </w:p>
    <w:p w14:paraId="708EFBAC" w14:textId="26C4C9F7" w:rsidR="00313BBC" w:rsidRPr="00D8503B" w:rsidRDefault="001026F4" w:rsidP="00313BBC">
      <w:pPr>
        <w:jc w:val="center"/>
        <w:rPr>
          <w:b/>
        </w:rPr>
      </w:pPr>
      <w:r w:rsidRPr="00D8503B">
        <w:rPr>
          <w:b/>
        </w:rPr>
        <w:t>3</w:t>
      </w:r>
      <w:r w:rsidR="00313BBC" w:rsidRPr="00D8503B">
        <w:rPr>
          <w:b/>
        </w:rPr>
        <w:t>/</w:t>
      </w:r>
      <w:r w:rsidR="00DC5D6B" w:rsidRPr="00D8503B">
        <w:rPr>
          <w:b/>
        </w:rPr>
        <w:t>1</w:t>
      </w:r>
      <w:r w:rsidR="003504B4" w:rsidRPr="00D8503B">
        <w:rPr>
          <w:b/>
        </w:rPr>
        <w:t>6</w:t>
      </w:r>
      <w:r w:rsidR="00313BBC" w:rsidRPr="00D8503B">
        <w:rPr>
          <w:b/>
        </w:rPr>
        <w:t>/2015</w:t>
      </w:r>
    </w:p>
    <w:p w14:paraId="3859FA2F" w14:textId="77777777" w:rsidR="00313BBC" w:rsidRPr="00D8503B" w:rsidRDefault="00313BBC" w:rsidP="00313BBC"/>
    <w:p w14:paraId="6EDFC1DA" w14:textId="77777777" w:rsidR="00313BBC" w:rsidRPr="00D8503B" w:rsidRDefault="00313BBC" w:rsidP="00313BBC"/>
    <w:p w14:paraId="191CADCD" w14:textId="77777777" w:rsidR="00313BBC" w:rsidRPr="00D8503B" w:rsidRDefault="00313BBC" w:rsidP="00313BBC">
      <w:r w:rsidRPr="00D8503B">
        <w:t>Total n=2,000 U</w:t>
      </w:r>
      <w:r w:rsidR="00C0725F" w:rsidRPr="00D8503B">
        <w:t>.</w:t>
      </w:r>
      <w:r w:rsidRPr="00D8503B">
        <w:t>S</w:t>
      </w:r>
      <w:r w:rsidR="00C0725F" w:rsidRPr="00D8503B">
        <w:t>.</w:t>
      </w:r>
      <w:r w:rsidRPr="00D8503B">
        <w:t xml:space="preserve"> individuals age 16+</w:t>
      </w:r>
    </w:p>
    <w:p w14:paraId="7C4450A2" w14:textId="77777777" w:rsidR="00313BBC" w:rsidRPr="00D8503B" w:rsidRDefault="00313BBC" w:rsidP="00313BBC">
      <w:r w:rsidRPr="00D8503B">
        <w:t>National Tracking survey</w:t>
      </w:r>
    </w:p>
    <w:p w14:paraId="63D65BC6" w14:textId="77777777" w:rsidR="00313BBC" w:rsidRPr="00D8503B" w:rsidRDefault="00313BBC" w:rsidP="00313BBC">
      <w:pPr>
        <w:ind w:left="720"/>
        <w:rPr>
          <w:bCs/>
        </w:rPr>
      </w:pPr>
      <w:r w:rsidRPr="00D8503B">
        <w:t>n=</w:t>
      </w:r>
      <w:r w:rsidR="00653AA5" w:rsidRPr="00D8503B">
        <w:t>700</w:t>
      </w:r>
      <w:r w:rsidRPr="00D8503B">
        <w:t xml:space="preserve"> landline RDD</w:t>
      </w:r>
    </w:p>
    <w:p w14:paraId="318B9DC3" w14:textId="77777777" w:rsidR="00313BBC" w:rsidRPr="00D8503B" w:rsidRDefault="00313BBC" w:rsidP="00313BBC">
      <w:pPr>
        <w:ind w:left="720"/>
      </w:pPr>
      <w:r w:rsidRPr="00D8503B">
        <w:t>n=</w:t>
      </w:r>
      <w:r w:rsidR="00653AA5" w:rsidRPr="00D8503B">
        <w:t>1,300</w:t>
      </w:r>
      <w:r w:rsidRPr="00D8503B">
        <w:t xml:space="preserve"> cell phone RDD</w:t>
      </w:r>
    </w:p>
    <w:p w14:paraId="54300BB8" w14:textId="0824C2CB" w:rsidR="00313BBC" w:rsidRDefault="00313BBC" w:rsidP="00313BBC">
      <w:r w:rsidRPr="00D8503B">
        <w:t xml:space="preserve">Field Dates: </w:t>
      </w:r>
      <w:r w:rsidR="00FE6F45">
        <w:t>June TK</w:t>
      </w:r>
      <w:r w:rsidRPr="00D8503B">
        <w:t>-</w:t>
      </w:r>
      <w:r w:rsidR="00FE6F45">
        <w:t>June TK</w:t>
      </w:r>
      <w:bookmarkStart w:id="0" w:name="_GoBack"/>
      <w:bookmarkEnd w:id="0"/>
      <w:r w:rsidRPr="00D8503B">
        <w:t>, 2015 (tentative)</w:t>
      </w:r>
    </w:p>
    <w:p w14:paraId="2B38AFB6" w14:textId="77777777" w:rsidR="00FE6F45" w:rsidRPr="004A3293" w:rsidRDefault="00FE6F45" w:rsidP="00FE6F45">
      <w:pPr>
        <w:widowControl w:val="0"/>
      </w:pPr>
      <w:r w:rsidRPr="004A3293">
        <w:t>Form Split A/B: 50%-50%</w:t>
      </w:r>
    </w:p>
    <w:p w14:paraId="523E6F6E" w14:textId="77777777" w:rsidR="00313BBC" w:rsidRPr="00D8503B" w:rsidRDefault="00313BBC" w:rsidP="00313BBC">
      <w:r w:rsidRPr="00D8503B">
        <w:t xml:space="preserve">Job#: </w:t>
      </w:r>
      <w:r w:rsidR="00C0725F" w:rsidRPr="00D8503B">
        <w:t>35501</w:t>
      </w:r>
    </w:p>
    <w:p w14:paraId="4045A3C8" w14:textId="77777777" w:rsidR="00313BBC" w:rsidRPr="00D8503B" w:rsidRDefault="00313BBC" w:rsidP="00313BBC"/>
    <w:p w14:paraId="4AA8FACF" w14:textId="77777777" w:rsidR="00313BBC" w:rsidRPr="00D8503B" w:rsidRDefault="00313BBC" w:rsidP="00D71E42"/>
    <w:p w14:paraId="3FB4C585" w14:textId="3A7744B5" w:rsidR="00A61A1A" w:rsidRPr="00D8503B" w:rsidRDefault="00A61A1A" w:rsidP="00A61A1A">
      <w:pPr>
        <w:rPr>
          <w:rStyle w:val="Timingmodule"/>
        </w:rPr>
      </w:pPr>
      <w:r w:rsidRPr="00D8503B">
        <w:rPr>
          <w:rStyle w:val="Timingmodule"/>
        </w:rPr>
        <w:t>START TIMING MODULE</w:t>
      </w:r>
    </w:p>
    <w:p w14:paraId="4FAAB828" w14:textId="77777777" w:rsidR="00313BBC" w:rsidRPr="00D8503B" w:rsidRDefault="00313BBC" w:rsidP="00313BBC">
      <w:pPr>
        <w:rPr>
          <w:b/>
        </w:rPr>
      </w:pPr>
      <w:r w:rsidRPr="00D8503B">
        <w:rPr>
          <w:b/>
        </w:rPr>
        <w:t>LANDLINE INTRO:</w:t>
      </w:r>
    </w:p>
    <w:p w14:paraId="6367B204" w14:textId="77777777" w:rsidR="00313BBC" w:rsidRPr="00D8503B" w:rsidRDefault="00313BBC" w:rsidP="00313BBC">
      <w:r w:rsidRPr="00D8503B">
        <w:t xml:space="preserve">Hello, my name is __________ and I'm calling for Princeton Survey Research. We are conducting a survey about your community, its institutions and things you may do every day, and we would like to include your household. May I please speak with the YOUNGEST </w:t>
      </w:r>
      <w:r w:rsidRPr="00D8503B">
        <w:rPr>
          <w:b/>
        </w:rPr>
        <w:t>[RANDOMIZE:</w:t>
      </w:r>
      <w:r w:rsidRPr="00D8503B">
        <w:t xml:space="preserve"> (MALE / FEMALE)</w:t>
      </w:r>
      <w:r w:rsidRPr="00D8503B">
        <w:rPr>
          <w:b/>
        </w:rPr>
        <w:t>]</w:t>
      </w:r>
      <w:r w:rsidRPr="00D8503B">
        <w:t xml:space="preserve">, age 16 or older, who is now at home? </w:t>
      </w:r>
      <w:r w:rsidRPr="00D8503B">
        <w:rPr>
          <w:b/>
        </w:rPr>
        <w:t>[IF NO MALE/FEMALE, ASK:</w:t>
      </w:r>
      <w:r w:rsidRPr="00D8503B">
        <w:t xml:space="preserve"> May I please speak with the YOUNGEST (FEMALE / MALE), age 16 or older, who is now at home?</w:t>
      </w:r>
      <w:r w:rsidRPr="00D8503B">
        <w:rPr>
          <w:b/>
        </w:rPr>
        <w:t>]</w:t>
      </w:r>
    </w:p>
    <w:p w14:paraId="1C253B57" w14:textId="77777777" w:rsidR="00313BBC" w:rsidRPr="00D8503B" w:rsidRDefault="00313BBC" w:rsidP="00313BBC">
      <w:pPr>
        <w:rPr>
          <w:b/>
        </w:rPr>
      </w:pPr>
      <w:r w:rsidRPr="00D8503B">
        <w:rPr>
          <w:b/>
        </w:rPr>
        <w:t>GO TO MAIN INTERVIEW</w:t>
      </w:r>
    </w:p>
    <w:p w14:paraId="5B62440F" w14:textId="77777777" w:rsidR="00313BBC" w:rsidRPr="00D8503B" w:rsidRDefault="00313BBC" w:rsidP="00313BBC"/>
    <w:p w14:paraId="63D9C9EA" w14:textId="77777777" w:rsidR="00313BBC" w:rsidRPr="00D8503B" w:rsidRDefault="00313BBC" w:rsidP="00313BBC"/>
    <w:p w14:paraId="35240760" w14:textId="77777777" w:rsidR="00313BBC" w:rsidRPr="00D8503B" w:rsidRDefault="00313BBC" w:rsidP="00313BBC">
      <w:pPr>
        <w:rPr>
          <w:b/>
        </w:rPr>
      </w:pPr>
      <w:r w:rsidRPr="00D8503B">
        <w:rPr>
          <w:b/>
        </w:rPr>
        <w:t>CELL PHONE INTRO:</w:t>
      </w:r>
    </w:p>
    <w:p w14:paraId="423BC0E5" w14:textId="77777777" w:rsidR="00313BBC" w:rsidRPr="00D8503B" w:rsidRDefault="00313BBC" w:rsidP="00313BBC">
      <w:r w:rsidRPr="00D8503B">
        <w:t>Hello, my name is __________ and I'm calling for Princeton Survey Research. We are conducting a survey about your community, its institutions and things you may do every day, and we would like to include you. I know I am calling you on a cell phone. If you would like to be reimbursed for your cell phone minutes, we will pay all eligible respondents $5 for participating in this survey. This is not a sales call.</w:t>
      </w:r>
    </w:p>
    <w:p w14:paraId="0963F4ED" w14:textId="77777777" w:rsidR="00313BBC" w:rsidRPr="00D8503B" w:rsidRDefault="00313BBC" w:rsidP="00313BBC"/>
    <w:p w14:paraId="5AB7D281" w14:textId="77777777" w:rsidR="00313BBC" w:rsidRPr="00D8503B" w:rsidRDefault="00313BBC" w:rsidP="00313BBC">
      <w:pPr>
        <w:ind w:left="720"/>
      </w:pPr>
      <w:r w:rsidRPr="00D8503B">
        <w:rPr>
          <w:b/>
        </w:rPr>
        <w:t>[IF R SAYS DRIVING/UNABLE TO TAKE CALL:</w:t>
      </w:r>
      <w:r w:rsidRPr="00D8503B">
        <w:t xml:space="preserve"> Thank you. We will try you another time...</w:t>
      </w:r>
      <w:r w:rsidRPr="00D8503B">
        <w:rPr>
          <w:b/>
        </w:rPr>
        <w:t>]</w:t>
      </w:r>
    </w:p>
    <w:p w14:paraId="591397B9" w14:textId="77777777" w:rsidR="00313BBC" w:rsidRPr="00D8503B" w:rsidRDefault="00313BBC" w:rsidP="00313BBC"/>
    <w:p w14:paraId="5FB06D85" w14:textId="77777777" w:rsidR="00313BBC" w:rsidRPr="00D8503B" w:rsidRDefault="00313BBC" w:rsidP="00313BBC">
      <w:pPr>
        <w:ind w:left="720"/>
      </w:pPr>
      <w:r w:rsidRPr="00D8503B">
        <w:rPr>
          <w:b/>
        </w:rPr>
        <w:t>VOICEMAIL MESSAGE [LEAVE ONLY ONCE -- THE FIRST TIME A CALL GOES TO VOICEMAIL:]</w:t>
      </w:r>
      <w:r w:rsidRPr="00D8503B">
        <w:t xml:space="preserve"> I am calling for Princeton Survey Research. We are conducting a national survey of cell phone users. This is NOT a sales call. We will try to reach you again.</w:t>
      </w:r>
    </w:p>
    <w:p w14:paraId="0E6674F1" w14:textId="77777777" w:rsidR="00313BBC" w:rsidRPr="00D8503B" w:rsidRDefault="00313BBC" w:rsidP="00313BBC"/>
    <w:p w14:paraId="0BA0EB11" w14:textId="77777777" w:rsidR="00313BBC" w:rsidRPr="00D8503B" w:rsidRDefault="00313BBC" w:rsidP="00030F6F">
      <w:pPr>
        <w:pStyle w:val="QuestionItemFilter"/>
      </w:pPr>
      <w:r w:rsidRPr="00D8503B">
        <w:t>CELL PHONE SCREENING INTERVIEW:</w:t>
      </w:r>
    </w:p>
    <w:p w14:paraId="3766906A" w14:textId="77777777" w:rsidR="00313BBC" w:rsidRPr="00D8503B" w:rsidRDefault="00313BBC" w:rsidP="00313BBC">
      <w:pPr>
        <w:pStyle w:val="Question"/>
        <w:ind w:left="1440"/>
        <w:rPr>
          <w:rFonts w:cs="Tahoma"/>
        </w:rPr>
      </w:pPr>
      <w:r w:rsidRPr="00D8503B">
        <w:rPr>
          <w:rFonts w:cs="Tahoma"/>
        </w:rPr>
        <w:t>S1</w:t>
      </w:r>
      <w:r w:rsidRPr="00D8503B">
        <w:rPr>
          <w:rFonts w:cs="Tahoma"/>
        </w:rPr>
        <w:tab/>
        <w:t>Are you under 16 years old, OR are you 16 or older?</w:t>
      </w:r>
    </w:p>
    <w:p w14:paraId="74BF16E9" w14:textId="77777777" w:rsidR="00313BBC" w:rsidRPr="00D8503B" w:rsidRDefault="00313BBC" w:rsidP="00313BBC">
      <w:pPr>
        <w:pStyle w:val="AnswerCategory"/>
        <w:ind w:left="2160"/>
        <w:rPr>
          <w:rFonts w:cs="Tahoma"/>
        </w:rPr>
      </w:pPr>
      <w:r w:rsidRPr="00D8503B">
        <w:rPr>
          <w:rFonts w:cs="Tahoma"/>
        </w:rPr>
        <w:t>1</w:t>
      </w:r>
      <w:r w:rsidRPr="00D8503B">
        <w:rPr>
          <w:rFonts w:cs="Tahoma"/>
        </w:rPr>
        <w:tab/>
        <w:t>Under 16</w:t>
      </w:r>
    </w:p>
    <w:p w14:paraId="61DED1C4" w14:textId="77777777" w:rsidR="00313BBC" w:rsidRPr="00D8503B" w:rsidRDefault="00313BBC" w:rsidP="00313BBC">
      <w:pPr>
        <w:pStyle w:val="AnswerCategory"/>
        <w:ind w:left="2160"/>
        <w:rPr>
          <w:rFonts w:cs="Tahoma"/>
        </w:rPr>
      </w:pPr>
      <w:r w:rsidRPr="00D8503B">
        <w:rPr>
          <w:rFonts w:cs="Tahoma"/>
        </w:rPr>
        <w:t>2</w:t>
      </w:r>
      <w:r w:rsidRPr="00D8503B">
        <w:rPr>
          <w:rFonts w:cs="Tahoma"/>
        </w:rPr>
        <w:tab/>
        <w:t>16 or older</w:t>
      </w:r>
    </w:p>
    <w:p w14:paraId="3C224669" w14:textId="77777777" w:rsidR="00313BBC" w:rsidRPr="00D8503B" w:rsidRDefault="00313BBC" w:rsidP="00313BBC">
      <w:pPr>
        <w:pStyle w:val="AnswerCategory"/>
        <w:ind w:left="2160"/>
        <w:rPr>
          <w:rFonts w:cs="Tahoma"/>
        </w:rPr>
      </w:pPr>
      <w:r w:rsidRPr="00D8503B">
        <w:rPr>
          <w:rFonts w:cs="Tahoma"/>
        </w:rPr>
        <w:t>9</w:t>
      </w:r>
      <w:r w:rsidRPr="00D8503B">
        <w:rPr>
          <w:rFonts w:cs="Tahoma"/>
        </w:rPr>
        <w:tab/>
        <w:t>Don’t know/Refused</w:t>
      </w:r>
    </w:p>
    <w:p w14:paraId="09F40DCE" w14:textId="77777777" w:rsidR="00313BBC" w:rsidRPr="00D8503B" w:rsidRDefault="00313BBC" w:rsidP="00313BBC"/>
    <w:p w14:paraId="72C23B46" w14:textId="77777777" w:rsidR="00313BBC" w:rsidRPr="00D8503B" w:rsidRDefault="00313BBC" w:rsidP="00313BBC">
      <w:pPr>
        <w:ind w:left="720"/>
        <w:rPr>
          <w:b/>
        </w:rPr>
      </w:pPr>
      <w:r w:rsidRPr="00D8503B">
        <w:rPr>
          <w:b/>
        </w:rPr>
        <w:lastRenderedPageBreak/>
        <w:t>IF S1=2, CONTINUE WITH MAIN INTERVIEW</w:t>
      </w:r>
    </w:p>
    <w:p w14:paraId="2068E96A" w14:textId="77777777" w:rsidR="00313BBC" w:rsidRPr="00D8503B" w:rsidRDefault="00313BBC" w:rsidP="00313BBC">
      <w:pPr>
        <w:ind w:left="720"/>
      </w:pPr>
      <w:r w:rsidRPr="00D8503B">
        <w:rPr>
          <w:b/>
        </w:rPr>
        <w:t xml:space="preserve">IF S1=1, THANK AND TERMINATE – RECORD AS </w:t>
      </w:r>
      <w:r w:rsidRPr="00D8503B">
        <w:rPr>
          <w:b/>
          <w:u w:val="single"/>
        </w:rPr>
        <w:t>AGE INELIGIBLE</w:t>
      </w:r>
      <w:r w:rsidRPr="00D8503B">
        <w:rPr>
          <w:b/>
        </w:rPr>
        <w:t>:</w:t>
      </w:r>
      <w:r w:rsidRPr="00D8503B">
        <w:t xml:space="preserve"> This survey is limited to people age 16 and over. I won’t take any more of your time...</w:t>
      </w:r>
    </w:p>
    <w:p w14:paraId="73CF3A15" w14:textId="77777777" w:rsidR="00313BBC" w:rsidRPr="00D8503B" w:rsidRDefault="00313BBC" w:rsidP="00313BBC">
      <w:pPr>
        <w:ind w:left="720"/>
      </w:pPr>
      <w:r w:rsidRPr="00D8503B">
        <w:rPr>
          <w:b/>
        </w:rPr>
        <w:t xml:space="preserve">IF S1=9, THANK AND TERMINATE – RECORD AS </w:t>
      </w:r>
      <w:r w:rsidRPr="00D8503B">
        <w:rPr>
          <w:b/>
          <w:u w:val="single"/>
        </w:rPr>
        <w:t>SCREENING REFUSAL</w:t>
      </w:r>
      <w:r w:rsidRPr="00D8503B">
        <w:rPr>
          <w:b/>
        </w:rPr>
        <w:t>:</w:t>
      </w:r>
      <w:r w:rsidRPr="00D8503B">
        <w:t xml:space="preserve"> This survey is limited to people age 16 and over. I won’t take any more of your time...</w:t>
      </w:r>
    </w:p>
    <w:p w14:paraId="6FF428C5" w14:textId="77777777" w:rsidR="00313BBC" w:rsidRPr="00D8503B" w:rsidRDefault="00313BBC" w:rsidP="00313BBC"/>
    <w:p w14:paraId="04CCF233" w14:textId="77777777" w:rsidR="00313BBC" w:rsidRPr="00D8503B" w:rsidRDefault="00313BBC" w:rsidP="00313BBC">
      <w:pPr>
        <w:ind w:left="720"/>
        <w:rPr>
          <w:b/>
        </w:rPr>
      </w:pPr>
      <w:r w:rsidRPr="00D8503B">
        <w:rPr>
          <w:b/>
        </w:rPr>
        <w:t>READ TO ALL CELL PHONE RESPONDENTS</w:t>
      </w:r>
    </w:p>
    <w:p w14:paraId="45743FE8" w14:textId="77777777" w:rsidR="00313BBC" w:rsidRPr="00D8503B" w:rsidRDefault="00313BBC" w:rsidP="00313BBC">
      <w:pPr>
        <w:ind w:left="720"/>
      </w:pPr>
      <w:r w:rsidRPr="00D8503B">
        <w:rPr>
          <w:b/>
        </w:rPr>
        <w:t>INTRODUCTION TO MAIN INTERVIEW:</w:t>
      </w:r>
      <w:r w:rsidRPr="00D8503B">
        <w:t xml:space="preserve"> We’re interested in learning more about people with cell phones. If you are now driving a car or doing any activity requiring your full attention, I need to call you back later. The first question is...</w:t>
      </w:r>
    </w:p>
    <w:p w14:paraId="17C475A9" w14:textId="77777777" w:rsidR="00313BBC" w:rsidRPr="00D8503B" w:rsidRDefault="00313BBC" w:rsidP="00313BBC"/>
    <w:p w14:paraId="66E287B8" w14:textId="77777777" w:rsidR="00313BBC" w:rsidRPr="00D8503B" w:rsidRDefault="00313BBC" w:rsidP="00313BBC">
      <w:pPr>
        <w:ind w:left="720"/>
        <w:rPr>
          <w:b/>
        </w:rPr>
      </w:pPr>
      <w:r w:rsidRPr="00D8503B">
        <w:rPr>
          <w:b/>
        </w:rPr>
        <w:t>INTERVIEWER: If R says it is not a good time, try to arrange a time to call back. Offer the toll-free call-in number they can use to complete the survey before ending the conversation.</w:t>
      </w:r>
    </w:p>
    <w:p w14:paraId="1B7D87F2" w14:textId="77777777" w:rsidR="00313BBC" w:rsidRPr="00D8503B" w:rsidRDefault="00313BBC" w:rsidP="00313BBC"/>
    <w:p w14:paraId="39D50A2F" w14:textId="77777777" w:rsidR="00313BBC" w:rsidRPr="00D8503B" w:rsidRDefault="00313BBC" w:rsidP="00313BBC"/>
    <w:p w14:paraId="3CF47A8D" w14:textId="5899EC80" w:rsidR="00313BBC" w:rsidRPr="00D8503B" w:rsidRDefault="00A61A1A" w:rsidP="00313BBC">
      <w:pPr>
        <w:pStyle w:val="Filter"/>
      </w:pPr>
      <w:r w:rsidRPr="00D8503B">
        <w:t>ASK ALL</w:t>
      </w:r>
    </w:p>
    <w:p w14:paraId="0A0E4606" w14:textId="77777777" w:rsidR="00313BBC" w:rsidRPr="00D8503B" w:rsidRDefault="00313BBC" w:rsidP="00313BBC">
      <w:pPr>
        <w:pStyle w:val="Question"/>
        <w:rPr>
          <w:rFonts w:cs="Tahoma"/>
        </w:rPr>
      </w:pPr>
      <w:r w:rsidRPr="00D8503B">
        <w:rPr>
          <w:rFonts w:cs="Tahoma"/>
        </w:rPr>
        <w:t>SEX</w:t>
      </w:r>
      <w:r w:rsidRPr="00D8503B">
        <w:rPr>
          <w:rFonts w:cs="Tahoma"/>
        </w:rPr>
        <w:tab/>
      </w:r>
      <w:r w:rsidRPr="00D8503B">
        <w:rPr>
          <w:rFonts w:cs="Tahoma"/>
          <w:b/>
        </w:rPr>
        <w:t>RECORD RESPONDENT SEX [DO NOT ASK]</w:t>
      </w:r>
    </w:p>
    <w:p w14:paraId="60A0FCA4" w14:textId="77777777" w:rsidR="00313BBC" w:rsidRPr="00D8503B" w:rsidRDefault="00313BBC" w:rsidP="00313BBC">
      <w:pPr>
        <w:pStyle w:val="AnswerCategory"/>
      </w:pPr>
      <w:r w:rsidRPr="00D8503B">
        <w:t>1</w:t>
      </w:r>
      <w:r w:rsidRPr="00D8503B">
        <w:tab/>
        <w:t>Male</w:t>
      </w:r>
    </w:p>
    <w:p w14:paraId="1B08FCB7" w14:textId="77777777" w:rsidR="00313BBC" w:rsidRPr="00D8503B" w:rsidRDefault="00313BBC" w:rsidP="00313BBC">
      <w:pPr>
        <w:pStyle w:val="AnswerCategory"/>
      </w:pPr>
      <w:r w:rsidRPr="00D8503B">
        <w:t>2</w:t>
      </w:r>
      <w:r w:rsidRPr="00D8503B">
        <w:tab/>
        <w:t>Female</w:t>
      </w:r>
    </w:p>
    <w:p w14:paraId="155855D9" w14:textId="6BD86279" w:rsidR="00A61A1A" w:rsidRPr="00D8503B" w:rsidRDefault="00A61A1A" w:rsidP="00A61A1A">
      <w:pPr>
        <w:rPr>
          <w:rStyle w:val="Timingmodule"/>
        </w:rPr>
      </w:pPr>
      <w:r w:rsidRPr="00D8503B">
        <w:rPr>
          <w:rStyle w:val="Timingmodule"/>
        </w:rPr>
        <w:t>END TIMING MODULE</w:t>
      </w:r>
    </w:p>
    <w:p w14:paraId="42D3C9DA" w14:textId="77777777" w:rsidR="00313BBC" w:rsidRPr="00D8503B" w:rsidRDefault="00313BBC" w:rsidP="00030F6F"/>
    <w:p w14:paraId="51F39413" w14:textId="77777777" w:rsidR="00030F6F" w:rsidRPr="00D8503B" w:rsidRDefault="00030F6F" w:rsidP="00030F6F"/>
    <w:p w14:paraId="08847B9E" w14:textId="77777777" w:rsidR="00012EC4" w:rsidRPr="00D8503B" w:rsidRDefault="00030F6F" w:rsidP="00772F5B">
      <w:pPr>
        <w:rPr>
          <w:rStyle w:val="Sectionheading"/>
        </w:rPr>
      </w:pPr>
      <w:r w:rsidRPr="00D8503B">
        <w:rPr>
          <w:rStyle w:val="Sectionheading"/>
        </w:rPr>
        <w:t>Civic &amp; Community Engagement</w:t>
      </w:r>
    </w:p>
    <w:p w14:paraId="5D87004A" w14:textId="77777777" w:rsidR="00772F5B" w:rsidRPr="00D8503B" w:rsidRDefault="00772F5B" w:rsidP="00772F5B"/>
    <w:p w14:paraId="6746A4EE" w14:textId="77777777" w:rsidR="00A61A1A" w:rsidRPr="00D8503B" w:rsidRDefault="00A61A1A" w:rsidP="00A61A1A">
      <w:pPr>
        <w:rPr>
          <w:rStyle w:val="Timingmodule"/>
        </w:rPr>
      </w:pPr>
      <w:r w:rsidRPr="00D8503B">
        <w:rPr>
          <w:rStyle w:val="Timingmodule"/>
        </w:rPr>
        <w:t>START TIMING MODULE</w:t>
      </w:r>
    </w:p>
    <w:p w14:paraId="1F22F0F3" w14:textId="77777777" w:rsidR="00313BBC" w:rsidRPr="00D8503B" w:rsidRDefault="00313BBC" w:rsidP="00C0725F">
      <w:pPr>
        <w:pStyle w:val="Filter"/>
      </w:pPr>
      <w:r w:rsidRPr="00D8503B">
        <w:t>ASK ALL</w:t>
      </w:r>
    </w:p>
    <w:p w14:paraId="1A825A7E" w14:textId="77777777" w:rsidR="00313BBC" w:rsidRPr="00D8503B" w:rsidRDefault="00313BBC" w:rsidP="00C0725F">
      <w:pPr>
        <w:pStyle w:val="Question"/>
      </w:pPr>
      <w:r w:rsidRPr="00D8503B">
        <w:t>Q1</w:t>
      </w:r>
      <w:r w:rsidRPr="00D8503B">
        <w:tab/>
        <w:t>Overall, how would you rate YOUR COMMUNITY as a place to live? Would you say it is</w:t>
      </w:r>
      <w:proofErr w:type="gramStart"/>
      <w:r w:rsidRPr="00D8503B">
        <w:t>...</w:t>
      </w:r>
      <w:proofErr w:type="gramEnd"/>
      <w:r w:rsidRPr="00D8503B">
        <w:t xml:space="preserve"> </w:t>
      </w:r>
      <w:r w:rsidRPr="00D8503B">
        <w:rPr>
          <w:b/>
          <w:bCs/>
        </w:rPr>
        <w:t xml:space="preserve">[READ 1-4] </w:t>
      </w:r>
      <w:r w:rsidRPr="00D8503B">
        <w:rPr>
          <w:color w:val="A6A6A6"/>
        </w:rPr>
        <w:t>{PIAL trend, Library User Typology Survey Aug-Sept ‘13}</w:t>
      </w:r>
    </w:p>
    <w:p w14:paraId="15D660CD" w14:textId="77777777" w:rsidR="00313BBC" w:rsidRPr="00D8503B" w:rsidRDefault="00313BBC" w:rsidP="00CD075C">
      <w:pPr>
        <w:pStyle w:val="AnswerCategory"/>
      </w:pPr>
      <w:r w:rsidRPr="00D8503B">
        <w:t>1</w:t>
      </w:r>
      <w:r w:rsidRPr="00D8503B">
        <w:tab/>
        <w:t>Excellent</w:t>
      </w:r>
    </w:p>
    <w:p w14:paraId="5C4C67D2" w14:textId="57F84A99" w:rsidR="00313BBC" w:rsidRPr="00D8503B" w:rsidRDefault="00AC2B51" w:rsidP="00CD075C">
      <w:pPr>
        <w:pStyle w:val="AnswerCategory"/>
      </w:pPr>
      <w:r>
        <w:t>2</w:t>
      </w:r>
      <w:r w:rsidR="00313BBC" w:rsidRPr="00D8503B">
        <w:tab/>
        <w:t>Good</w:t>
      </w:r>
    </w:p>
    <w:p w14:paraId="7A37CAD6" w14:textId="5D6583F7" w:rsidR="00313BBC" w:rsidRPr="00D8503B" w:rsidRDefault="00AC2B51" w:rsidP="00CD075C">
      <w:pPr>
        <w:pStyle w:val="AnswerCategory"/>
      </w:pPr>
      <w:r>
        <w:t>3</w:t>
      </w:r>
      <w:r w:rsidR="00C94995" w:rsidRPr="00D8503B">
        <w:tab/>
        <w:t>Only fair, OR</w:t>
      </w:r>
    </w:p>
    <w:p w14:paraId="496D74FE" w14:textId="68A67D9F" w:rsidR="00313BBC" w:rsidRPr="00D8503B" w:rsidRDefault="00AC2B51" w:rsidP="00CD075C">
      <w:pPr>
        <w:pStyle w:val="AnswerCategory"/>
      </w:pPr>
      <w:r>
        <w:t>4</w:t>
      </w:r>
      <w:r w:rsidR="00313BBC" w:rsidRPr="00D8503B">
        <w:tab/>
        <w:t>Poor</w:t>
      </w:r>
      <w:r w:rsidR="00C94995" w:rsidRPr="00D8503B">
        <w:t>?</w:t>
      </w:r>
    </w:p>
    <w:p w14:paraId="072E1ADB"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0EC8EA3A"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4CCE5C0E" w14:textId="77777777" w:rsidR="00313BBC" w:rsidRPr="00D8503B" w:rsidRDefault="00313BBC" w:rsidP="00CD075C"/>
    <w:p w14:paraId="23AE6CA4" w14:textId="77777777" w:rsidR="00C0725F" w:rsidRPr="00D8503B" w:rsidRDefault="00C0725F" w:rsidP="00C0725F">
      <w:pPr>
        <w:pStyle w:val="Filter"/>
      </w:pPr>
      <w:r w:rsidRPr="00D8503B">
        <w:t>ASK ALL</w:t>
      </w:r>
    </w:p>
    <w:p w14:paraId="758A841A" w14:textId="77777777" w:rsidR="00313BBC" w:rsidRPr="00D8503B" w:rsidRDefault="00313BBC" w:rsidP="00C0725F">
      <w:pPr>
        <w:pStyle w:val="Question"/>
      </w:pPr>
      <w:r w:rsidRPr="00D8503B">
        <w:t>LIVE1</w:t>
      </w:r>
      <w:r w:rsidRPr="00D8503B">
        <w:tab/>
        <w:t xml:space="preserve">Which of the following BEST describes the place where you now live? </w:t>
      </w:r>
      <w:r w:rsidRPr="00D8503B">
        <w:rPr>
          <w:b/>
          <w:bCs/>
        </w:rPr>
        <w:t xml:space="preserve">[READ 1-4] </w:t>
      </w:r>
      <w:r w:rsidRPr="00D8503B">
        <w:rPr>
          <w:color w:val="A6A6A6"/>
        </w:rPr>
        <w:t>{Knight Community; PIP PEJ Local News; Library User Typology Survey Aug-Sept ‘13}</w:t>
      </w:r>
    </w:p>
    <w:p w14:paraId="5DFABFF2" w14:textId="77777777" w:rsidR="00313BBC" w:rsidRPr="00D8503B" w:rsidRDefault="00313BBC" w:rsidP="00CD075C">
      <w:pPr>
        <w:pStyle w:val="AnswerCategory"/>
      </w:pPr>
      <w:r w:rsidRPr="00D8503B">
        <w:t>1</w:t>
      </w:r>
      <w:r w:rsidRPr="00D8503B">
        <w:tab/>
        <w:t>A large city</w:t>
      </w:r>
    </w:p>
    <w:p w14:paraId="77A29355" w14:textId="77777777" w:rsidR="00313BBC" w:rsidRPr="00D8503B" w:rsidRDefault="00313BBC" w:rsidP="00CD075C">
      <w:pPr>
        <w:pStyle w:val="AnswerCategory"/>
      </w:pPr>
      <w:r w:rsidRPr="00D8503B">
        <w:t>2</w:t>
      </w:r>
      <w:r w:rsidRPr="00D8503B">
        <w:tab/>
        <w:t>A suburb near a large city</w:t>
      </w:r>
    </w:p>
    <w:p w14:paraId="32FB1DB7" w14:textId="77777777" w:rsidR="00313BBC" w:rsidRPr="00D8503B" w:rsidRDefault="00313BBC" w:rsidP="00CD075C">
      <w:pPr>
        <w:pStyle w:val="AnswerCategory"/>
      </w:pPr>
      <w:r w:rsidRPr="00D8503B">
        <w:t>3</w:t>
      </w:r>
      <w:r w:rsidRPr="00D8503B">
        <w:tab/>
        <w:t xml:space="preserve">A </w:t>
      </w:r>
      <w:r w:rsidR="00C94995" w:rsidRPr="00D8503B">
        <w:t>small city or town, OR</w:t>
      </w:r>
    </w:p>
    <w:p w14:paraId="66AFB671" w14:textId="77777777" w:rsidR="00313BBC" w:rsidRPr="00D8503B" w:rsidRDefault="00313BBC" w:rsidP="00CD075C">
      <w:pPr>
        <w:pStyle w:val="AnswerCategory"/>
      </w:pPr>
      <w:r w:rsidRPr="00D8503B">
        <w:t>4</w:t>
      </w:r>
      <w:r w:rsidRPr="00D8503B">
        <w:tab/>
        <w:t>A rural area</w:t>
      </w:r>
      <w:r w:rsidR="00C94995" w:rsidRPr="00D8503B">
        <w:t>?</w:t>
      </w:r>
    </w:p>
    <w:p w14:paraId="7DF6F965"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06CA8A8F"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233254F6" w14:textId="77777777" w:rsidR="00313BBC" w:rsidRPr="00D8503B" w:rsidRDefault="00313BBC" w:rsidP="00772F5B"/>
    <w:p w14:paraId="005980B9" w14:textId="77777777" w:rsidR="00947B39" w:rsidRPr="00D8503B" w:rsidRDefault="00947B39" w:rsidP="00E17523">
      <w:pPr>
        <w:pStyle w:val="Filter"/>
      </w:pPr>
      <w:r w:rsidRPr="00D8503B">
        <w:lastRenderedPageBreak/>
        <w:br w:type="page"/>
      </w:r>
    </w:p>
    <w:p w14:paraId="5CF22001" w14:textId="35F12D09" w:rsidR="00E17523" w:rsidRPr="00D8503B" w:rsidRDefault="00E17523" w:rsidP="00E17523">
      <w:pPr>
        <w:pStyle w:val="Filter"/>
      </w:pPr>
      <w:r w:rsidRPr="00D8503B">
        <w:lastRenderedPageBreak/>
        <w:t>ASK ALL</w:t>
      </w:r>
    </w:p>
    <w:p w14:paraId="4FC2C0DF" w14:textId="54DBBDE6" w:rsidR="00E17523" w:rsidRPr="00D8503B" w:rsidRDefault="00E17523" w:rsidP="00E17523">
      <w:pPr>
        <w:pStyle w:val="Question"/>
        <w:rPr>
          <w:rFonts w:cs="Tahoma"/>
        </w:rPr>
      </w:pPr>
      <w:r w:rsidRPr="00D8503B">
        <w:rPr>
          <w:rFonts w:cs="Tahoma"/>
        </w:rPr>
        <w:t>REG</w:t>
      </w:r>
      <w:r w:rsidRPr="00D8503B">
        <w:rPr>
          <w:rFonts w:cs="Tahoma"/>
        </w:rPr>
        <w:tab/>
        <w:t>These days, many people are so busy they can't find time to register to vote, or move around so often they don't get a chance to re-register... Are you NOW registered to vote in your precinct or election district, or haven't you been able to register so far?</w:t>
      </w:r>
      <w:r w:rsidR="00E503F2" w:rsidRPr="00D8503B">
        <w:rPr>
          <w:b/>
          <w:bCs/>
        </w:rPr>
        <w:t xml:space="preserve"> </w:t>
      </w:r>
      <w:r w:rsidR="00E503F2" w:rsidRPr="00D8503B">
        <w:rPr>
          <w:color w:val="A6A6A6"/>
        </w:rPr>
        <w:t>{</w:t>
      </w:r>
      <w:r w:rsidR="00E503F2">
        <w:rPr>
          <w:color w:val="A6A6A6"/>
        </w:rPr>
        <w:t>December 2012</w:t>
      </w:r>
      <w:r w:rsidR="00E503F2" w:rsidRPr="00D8503B">
        <w:rPr>
          <w:color w:val="A6A6A6"/>
        </w:rPr>
        <w:t>}</w:t>
      </w:r>
    </w:p>
    <w:p w14:paraId="7D6E042C" w14:textId="77777777" w:rsidR="00E17523" w:rsidRPr="00D8503B" w:rsidRDefault="00E17523" w:rsidP="00E17523">
      <w:pPr>
        <w:pStyle w:val="AnswerCategory"/>
        <w:rPr>
          <w:rFonts w:cs="Tahoma"/>
        </w:rPr>
      </w:pPr>
      <w:r w:rsidRPr="00D8503B">
        <w:rPr>
          <w:rFonts w:cs="Tahoma"/>
        </w:rPr>
        <w:t>1</w:t>
      </w:r>
      <w:r w:rsidRPr="00D8503B">
        <w:rPr>
          <w:rFonts w:cs="Tahoma"/>
        </w:rPr>
        <w:tab/>
        <w:t>Yes, registered</w:t>
      </w:r>
    </w:p>
    <w:p w14:paraId="00A31209" w14:textId="77777777" w:rsidR="00E17523" w:rsidRPr="00D8503B" w:rsidRDefault="00E17523" w:rsidP="00E17523">
      <w:pPr>
        <w:pStyle w:val="AnswerCategory"/>
        <w:rPr>
          <w:rFonts w:cs="Tahoma"/>
        </w:rPr>
      </w:pPr>
      <w:r w:rsidRPr="00D8503B">
        <w:rPr>
          <w:rFonts w:cs="Tahoma"/>
        </w:rPr>
        <w:t>2</w:t>
      </w:r>
      <w:r w:rsidRPr="00D8503B">
        <w:rPr>
          <w:rFonts w:cs="Tahoma"/>
        </w:rPr>
        <w:tab/>
        <w:t>No, not registered</w:t>
      </w:r>
    </w:p>
    <w:p w14:paraId="0AF7951A" w14:textId="77777777" w:rsidR="00E17523" w:rsidRPr="00D8503B" w:rsidRDefault="00E17523" w:rsidP="00E17523">
      <w:pPr>
        <w:pStyle w:val="AnswerCategory"/>
        <w:rPr>
          <w:rFonts w:cs="Tahoma"/>
          <w:b/>
        </w:rPr>
      </w:pPr>
      <w:r w:rsidRPr="00D8503B">
        <w:rPr>
          <w:rFonts w:cs="Tahoma"/>
        </w:rPr>
        <w:t>3</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need to register</w:t>
      </w:r>
    </w:p>
    <w:p w14:paraId="571FB1E7" w14:textId="77777777" w:rsidR="00E17523" w:rsidRPr="00D8503B" w:rsidRDefault="00E17523" w:rsidP="00E17523">
      <w:pPr>
        <w:pStyle w:val="AnswerCategory"/>
        <w:rPr>
          <w:rFonts w:cs="Tahoma"/>
        </w:rPr>
      </w:pPr>
      <w:r w:rsidRPr="00D8503B">
        <w:rPr>
          <w:rFonts w:cs="Tahoma"/>
        </w:rPr>
        <w:t>8</w:t>
      </w:r>
      <w:r w:rsidRPr="00D8503B">
        <w:rPr>
          <w:rFonts w:cs="Tahoma"/>
        </w:rPr>
        <w:tab/>
      </w:r>
      <w:r w:rsidRPr="00D8503B">
        <w:rPr>
          <w:rFonts w:cs="Tahoma"/>
          <w:b/>
        </w:rPr>
        <w:t>(</w:t>
      </w:r>
      <w:r w:rsidR="00C94995" w:rsidRPr="00D8503B">
        <w:rPr>
          <w:rFonts w:cs="Tahoma"/>
          <w:b/>
        </w:rPr>
        <w:t>VOL.</w:t>
      </w:r>
      <w:r w:rsidRPr="00D8503B">
        <w:rPr>
          <w:rFonts w:cs="Tahoma"/>
          <w:b/>
        </w:rPr>
        <w:t>)</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75F8DDBE" w14:textId="77777777" w:rsidR="00E17523" w:rsidRPr="00D8503B" w:rsidRDefault="00E17523" w:rsidP="00E17523">
      <w:pPr>
        <w:pStyle w:val="AnswerCategory"/>
        <w:rPr>
          <w:rFonts w:cs="Tahoma"/>
        </w:rPr>
      </w:pPr>
      <w:r w:rsidRPr="00D8503B">
        <w:rPr>
          <w:rFonts w:cs="Tahoma"/>
        </w:rPr>
        <w:t>9</w:t>
      </w:r>
      <w:r w:rsidRPr="00D8503B">
        <w:rPr>
          <w:rFonts w:cs="Tahoma"/>
        </w:rPr>
        <w:tab/>
      </w:r>
      <w:r w:rsidRPr="00D8503B">
        <w:rPr>
          <w:rFonts w:cs="Tahoma"/>
          <w:b/>
        </w:rPr>
        <w:t>(</w:t>
      </w:r>
      <w:r w:rsidR="00C94995" w:rsidRPr="00D8503B">
        <w:rPr>
          <w:rFonts w:cs="Tahoma"/>
          <w:b/>
        </w:rPr>
        <w:t>VOL.</w:t>
      </w:r>
      <w:r w:rsidRPr="00D8503B">
        <w:rPr>
          <w:rFonts w:cs="Tahoma"/>
          <w:b/>
        </w:rPr>
        <w:t>)</w:t>
      </w:r>
      <w:r w:rsidRPr="00D8503B">
        <w:rPr>
          <w:rFonts w:cs="Tahoma"/>
        </w:rPr>
        <w:t xml:space="preserve"> Refused</w:t>
      </w:r>
    </w:p>
    <w:p w14:paraId="675FBD0E" w14:textId="77777777" w:rsidR="00E17523" w:rsidRPr="00D8503B" w:rsidRDefault="00E17523" w:rsidP="00E17523">
      <w:pPr>
        <w:rPr>
          <w:rFonts w:cs="Times New Roman"/>
          <w:lang w:val="en-CA"/>
        </w:rPr>
      </w:pPr>
    </w:p>
    <w:p w14:paraId="5EE4A5D0" w14:textId="0AD794F0" w:rsidR="00E17523" w:rsidRPr="00D8503B" w:rsidRDefault="00772F5B" w:rsidP="00E17523">
      <w:pPr>
        <w:pStyle w:val="Filter"/>
      </w:pPr>
      <w:r w:rsidRPr="00D8503B">
        <w:t>BASED ON REGISTERED VOTERS/DON’T NEED TO REGISTER (REG=1</w:t>
      </w:r>
      <w:proofErr w:type="gramStart"/>
      <w:r w:rsidRPr="00D8503B">
        <w:t>,3</w:t>
      </w:r>
      <w:proofErr w:type="gramEnd"/>
      <w:r w:rsidRPr="00D8503B">
        <w:t>)</w:t>
      </w:r>
    </w:p>
    <w:p w14:paraId="71928C85" w14:textId="271825E6" w:rsidR="00E17523" w:rsidRPr="00D8503B" w:rsidRDefault="00E17523" w:rsidP="00D71E42">
      <w:pPr>
        <w:pStyle w:val="Question"/>
      </w:pPr>
      <w:r w:rsidRPr="00D8503B">
        <w:rPr>
          <w:sz w:val="14"/>
        </w:rPr>
        <w:t>OFTVOTE</w:t>
      </w:r>
      <w:r w:rsidRPr="00D8503B">
        <w:tab/>
        <w:t>How often would you say you vote?</w:t>
      </w:r>
      <w:r w:rsidR="00772F5B" w:rsidRPr="00D8503B">
        <w:t xml:space="preserve"> </w:t>
      </w:r>
      <w:r w:rsidR="00772F5B" w:rsidRPr="00D8503B">
        <w:rPr>
          <w:b/>
        </w:rPr>
        <w:t>[READ]</w:t>
      </w:r>
      <w:r w:rsidR="00E503F2" w:rsidRPr="00D8503B">
        <w:rPr>
          <w:b/>
          <w:bCs/>
        </w:rPr>
        <w:t xml:space="preserve"> </w:t>
      </w:r>
      <w:r w:rsidR="00E503F2" w:rsidRPr="00D8503B">
        <w:rPr>
          <w:color w:val="A6A6A6"/>
        </w:rPr>
        <w:t>{</w:t>
      </w:r>
      <w:r w:rsidR="00E503F2">
        <w:rPr>
          <w:color w:val="A6A6A6"/>
        </w:rPr>
        <w:t>November 2002</w:t>
      </w:r>
      <w:r w:rsidR="00E503F2" w:rsidRPr="00D8503B">
        <w:rPr>
          <w:color w:val="A6A6A6"/>
        </w:rPr>
        <w:t>}</w:t>
      </w:r>
    </w:p>
    <w:p w14:paraId="1E25C9FF" w14:textId="77777777" w:rsidR="00E17523" w:rsidRPr="00D8503B" w:rsidRDefault="00E17523" w:rsidP="00772F5B">
      <w:pPr>
        <w:pStyle w:val="AnswerCategory"/>
      </w:pPr>
      <w:r w:rsidRPr="00D8503B">
        <w:t>1</w:t>
      </w:r>
      <w:r w:rsidRPr="00D8503B">
        <w:tab/>
        <w:t>Always</w:t>
      </w:r>
    </w:p>
    <w:p w14:paraId="2AC302E5" w14:textId="77777777" w:rsidR="00E17523" w:rsidRPr="00D8503B" w:rsidRDefault="00E17523" w:rsidP="00772F5B">
      <w:pPr>
        <w:pStyle w:val="AnswerCategory"/>
      </w:pPr>
      <w:r w:rsidRPr="00D8503B">
        <w:t>2</w:t>
      </w:r>
      <w:r w:rsidRPr="00D8503B">
        <w:tab/>
        <w:t>Nearly always</w:t>
      </w:r>
    </w:p>
    <w:p w14:paraId="1652DB11" w14:textId="77777777" w:rsidR="00E17523" w:rsidRPr="00D8503B" w:rsidRDefault="00E17523" w:rsidP="00772F5B">
      <w:pPr>
        <w:pStyle w:val="AnswerCategory"/>
      </w:pPr>
      <w:r w:rsidRPr="00D8503B">
        <w:t>3</w:t>
      </w:r>
      <w:r w:rsidRPr="00D8503B">
        <w:tab/>
        <w:t>Part of the time</w:t>
      </w:r>
      <w:r w:rsidR="00772F5B" w:rsidRPr="00D8503B">
        <w:t>, OR</w:t>
      </w:r>
    </w:p>
    <w:p w14:paraId="03AAE6C8" w14:textId="77777777" w:rsidR="00E17523" w:rsidRPr="00D8503B" w:rsidRDefault="00E17523" w:rsidP="00772F5B">
      <w:pPr>
        <w:pStyle w:val="AnswerCategory"/>
      </w:pPr>
      <w:r w:rsidRPr="00D8503B">
        <w:t>4</w:t>
      </w:r>
      <w:r w:rsidRPr="00D8503B">
        <w:tab/>
        <w:t>Seldom</w:t>
      </w:r>
      <w:r w:rsidR="00772F5B" w:rsidRPr="00D8503B">
        <w:t>?</w:t>
      </w:r>
    </w:p>
    <w:p w14:paraId="4E6444B2" w14:textId="77777777" w:rsidR="00772F5B" w:rsidRPr="00D8503B" w:rsidRDefault="00772F5B" w:rsidP="00772F5B">
      <w:pPr>
        <w:pStyle w:val="AnswerCategory"/>
        <w:rPr>
          <w:rFonts w:cs="Tahoma"/>
        </w:rPr>
      </w:pPr>
      <w:r w:rsidRPr="00D8503B">
        <w:rPr>
          <w:rFonts w:cs="Tahoma"/>
        </w:rPr>
        <w:t>5</w:t>
      </w:r>
      <w:r w:rsidRPr="00D8503B">
        <w:rPr>
          <w:rFonts w:cs="Tahoma"/>
        </w:rPr>
        <w:tab/>
      </w:r>
      <w:r w:rsidRPr="00D8503B">
        <w:rPr>
          <w:rFonts w:cs="Tahoma"/>
          <w:b/>
        </w:rPr>
        <w:t>(VOL.)</w:t>
      </w:r>
      <w:r w:rsidRPr="00D8503B">
        <w:rPr>
          <w:rFonts w:cs="Tahoma"/>
        </w:rPr>
        <w:t xml:space="preserve"> Never vote</w:t>
      </w:r>
    </w:p>
    <w:p w14:paraId="77AC49C9" w14:textId="77777777" w:rsidR="00772F5B" w:rsidRPr="00D8503B" w:rsidRDefault="00772F5B" w:rsidP="00772F5B">
      <w:pPr>
        <w:pStyle w:val="AnswerCategory"/>
        <w:rPr>
          <w:rFonts w:cs="Tahoma"/>
        </w:rPr>
      </w:pPr>
      <w:r w:rsidRPr="00D8503B">
        <w:rPr>
          <w:rFonts w:cs="Tahoma"/>
        </w:rPr>
        <w:t>6</w:t>
      </w:r>
      <w:r w:rsidRPr="00D8503B">
        <w:rPr>
          <w:rFonts w:cs="Tahoma"/>
        </w:rPr>
        <w:tab/>
      </w:r>
      <w:r w:rsidRPr="00D8503B">
        <w:rPr>
          <w:rFonts w:cs="Tahoma"/>
          <w:b/>
        </w:rPr>
        <w:t>(VOL.)</w:t>
      </w:r>
      <w:r w:rsidRPr="00D8503B">
        <w:rPr>
          <w:rFonts w:cs="Tahoma"/>
        </w:rPr>
        <w:t xml:space="preserve"> Other response</w:t>
      </w:r>
    </w:p>
    <w:p w14:paraId="27979E28"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7E9B1B00"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1F67D13A" w14:textId="77777777" w:rsidR="00E17523" w:rsidRPr="00D8503B" w:rsidRDefault="00E17523" w:rsidP="00772F5B"/>
    <w:p w14:paraId="6CD26C38" w14:textId="77777777" w:rsidR="00313BBC" w:rsidRPr="00D8503B" w:rsidRDefault="00313BBC" w:rsidP="00313BBC">
      <w:pPr>
        <w:pStyle w:val="Filter"/>
      </w:pPr>
      <w:r w:rsidRPr="00D8503B">
        <w:t xml:space="preserve">ASK ALL </w:t>
      </w:r>
    </w:p>
    <w:p w14:paraId="5F8E8B7D" w14:textId="77777777" w:rsidR="00313BBC" w:rsidRPr="00D8503B" w:rsidRDefault="00653AA5" w:rsidP="00313BBC">
      <w:pPr>
        <w:pStyle w:val="Question"/>
        <w:rPr>
          <w:rFonts w:cs="Tahoma"/>
        </w:rPr>
      </w:pPr>
      <w:r w:rsidRPr="00D8503B">
        <w:rPr>
          <w:rFonts w:cs="Tahoma"/>
        </w:rPr>
        <w:t>Q2</w:t>
      </w:r>
      <w:r w:rsidR="00313BBC" w:rsidRPr="00D8503B">
        <w:rPr>
          <w:rFonts w:cs="Tahoma"/>
        </w:rPr>
        <w:tab/>
        <w:t>Here’s a list of activities some people might do. For each, please tell me if you have done this in the past 12 months or not.</w:t>
      </w:r>
      <w:r w:rsidR="005854FB" w:rsidRPr="00D8503B">
        <w:rPr>
          <w:rFonts w:cs="Tahoma"/>
        </w:rPr>
        <w:t xml:space="preserve"> </w:t>
      </w:r>
      <w:r w:rsidR="00313BBC" w:rsidRPr="00D8503B">
        <w:rPr>
          <w:rFonts w:cs="Tahoma"/>
        </w:rPr>
        <w:t xml:space="preserve">(First,) In the past 12 months, have you... </w:t>
      </w:r>
      <w:r w:rsidR="00313BBC" w:rsidRPr="00D8503B">
        <w:rPr>
          <w:rFonts w:cs="Tahoma"/>
          <w:b/>
        </w:rPr>
        <w:t>[INSERT ITEMS IN ORDER]</w:t>
      </w:r>
      <w:r w:rsidR="00313BBC" w:rsidRPr="00D8503B">
        <w:rPr>
          <w:rFonts w:cs="Tahoma"/>
        </w:rPr>
        <w:t xml:space="preserve">? </w:t>
      </w:r>
      <w:r w:rsidR="00313BBC" w:rsidRPr="00D8503B">
        <w:rPr>
          <w:color w:val="A6A6A6"/>
        </w:rPr>
        <w:t>{PIAL Civic Engagement 2008, 2012}</w:t>
      </w:r>
    </w:p>
    <w:p w14:paraId="7A8A3105" w14:textId="77777777" w:rsidR="00313BBC" w:rsidRPr="00D8503B" w:rsidRDefault="00772F5B" w:rsidP="00313BBC">
      <w:pPr>
        <w:pStyle w:val="QuestionItem"/>
      </w:pPr>
      <w:r w:rsidRPr="00D8503B">
        <w:t>a</w:t>
      </w:r>
      <w:r w:rsidR="00313BBC" w:rsidRPr="00D8503B">
        <w:t>.</w:t>
      </w:r>
      <w:r w:rsidR="00313BBC" w:rsidRPr="00D8503B">
        <w:tab/>
        <w:t>Been an active member of any group that tries to influence public policy or government, not including a political party</w:t>
      </w:r>
    </w:p>
    <w:p w14:paraId="22877B43" w14:textId="77777777" w:rsidR="00313BBC" w:rsidRPr="00D8503B" w:rsidRDefault="00772F5B" w:rsidP="00313BBC">
      <w:pPr>
        <w:pStyle w:val="QuestionItem"/>
      </w:pPr>
      <w:r w:rsidRPr="00D8503B">
        <w:t>b</w:t>
      </w:r>
      <w:r w:rsidR="00313BBC" w:rsidRPr="00D8503B">
        <w:t>.</w:t>
      </w:r>
      <w:r w:rsidR="00313BBC" w:rsidRPr="00D8503B">
        <w:tab/>
        <w:t>Worked with fellow citizens to solve a problem in your community</w:t>
      </w:r>
    </w:p>
    <w:p w14:paraId="4290894A" w14:textId="77777777" w:rsidR="00313BBC" w:rsidRPr="00D8503B" w:rsidRDefault="00313BBC" w:rsidP="00313BBC">
      <w:pPr>
        <w:pStyle w:val="Categories"/>
      </w:pPr>
      <w:r w:rsidRPr="00D8503B">
        <w:t>CATEGORIES</w:t>
      </w:r>
    </w:p>
    <w:p w14:paraId="3DEFAE74" w14:textId="77777777" w:rsidR="00313BBC" w:rsidRPr="00D8503B" w:rsidRDefault="00313BBC" w:rsidP="00313BBC">
      <w:pPr>
        <w:pStyle w:val="AnswerCategory"/>
        <w:rPr>
          <w:rFonts w:cs="Tahoma"/>
        </w:rPr>
      </w:pPr>
      <w:r w:rsidRPr="00D8503B">
        <w:rPr>
          <w:rFonts w:cs="Tahoma"/>
        </w:rPr>
        <w:t>1</w:t>
      </w:r>
      <w:r w:rsidRPr="00D8503B">
        <w:rPr>
          <w:rFonts w:cs="Tahoma"/>
        </w:rPr>
        <w:tab/>
        <w:t>Yes, have done this</w:t>
      </w:r>
    </w:p>
    <w:p w14:paraId="2F04786D" w14:textId="77777777" w:rsidR="00313BBC" w:rsidRPr="00D8503B" w:rsidRDefault="00313BBC" w:rsidP="00313BBC">
      <w:pPr>
        <w:pStyle w:val="AnswerCategory"/>
        <w:rPr>
          <w:rFonts w:cs="Tahoma"/>
        </w:rPr>
      </w:pPr>
      <w:r w:rsidRPr="00D8503B">
        <w:rPr>
          <w:rFonts w:cs="Tahoma"/>
        </w:rPr>
        <w:t>2</w:t>
      </w:r>
      <w:r w:rsidRPr="00D8503B">
        <w:rPr>
          <w:rFonts w:cs="Tahoma"/>
        </w:rPr>
        <w:tab/>
        <w:t>No, have not</w:t>
      </w:r>
      <w:r w:rsidRPr="00D8503B">
        <w:t xml:space="preserve"> </w:t>
      </w:r>
      <w:r w:rsidRPr="00D8503B">
        <w:rPr>
          <w:rFonts w:cs="Tahoma"/>
        </w:rPr>
        <w:t>done this</w:t>
      </w:r>
    </w:p>
    <w:p w14:paraId="598CB0BB"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0564EC8D"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1C322ABC" w14:textId="54EFEEFC" w:rsidR="00A61A1A" w:rsidRPr="00D8503B" w:rsidRDefault="00A61A1A" w:rsidP="00A61A1A">
      <w:pPr>
        <w:rPr>
          <w:rStyle w:val="Timingmodule"/>
        </w:rPr>
      </w:pPr>
      <w:r w:rsidRPr="00D8503B">
        <w:rPr>
          <w:rStyle w:val="Timingmodule"/>
        </w:rPr>
        <w:t>END TIMING MODULE</w:t>
      </w:r>
    </w:p>
    <w:p w14:paraId="0BD37EF2" w14:textId="77777777" w:rsidR="00313BBC" w:rsidRPr="00D8503B" w:rsidRDefault="00313BBC" w:rsidP="00030F6F"/>
    <w:p w14:paraId="155677FA" w14:textId="77777777" w:rsidR="00A61A1A" w:rsidRPr="00D8503B" w:rsidRDefault="00A61A1A" w:rsidP="00030F6F">
      <w:pPr>
        <w:rPr>
          <w:rStyle w:val="Sectionheading"/>
        </w:rPr>
      </w:pPr>
      <w:r w:rsidRPr="00D8503B">
        <w:rPr>
          <w:rStyle w:val="Sectionheading"/>
        </w:rPr>
        <w:br w:type="page"/>
      </w:r>
    </w:p>
    <w:p w14:paraId="4BB9B359" w14:textId="44C6AFE3" w:rsidR="00313BBC" w:rsidRPr="00D8503B" w:rsidRDefault="00030F6F" w:rsidP="00030F6F">
      <w:pPr>
        <w:rPr>
          <w:rStyle w:val="Sectionheading"/>
        </w:rPr>
      </w:pPr>
      <w:r w:rsidRPr="00D8503B">
        <w:rPr>
          <w:rStyle w:val="Sectionheading"/>
        </w:rPr>
        <w:lastRenderedPageBreak/>
        <w:t>Technology Assets</w:t>
      </w:r>
    </w:p>
    <w:p w14:paraId="2E224855" w14:textId="77777777" w:rsidR="00030F6F" w:rsidRPr="00D8503B" w:rsidRDefault="00030F6F" w:rsidP="00030F6F"/>
    <w:p w14:paraId="13B01556" w14:textId="77777777" w:rsidR="00A61A1A" w:rsidRPr="00D8503B" w:rsidRDefault="00A61A1A" w:rsidP="00A61A1A">
      <w:pPr>
        <w:rPr>
          <w:rStyle w:val="Timingmodule"/>
        </w:rPr>
      </w:pPr>
      <w:r w:rsidRPr="00D8503B">
        <w:rPr>
          <w:rStyle w:val="Timingmodule"/>
        </w:rPr>
        <w:t>START TIMING MODULE</w:t>
      </w:r>
    </w:p>
    <w:p w14:paraId="743DA70A" w14:textId="62679DC2" w:rsidR="00313BBC" w:rsidRPr="00D8503B" w:rsidRDefault="00772F5B" w:rsidP="00A61A1A">
      <w:r w:rsidRPr="00D8503B">
        <w:rPr>
          <w:b/>
        </w:rPr>
        <w:t>[READ TO ALL:]</w:t>
      </w:r>
      <w:r w:rsidRPr="00D8503B">
        <w:t xml:space="preserve"> </w:t>
      </w:r>
      <w:r w:rsidR="00984F90" w:rsidRPr="00D8503B">
        <w:t>On a different subject</w:t>
      </w:r>
      <w:r w:rsidR="00C94995" w:rsidRPr="00D8503B">
        <w:t>...</w:t>
      </w:r>
    </w:p>
    <w:p w14:paraId="7C3E1361" w14:textId="77777777" w:rsidR="00313BBC" w:rsidRPr="00D8503B" w:rsidRDefault="00313BBC" w:rsidP="00030F6F"/>
    <w:p w14:paraId="747A6E0A" w14:textId="7EB2A9E6" w:rsidR="00313BBC" w:rsidRPr="00D8503B" w:rsidRDefault="00A61A1A" w:rsidP="00313BBC">
      <w:pPr>
        <w:pStyle w:val="Filter"/>
      </w:pPr>
      <w:r w:rsidRPr="00D8503B">
        <w:t>ASK ALL</w:t>
      </w:r>
    </w:p>
    <w:p w14:paraId="17DC74F0" w14:textId="77777777" w:rsidR="00313BBC" w:rsidRPr="00D8503B" w:rsidRDefault="00313BBC" w:rsidP="00313BBC">
      <w:pPr>
        <w:pStyle w:val="Question"/>
        <w:rPr>
          <w:color w:val="A6A6A6"/>
        </w:rPr>
      </w:pPr>
      <w:r w:rsidRPr="00D8503B">
        <w:rPr>
          <w:sz w:val="14"/>
        </w:rPr>
        <w:t>EMINUSE</w:t>
      </w:r>
      <w:r w:rsidRPr="00D8503B">
        <w:tab/>
        <w:t>Do you use the internet or email, at least occasionally?</w:t>
      </w:r>
      <w:r w:rsidRPr="00D8503B">
        <w:rPr>
          <w:color w:val="A6A6A6"/>
        </w:rPr>
        <w:t xml:space="preserve"> {PIAL Teen Trend; PIAL May 2013, Library Typology July-Sept. 2013}</w:t>
      </w:r>
    </w:p>
    <w:p w14:paraId="7F7EE60A" w14:textId="77777777" w:rsidR="00313BBC" w:rsidRPr="00D8503B" w:rsidRDefault="00313BBC" w:rsidP="00313BBC">
      <w:pPr>
        <w:pStyle w:val="AnswerCategory"/>
      </w:pPr>
      <w:r w:rsidRPr="00D8503B">
        <w:t>1</w:t>
      </w:r>
      <w:r w:rsidRPr="00D8503B">
        <w:tab/>
        <w:t>Yes</w:t>
      </w:r>
    </w:p>
    <w:p w14:paraId="424BF915" w14:textId="77777777" w:rsidR="00313BBC" w:rsidRPr="00D8503B" w:rsidRDefault="00313BBC" w:rsidP="00313BBC">
      <w:pPr>
        <w:pStyle w:val="AnswerCategory"/>
      </w:pPr>
      <w:r w:rsidRPr="00D8503B">
        <w:t>2</w:t>
      </w:r>
      <w:r w:rsidRPr="00D8503B">
        <w:tab/>
        <w:t>No</w:t>
      </w:r>
    </w:p>
    <w:p w14:paraId="779F6062"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384193ED"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46D4BC8B" w14:textId="77777777" w:rsidR="00313BBC" w:rsidRPr="00D8503B" w:rsidRDefault="00313BBC" w:rsidP="00313BBC"/>
    <w:p w14:paraId="6A520B57" w14:textId="7DBC400D" w:rsidR="00313BBC" w:rsidRPr="00D8503B" w:rsidRDefault="00A61A1A" w:rsidP="00313BBC">
      <w:pPr>
        <w:pStyle w:val="Filter"/>
      </w:pPr>
      <w:r w:rsidRPr="00D8503B">
        <w:t>ASK ALL</w:t>
      </w:r>
    </w:p>
    <w:p w14:paraId="688A098E" w14:textId="77777777" w:rsidR="00313BBC" w:rsidRPr="00D8503B" w:rsidRDefault="00313BBC" w:rsidP="00313BBC">
      <w:pPr>
        <w:pStyle w:val="Question"/>
        <w:rPr>
          <w:rFonts w:cs="Tahoma"/>
        </w:rPr>
      </w:pPr>
      <w:r w:rsidRPr="00D8503B">
        <w:rPr>
          <w:sz w:val="14"/>
        </w:rPr>
        <w:t>INTMOB</w:t>
      </w:r>
      <w:r w:rsidRPr="00D8503B">
        <w:rPr>
          <w:rFonts w:cs="Tahoma"/>
        </w:rPr>
        <w:tab/>
        <w:t xml:space="preserve">Do you access the internet on a cell phone, tablet or other mobile handheld device, at least occasionally? </w:t>
      </w:r>
      <w:r w:rsidRPr="00D8503B">
        <w:rPr>
          <w:color w:val="A6A6A6"/>
        </w:rPr>
        <w:t>{PIAL Trend}</w:t>
      </w:r>
    </w:p>
    <w:p w14:paraId="129D7D95" w14:textId="77777777" w:rsidR="00313BBC" w:rsidRPr="00D8503B" w:rsidRDefault="00313BBC" w:rsidP="00313BBC">
      <w:pPr>
        <w:pStyle w:val="AnswerCategory"/>
        <w:rPr>
          <w:rFonts w:cs="Tahoma"/>
        </w:rPr>
      </w:pPr>
      <w:r w:rsidRPr="00D8503B">
        <w:rPr>
          <w:rFonts w:cs="Tahoma"/>
        </w:rPr>
        <w:t>1</w:t>
      </w:r>
      <w:r w:rsidRPr="00D8503B">
        <w:rPr>
          <w:rFonts w:cs="Tahoma"/>
        </w:rPr>
        <w:tab/>
        <w:t>Yes</w:t>
      </w:r>
    </w:p>
    <w:p w14:paraId="3EE76D4F" w14:textId="77777777" w:rsidR="00313BBC" w:rsidRPr="00D8503B" w:rsidRDefault="00313BBC" w:rsidP="00313BBC">
      <w:pPr>
        <w:pStyle w:val="AnswerCategory"/>
        <w:rPr>
          <w:rFonts w:cs="Tahoma"/>
        </w:rPr>
      </w:pPr>
      <w:r w:rsidRPr="00D8503B">
        <w:rPr>
          <w:rFonts w:cs="Tahoma"/>
        </w:rPr>
        <w:t>2</w:t>
      </w:r>
      <w:r w:rsidRPr="00D8503B">
        <w:rPr>
          <w:rFonts w:cs="Tahoma"/>
        </w:rPr>
        <w:tab/>
        <w:t>No</w:t>
      </w:r>
    </w:p>
    <w:p w14:paraId="4F5941AC"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2E393263"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634EBDB4" w14:textId="77777777" w:rsidR="00313BBC" w:rsidRPr="00D8503B" w:rsidRDefault="00313BBC" w:rsidP="00313BBC"/>
    <w:p w14:paraId="0317889F" w14:textId="77777777" w:rsidR="00CD7D3C" w:rsidRPr="00D8503B" w:rsidRDefault="00CD7D3C" w:rsidP="00CD7D3C">
      <w:pPr>
        <w:pStyle w:val="Filter"/>
      </w:pPr>
      <w:r w:rsidRPr="00D8503B">
        <w:t>ASK ALL</w:t>
      </w:r>
    </w:p>
    <w:p w14:paraId="38E0F096" w14:textId="18EFE4C7" w:rsidR="00CD7D3C" w:rsidRPr="00D8503B" w:rsidRDefault="00CD7D3C" w:rsidP="00030F6F">
      <w:pPr>
        <w:pStyle w:val="Question"/>
      </w:pPr>
      <w:r w:rsidRPr="00D8503B">
        <w:rPr>
          <w:sz w:val="14"/>
        </w:rPr>
        <w:t>SNSINT</w:t>
      </w:r>
      <w:r w:rsidRPr="00D8503B">
        <w:tab/>
        <w:t>Do you ever use a social networking site or a mobile app for social media like Facebook</w:t>
      </w:r>
      <w:r w:rsidR="0025256C" w:rsidRPr="00D8503B">
        <w:t xml:space="preserve">, </w:t>
      </w:r>
      <w:r w:rsidRPr="00D8503B">
        <w:t>Twitter or Instagram?</w:t>
      </w:r>
      <w:r w:rsidR="00E503F2" w:rsidRPr="00D8503B">
        <w:rPr>
          <w:b/>
          <w:bCs/>
        </w:rPr>
        <w:t xml:space="preserve"> </w:t>
      </w:r>
      <w:r w:rsidR="00E503F2" w:rsidRPr="00D8503B">
        <w:rPr>
          <w:color w:val="A6A6A6"/>
        </w:rPr>
        <w:t>{</w:t>
      </w:r>
      <w:proofErr w:type="gramStart"/>
      <w:r w:rsidR="00E503F2">
        <w:rPr>
          <w:color w:val="A6A6A6"/>
        </w:rPr>
        <w:t>new</w:t>
      </w:r>
      <w:proofErr w:type="gramEnd"/>
      <w:r w:rsidR="00E503F2" w:rsidRPr="00D8503B">
        <w:rPr>
          <w:color w:val="A6A6A6"/>
        </w:rPr>
        <w:t>}</w:t>
      </w:r>
    </w:p>
    <w:p w14:paraId="287A8682" w14:textId="77777777" w:rsidR="00CD7D3C" w:rsidRPr="00D8503B" w:rsidRDefault="00CD7D3C" w:rsidP="00CD7D3C">
      <w:pPr>
        <w:pStyle w:val="AnswerCategory"/>
        <w:rPr>
          <w:rFonts w:cs="Tahoma"/>
        </w:rPr>
      </w:pPr>
      <w:r w:rsidRPr="00D8503B">
        <w:rPr>
          <w:rFonts w:cs="Tahoma"/>
        </w:rPr>
        <w:t>1</w:t>
      </w:r>
      <w:r w:rsidRPr="00D8503B">
        <w:rPr>
          <w:rFonts w:cs="Tahoma"/>
        </w:rPr>
        <w:tab/>
        <w:t>Yes</w:t>
      </w:r>
    </w:p>
    <w:p w14:paraId="7F86F5CD" w14:textId="77777777" w:rsidR="00CD7D3C" w:rsidRPr="00D8503B" w:rsidRDefault="00CD7D3C" w:rsidP="00CD7D3C">
      <w:pPr>
        <w:pStyle w:val="AnswerCategory"/>
        <w:rPr>
          <w:rFonts w:cs="Tahoma"/>
        </w:rPr>
      </w:pPr>
      <w:r w:rsidRPr="00D8503B">
        <w:rPr>
          <w:rFonts w:cs="Tahoma"/>
        </w:rPr>
        <w:t>2</w:t>
      </w:r>
      <w:r w:rsidRPr="00D8503B">
        <w:rPr>
          <w:rFonts w:cs="Tahoma"/>
        </w:rPr>
        <w:tab/>
        <w:t>No</w:t>
      </w:r>
    </w:p>
    <w:p w14:paraId="7790ABBC"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04194BA7"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5977FEFD" w14:textId="77777777" w:rsidR="00313BBC" w:rsidRPr="00D8503B" w:rsidRDefault="00313BBC" w:rsidP="00D71E42"/>
    <w:p w14:paraId="6B7E0806" w14:textId="77777777" w:rsidR="00313BBC" w:rsidRPr="00D8503B" w:rsidRDefault="00313BBC" w:rsidP="00313BBC">
      <w:pPr>
        <w:pStyle w:val="Filter"/>
        <w:rPr>
          <w:rFonts w:cs="Tahoma"/>
        </w:rPr>
      </w:pPr>
      <w:r w:rsidRPr="00D8503B">
        <w:rPr>
          <w:rFonts w:cs="Tahoma"/>
        </w:rPr>
        <w:t xml:space="preserve">ASK ALL INTERNET USERS </w:t>
      </w:r>
      <w:r w:rsidR="0025256C" w:rsidRPr="00D8503B">
        <w:rPr>
          <w:rFonts w:cs="Tahoma"/>
        </w:rPr>
        <w:t xml:space="preserve">OR DIGITAL CONNECTORS </w:t>
      </w:r>
      <w:r w:rsidRPr="00D8503B">
        <w:rPr>
          <w:rFonts w:cs="Tahoma"/>
        </w:rPr>
        <w:t>(EMINUSE=1 OR INTMOB=1</w:t>
      </w:r>
      <w:r w:rsidR="00CD7D3C" w:rsidRPr="00D8503B">
        <w:rPr>
          <w:rFonts w:cs="Tahoma"/>
        </w:rPr>
        <w:t xml:space="preserve"> </w:t>
      </w:r>
      <w:r w:rsidR="0025256C" w:rsidRPr="00D8503B">
        <w:rPr>
          <w:rFonts w:cs="Tahoma"/>
        </w:rPr>
        <w:t>OR</w:t>
      </w:r>
      <w:r w:rsidR="00CD7D3C" w:rsidRPr="00D8503B">
        <w:rPr>
          <w:rFonts w:cs="Tahoma"/>
        </w:rPr>
        <w:t xml:space="preserve"> SNSINT=1):</w:t>
      </w:r>
    </w:p>
    <w:p w14:paraId="5D06BF65" w14:textId="17FB9A10" w:rsidR="00313BBC" w:rsidRPr="00D8503B" w:rsidRDefault="00313BBC" w:rsidP="00313BBC">
      <w:pPr>
        <w:pStyle w:val="Question"/>
      </w:pPr>
      <w:r w:rsidRPr="00D8503B">
        <w:rPr>
          <w:sz w:val="14"/>
        </w:rPr>
        <w:t>HOME3NW</w:t>
      </w:r>
      <w:r w:rsidRPr="00D8503B">
        <w:tab/>
        <w:t xml:space="preserve">Do you ever use the internet or email at HOME? </w:t>
      </w:r>
      <w:r w:rsidR="00E503F2">
        <w:rPr>
          <w:color w:val="A6A6A6"/>
        </w:rPr>
        <w:t>{PIAL Trend</w:t>
      </w:r>
      <w:r w:rsidRPr="00D8503B">
        <w:rPr>
          <w:color w:val="A6A6A6"/>
        </w:rPr>
        <w:t>}</w:t>
      </w:r>
    </w:p>
    <w:p w14:paraId="66E97136" w14:textId="77777777" w:rsidR="00313BBC" w:rsidRPr="00D8503B" w:rsidRDefault="00313BBC" w:rsidP="00313BBC">
      <w:pPr>
        <w:pStyle w:val="AnswerCategory"/>
        <w:rPr>
          <w:rFonts w:cs="Tahoma"/>
        </w:rPr>
      </w:pPr>
      <w:r w:rsidRPr="00D8503B">
        <w:rPr>
          <w:rFonts w:cs="Tahoma"/>
        </w:rPr>
        <w:t>1</w:t>
      </w:r>
      <w:r w:rsidRPr="00D8503B">
        <w:rPr>
          <w:rFonts w:cs="Tahoma"/>
        </w:rPr>
        <w:tab/>
        <w:t>Yes</w:t>
      </w:r>
    </w:p>
    <w:p w14:paraId="24A9178F" w14:textId="77777777" w:rsidR="00313BBC" w:rsidRPr="00D8503B" w:rsidRDefault="00313BBC" w:rsidP="00313BBC">
      <w:pPr>
        <w:pStyle w:val="AnswerCategory"/>
        <w:rPr>
          <w:rFonts w:cs="Tahoma"/>
        </w:rPr>
      </w:pPr>
      <w:r w:rsidRPr="00D8503B">
        <w:rPr>
          <w:rFonts w:cs="Tahoma"/>
        </w:rPr>
        <w:t>2</w:t>
      </w:r>
      <w:r w:rsidRPr="00D8503B">
        <w:rPr>
          <w:rFonts w:cs="Tahoma"/>
        </w:rPr>
        <w:tab/>
        <w:t>No</w:t>
      </w:r>
    </w:p>
    <w:p w14:paraId="05F994DB"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52D0491C"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1B918FD1" w14:textId="77777777" w:rsidR="00313BBC" w:rsidRPr="00D8503B" w:rsidRDefault="00313BBC" w:rsidP="00CD075C"/>
    <w:p w14:paraId="7A34442B" w14:textId="77777777" w:rsidR="00A61A1A" w:rsidRPr="00D8503B" w:rsidRDefault="00A61A1A" w:rsidP="00D519C6">
      <w:pPr>
        <w:pStyle w:val="Filter"/>
      </w:pPr>
      <w:r w:rsidRPr="00D8503B">
        <w:br w:type="page"/>
      </w:r>
    </w:p>
    <w:p w14:paraId="441C7C15" w14:textId="4E06E962" w:rsidR="00D519C6" w:rsidRPr="00D8503B" w:rsidRDefault="00D519C6" w:rsidP="00D519C6">
      <w:pPr>
        <w:pStyle w:val="Filter"/>
      </w:pPr>
      <w:r w:rsidRPr="00D8503B">
        <w:lastRenderedPageBreak/>
        <w:t>ASK IF USE INTERNET AT HOME (HOME3NW=1):</w:t>
      </w:r>
    </w:p>
    <w:p w14:paraId="13D11151" w14:textId="5C2474D1" w:rsidR="00D519C6" w:rsidRPr="00D8503B" w:rsidRDefault="00145760" w:rsidP="00D519C6">
      <w:pPr>
        <w:pStyle w:val="Question"/>
      </w:pPr>
      <w:r w:rsidRPr="00D8503B">
        <w:rPr>
          <w:sz w:val="14"/>
          <w:szCs w:val="14"/>
        </w:rPr>
        <w:t>BBHOME</w:t>
      </w:r>
      <w:r w:rsidR="00376B5A" w:rsidRPr="00D8503B">
        <w:rPr>
          <w:sz w:val="14"/>
          <w:szCs w:val="14"/>
        </w:rPr>
        <w:t>1</w:t>
      </w:r>
      <w:r w:rsidR="00D519C6" w:rsidRPr="00D8503B">
        <w:tab/>
      </w:r>
      <w:r w:rsidRPr="00D8503B">
        <w:t>I</w:t>
      </w:r>
      <w:r w:rsidR="005E3B8F" w:rsidRPr="00D8503B">
        <w:t>s your internet connection AT HOME through a slow-speed link such as dial-up</w:t>
      </w:r>
      <w:r w:rsidR="00376B5A" w:rsidRPr="00D8503B">
        <w:t>...</w:t>
      </w:r>
      <w:r w:rsidR="005E3B8F" w:rsidRPr="00D8503B">
        <w:t xml:space="preserve"> OR do you have a high-speed, broadband link?</w:t>
      </w:r>
      <w:r w:rsidR="00D519C6" w:rsidRPr="00D8503B">
        <w:t xml:space="preserve"> </w:t>
      </w:r>
      <w:r w:rsidR="00D519C6" w:rsidRPr="00D8503B">
        <w:rPr>
          <w:color w:val="A6A6A6"/>
        </w:rPr>
        <w:t>{</w:t>
      </w:r>
      <w:proofErr w:type="gramStart"/>
      <w:r w:rsidR="005E3B8F" w:rsidRPr="00D8503B">
        <w:rPr>
          <w:color w:val="A6A6A6"/>
        </w:rPr>
        <w:t>new</w:t>
      </w:r>
      <w:proofErr w:type="gramEnd"/>
      <w:r w:rsidR="00D519C6" w:rsidRPr="00D8503B">
        <w:rPr>
          <w:color w:val="A6A6A6"/>
        </w:rPr>
        <w:t>}</w:t>
      </w:r>
    </w:p>
    <w:p w14:paraId="5692022D" w14:textId="385597CF" w:rsidR="00D519C6" w:rsidRPr="00D8503B" w:rsidRDefault="00D519C6" w:rsidP="00D519C6">
      <w:pPr>
        <w:pStyle w:val="AnswerCategory"/>
      </w:pPr>
      <w:r w:rsidRPr="00D8503B">
        <w:t>1</w:t>
      </w:r>
      <w:r w:rsidRPr="00D8503B">
        <w:tab/>
      </w:r>
      <w:r w:rsidR="00145760" w:rsidRPr="00D8503B">
        <w:t>Slow-speed/Dial-up</w:t>
      </w:r>
    </w:p>
    <w:p w14:paraId="3A6A6991" w14:textId="5F167770" w:rsidR="00D519C6" w:rsidRPr="00D8503B" w:rsidRDefault="00D519C6" w:rsidP="00D519C6">
      <w:pPr>
        <w:pStyle w:val="AnswerCategory"/>
      </w:pPr>
      <w:r w:rsidRPr="00D8503B">
        <w:t>2</w:t>
      </w:r>
      <w:r w:rsidRPr="00D8503B">
        <w:tab/>
      </w:r>
      <w:r w:rsidR="00145760" w:rsidRPr="00D8503B">
        <w:t>High-speed/Broadband</w:t>
      </w:r>
    </w:p>
    <w:p w14:paraId="6F239EC3" w14:textId="5169ADF8" w:rsidR="00145760" w:rsidRPr="00D8503B" w:rsidRDefault="00145760" w:rsidP="00D519C6">
      <w:pPr>
        <w:pStyle w:val="AnswerCategory"/>
      </w:pPr>
      <w:r w:rsidRPr="00D8503B">
        <w:t>3</w:t>
      </w:r>
      <w:r w:rsidRPr="00D8503B">
        <w:tab/>
      </w:r>
      <w:r w:rsidRPr="00D8503B">
        <w:rPr>
          <w:b/>
          <w:bCs/>
        </w:rPr>
        <w:t xml:space="preserve">(VOL.) </w:t>
      </w:r>
      <w:r w:rsidRPr="00D8503B">
        <w:t>Both Slow-speed/Dial-up and High-speed/Broadband</w:t>
      </w:r>
    </w:p>
    <w:p w14:paraId="124D580C" w14:textId="2DA35C95" w:rsidR="00D519C6" w:rsidRPr="00D8503B" w:rsidRDefault="00145760" w:rsidP="00D519C6">
      <w:pPr>
        <w:pStyle w:val="AnswerCategory"/>
      </w:pPr>
      <w:r w:rsidRPr="00D8503B">
        <w:t>4</w:t>
      </w:r>
      <w:r w:rsidR="00D519C6" w:rsidRPr="00D8503B">
        <w:tab/>
      </w:r>
      <w:r w:rsidRPr="00D8503B">
        <w:rPr>
          <w:b/>
          <w:bCs/>
        </w:rPr>
        <w:t xml:space="preserve">(VOL.) </w:t>
      </w:r>
      <w:r w:rsidRPr="00D8503B">
        <w:t xml:space="preserve">Access internet only </w:t>
      </w:r>
      <w:r w:rsidR="00D519C6" w:rsidRPr="00D8503B">
        <w:t>using cell phone or tablet</w:t>
      </w:r>
    </w:p>
    <w:p w14:paraId="37207B5A" w14:textId="6E28FB5A" w:rsidR="00D519C6" w:rsidRPr="00D8503B" w:rsidRDefault="00145760" w:rsidP="00D519C6">
      <w:pPr>
        <w:pStyle w:val="AnswerCategory"/>
      </w:pPr>
      <w:r w:rsidRPr="00D8503B">
        <w:t>5</w:t>
      </w:r>
      <w:r w:rsidR="00D519C6" w:rsidRPr="00D8503B">
        <w:tab/>
      </w:r>
      <w:r w:rsidR="00D519C6" w:rsidRPr="00D8503B">
        <w:rPr>
          <w:b/>
          <w:bCs/>
        </w:rPr>
        <w:t xml:space="preserve">(VOL.) </w:t>
      </w:r>
      <w:r w:rsidR="00D519C6" w:rsidRPr="00D8503B">
        <w:t>No home internet access</w:t>
      </w:r>
    </w:p>
    <w:p w14:paraId="64C62A71" w14:textId="7BF0F9EC" w:rsidR="00D519C6" w:rsidRPr="00D8503B" w:rsidRDefault="00D519C6" w:rsidP="00D519C6">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21570A98" w14:textId="66B0C4B3" w:rsidR="00D519C6" w:rsidRPr="00D8503B" w:rsidRDefault="00D519C6" w:rsidP="00D519C6">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54D3DC87" w14:textId="77777777" w:rsidR="00313BBC" w:rsidRPr="00D8503B" w:rsidRDefault="00313BBC" w:rsidP="00892F44"/>
    <w:p w14:paraId="08787E0F" w14:textId="77777777" w:rsidR="00F26E2D" w:rsidRPr="00D8503B" w:rsidRDefault="00F26E2D" w:rsidP="00F26E2D">
      <w:pPr>
        <w:pStyle w:val="Filter"/>
      </w:pPr>
      <w:r w:rsidRPr="00D8503B">
        <w:t>ASK IF LANDLINE SAMPLE (SAMPLE=1):</w:t>
      </w:r>
    </w:p>
    <w:p w14:paraId="1188C358" w14:textId="6E950170" w:rsidR="00313BBC" w:rsidRPr="00D8503B" w:rsidRDefault="00F26E2D" w:rsidP="00313BBC">
      <w:pPr>
        <w:pStyle w:val="Question"/>
        <w:rPr>
          <w:color w:val="A6A6A6"/>
        </w:rPr>
      </w:pPr>
      <w:r w:rsidRPr="00D8503B">
        <w:rPr>
          <w:rFonts w:cs="Tahoma"/>
        </w:rPr>
        <w:t>DEVICE1a</w:t>
      </w:r>
      <w:r w:rsidR="00313BBC" w:rsidRPr="00D8503B">
        <w:rPr>
          <w:rFonts w:cs="Tahoma"/>
        </w:rPr>
        <w:tab/>
        <w:t xml:space="preserve">Next, do you have a cell phone, or not? </w:t>
      </w:r>
      <w:r w:rsidR="00E503F2">
        <w:rPr>
          <w:color w:val="A6A6A6"/>
        </w:rPr>
        <w:t>{PIAL Trend</w:t>
      </w:r>
      <w:r w:rsidR="00313BBC" w:rsidRPr="00D8503B">
        <w:rPr>
          <w:color w:val="A6A6A6"/>
        </w:rPr>
        <w:t>}</w:t>
      </w:r>
    </w:p>
    <w:p w14:paraId="46BABBCB" w14:textId="77777777" w:rsidR="00313BBC" w:rsidRPr="00D8503B" w:rsidRDefault="00313BBC" w:rsidP="00313BBC">
      <w:pPr>
        <w:pStyle w:val="AnswerCategory"/>
        <w:rPr>
          <w:rFonts w:cs="Tahoma"/>
        </w:rPr>
      </w:pPr>
      <w:r w:rsidRPr="00D8503B">
        <w:rPr>
          <w:rFonts w:cs="Tahoma"/>
        </w:rPr>
        <w:t>1</w:t>
      </w:r>
      <w:r w:rsidRPr="00D8503B">
        <w:rPr>
          <w:rFonts w:cs="Tahoma"/>
        </w:rPr>
        <w:tab/>
        <w:t>Yes</w:t>
      </w:r>
    </w:p>
    <w:p w14:paraId="04C336C3" w14:textId="77777777" w:rsidR="00313BBC" w:rsidRPr="00D8503B" w:rsidRDefault="00313BBC" w:rsidP="00313BBC">
      <w:pPr>
        <w:pStyle w:val="AnswerCategory"/>
        <w:rPr>
          <w:rFonts w:cs="Tahoma"/>
        </w:rPr>
      </w:pPr>
      <w:r w:rsidRPr="00D8503B">
        <w:rPr>
          <w:rFonts w:cs="Tahoma"/>
        </w:rPr>
        <w:t>2</w:t>
      </w:r>
      <w:r w:rsidRPr="00D8503B">
        <w:rPr>
          <w:rFonts w:cs="Tahoma"/>
        </w:rPr>
        <w:tab/>
        <w:t>No</w:t>
      </w:r>
    </w:p>
    <w:p w14:paraId="50188C6A"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58CF937A"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2E598869" w14:textId="77777777" w:rsidR="00313BBC" w:rsidRPr="00D8503B" w:rsidRDefault="00313BBC" w:rsidP="00313BBC"/>
    <w:p w14:paraId="3BD2FCDC" w14:textId="29641B54" w:rsidR="00313BBC" w:rsidRPr="00D8503B" w:rsidRDefault="00313BBC" w:rsidP="00313BBC">
      <w:pPr>
        <w:pStyle w:val="Filter"/>
      </w:pPr>
      <w:r w:rsidRPr="00D8503B">
        <w:t>ASK IF HAVE CELL PHONE (</w:t>
      </w:r>
      <w:r w:rsidR="003504B4" w:rsidRPr="00D8503B">
        <w:t>DEVICE1a</w:t>
      </w:r>
      <w:r w:rsidRPr="00D8503B">
        <w:t>=1 or SAMPLE=2):</w:t>
      </w:r>
    </w:p>
    <w:p w14:paraId="283B6029" w14:textId="77777777" w:rsidR="00313BBC" w:rsidRPr="00D8503B" w:rsidRDefault="00313BBC" w:rsidP="00313BBC">
      <w:pPr>
        <w:pStyle w:val="Question"/>
      </w:pPr>
      <w:r w:rsidRPr="00D8503B">
        <w:rPr>
          <w:sz w:val="14"/>
        </w:rPr>
        <w:t>SMART1</w:t>
      </w:r>
      <w:r w:rsidRPr="00D8503B">
        <w:tab/>
        <w:t xml:space="preserve">Some cell phones are called “smartphones” because of certain features they have. Is your cell phone a smartphone such as an iPhone, Android, Blackberry or Windows phone, or are you not sure? </w:t>
      </w:r>
      <w:r w:rsidRPr="00D8503B">
        <w:rPr>
          <w:color w:val="A6A6A6"/>
        </w:rPr>
        <w:t>{PIAL Trend}</w:t>
      </w:r>
    </w:p>
    <w:p w14:paraId="08E4CF60" w14:textId="73A7D676" w:rsidR="00313BBC" w:rsidRPr="00D8503B" w:rsidRDefault="00815A51" w:rsidP="00313BBC">
      <w:pPr>
        <w:pStyle w:val="AnswerCategory"/>
      </w:pPr>
      <w:r>
        <w:t>1</w:t>
      </w:r>
      <w:r w:rsidR="00313BBC" w:rsidRPr="00D8503B">
        <w:tab/>
        <w:t>Yes, smartphone</w:t>
      </w:r>
    </w:p>
    <w:p w14:paraId="4CF45E7B" w14:textId="6458E444" w:rsidR="00313BBC" w:rsidRPr="00D8503B" w:rsidRDefault="00815A51" w:rsidP="00313BBC">
      <w:pPr>
        <w:pStyle w:val="AnswerCategory"/>
      </w:pPr>
      <w:r>
        <w:t>2</w:t>
      </w:r>
      <w:r w:rsidR="00313BBC" w:rsidRPr="00D8503B">
        <w:tab/>
        <w:t>No, not a smartphone</w:t>
      </w:r>
    </w:p>
    <w:p w14:paraId="55D96EE5" w14:textId="77777777" w:rsidR="00CD075C" w:rsidRPr="00D8503B" w:rsidRDefault="00CD075C" w:rsidP="00CD075C">
      <w:pPr>
        <w:pStyle w:val="AnswerCategory"/>
        <w:rPr>
          <w:rFonts w:cs="Tahoma"/>
        </w:rPr>
      </w:pPr>
      <w:r w:rsidRPr="00D8503B">
        <w:rPr>
          <w:rFonts w:cs="Tahoma"/>
        </w:rPr>
        <w:t>8</w:t>
      </w:r>
      <w:r w:rsidRPr="00D8503B">
        <w:rPr>
          <w:rFonts w:cs="Tahoma"/>
        </w:rPr>
        <w:tab/>
        <w:t>Not sure/</w:t>
      </w:r>
      <w:proofErr w:type="gramStart"/>
      <w:r w:rsidRPr="00D8503B">
        <w:rPr>
          <w:rFonts w:cs="Tahoma"/>
        </w:rPr>
        <w:t>Don't</w:t>
      </w:r>
      <w:proofErr w:type="gramEnd"/>
      <w:r w:rsidRPr="00D8503B">
        <w:rPr>
          <w:rFonts w:cs="Tahoma"/>
        </w:rPr>
        <w:t xml:space="preserve"> know</w:t>
      </w:r>
    </w:p>
    <w:p w14:paraId="11803BB5"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7F7F5389" w14:textId="77777777" w:rsidR="00653AA5" w:rsidRPr="00D8503B" w:rsidRDefault="00653AA5" w:rsidP="00CD075C"/>
    <w:p w14:paraId="7733A903" w14:textId="1CC0929A" w:rsidR="00313BBC" w:rsidRPr="00D8503B" w:rsidRDefault="00A61A1A" w:rsidP="00313BBC">
      <w:pPr>
        <w:pStyle w:val="Filter"/>
      </w:pPr>
      <w:r w:rsidRPr="00D8503B">
        <w:t>ASK ALL</w:t>
      </w:r>
    </w:p>
    <w:p w14:paraId="13E7DD77" w14:textId="263F0992" w:rsidR="00313BBC" w:rsidRPr="00D8503B" w:rsidRDefault="00653AA5" w:rsidP="00313BBC">
      <w:pPr>
        <w:pStyle w:val="Question"/>
        <w:rPr>
          <w:rFonts w:cs="Tahoma"/>
        </w:rPr>
      </w:pPr>
      <w:r w:rsidRPr="00D8503B">
        <w:rPr>
          <w:sz w:val="14"/>
        </w:rPr>
        <w:t>DEVICE1</w:t>
      </w:r>
      <w:r w:rsidR="00313BBC" w:rsidRPr="00D8503B">
        <w:rPr>
          <w:rFonts w:cs="Tahoma"/>
        </w:rPr>
        <w:tab/>
        <w:t>Please tell me if you happen to have each of the following items, or not. Do you have</w:t>
      </w:r>
      <w:proofErr w:type="gramStart"/>
      <w:r w:rsidR="00313BBC" w:rsidRPr="00D8503B">
        <w:rPr>
          <w:rFonts w:cs="Tahoma"/>
        </w:rPr>
        <w:t>...</w:t>
      </w:r>
      <w:proofErr w:type="gramEnd"/>
      <w:r w:rsidR="00313BBC" w:rsidRPr="00D8503B">
        <w:rPr>
          <w:rFonts w:cs="Tahoma"/>
          <w:b/>
        </w:rPr>
        <w:t xml:space="preserve"> [INSERT ITEMS IN ORDER]</w:t>
      </w:r>
      <w:r w:rsidR="00313BBC" w:rsidRPr="00D8503B">
        <w:rPr>
          <w:rFonts w:cs="Tahoma"/>
        </w:rPr>
        <w:t>?</w:t>
      </w:r>
      <w:r w:rsidR="00313BBC" w:rsidRPr="00D8503B">
        <w:rPr>
          <w:rFonts w:cs="Tahoma"/>
          <w:b/>
        </w:rPr>
        <w:t xml:space="preserve"> [INTERVIEWER NOTE: If R has e-reader app on tablet or phone, do NOT count as e-reader. Code as tablet or cell phone] </w:t>
      </w:r>
      <w:r w:rsidR="00313BBC" w:rsidRPr="00D8503B">
        <w:rPr>
          <w:color w:val="A6A6A6"/>
        </w:rPr>
        <w:t>{PIAL Reading Habits and Library Services ‘12}</w:t>
      </w:r>
    </w:p>
    <w:p w14:paraId="4127DDFF" w14:textId="205D459D" w:rsidR="00694B2A" w:rsidRPr="00D8503B" w:rsidRDefault="00694B2A" w:rsidP="00030F6F">
      <w:pPr>
        <w:pStyle w:val="QuestionItemFilter"/>
      </w:pPr>
      <w:r w:rsidRPr="00D8503B">
        <w:t xml:space="preserve">ASK ITEMS </w:t>
      </w:r>
      <w:r w:rsidR="00F26E2D" w:rsidRPr="00D8503B">
        <w:t>b</w:t>
      </w:r>
      <w:r w:rsidRPr="00D8503B">
        <w:t>-</w:t>
      </w:r>
      <w:r w:rsidR="00F26E2D" w:rsidRPr="00D8503B">
        <w:t xml:space="preserve">d </w:t>
      </w:r>
      <w:r w:rsidRPr="00D8503B">
        <w:t>OF FORM A</w:t>
      </w:r>
    </w:p>
    <w:p w14:paraId="317C4938" w14:textId="122BD6F8" w:rsidR="00313BBC" w:rsidRPr="00D8503B" w:rsidRDefault="00F26E2D" w:rsidP="00892F44">
      <w:pPr>
        <w:pStyle w:val="QuestionItem"/>
      </w:pPr>
      <w:r w:rsidRPr="00D8503B">
        <w:t>b</w:t>
      </w:r>
      <w:r w:rsidR="00313BBC" w:rsidRPr="00D8503B">
        <w:t>.</w:t>
      </w:r>
      <w:r w:rsidR="00313BBC" w:rsidRPr="00D8503B">
        <w:tab/>
        <w:t>A handheld device made primarily for e-book reading, such as a Nook or Kindle e-reader</w:t>
      </w:r>
      <w:r w:rsidRPr="00D8503B">
        <w:t xml:space="preserve"> but NOT a Kindle Fire</w:t>
      </w:r>
      <w:r w:rsidR="00313BBC" w:rsidRPr="00D8503B">
        <w:t xml:space="preserve"> </w:t>
      </w:r>
      <w:r w:rsidR="00313BBC" w:rsidRPr="00D8503B">
        <w:rPr>
          <w:color w:val="A6A6A6"/>
        </w:rPr>
        <w:t>{</w:t>
      </w:r>
      <w:r w:rsidR="00E503F2">
        <w:rPr>
          <w:color w:val="A6A6A6"/>
        </w:rPr>
        <w:t>Sept 2013</w:t>
      </w:r>
      <w:r w:rsidR="00313BBC" w:rsidRPr="00D8503B">
        <w:rPr>
          <w:color w:val="A6A6A6"/>
        </w:rPr>
        <w:t>}</w:t>
      </w:r>
    </w:p>
    <w:p w14:paraId="0811AB0F" w14:textId="540D82CC" w:rsidR="00313BBC" w:rsidRPr="00D8503B" w:rsidRDefault="00F26E2D" w:rsidP="00892F44">
      <w:pPr>
        <w:pStyle w:val="QuestionItem"/>
      </w:pPr>
      <w:r w:rsidRPr="00D8503B">
        <w:t>c</w:t>
      </w:r>
      <w:r w:rsidR="00313BBC" w:rsidRPr="00D8503B">
        <w:t>.</w:t>
      </w:r>
      <w:r w:rsidR="00313BBC" w:rsidRPr="00D8503B">
        <w:tab/>
        <w:t>A tablet computer like an iPad, Samsung Galaxy Tab, Google Nexus, or Kindle Fire</w:t>
      </w:r>
      <w:r w:rsidR="00E503F2" w:rsidRPr="00D8503B">
        <w:t xml:space="preserve"> </w:t>
      </w:r>
      <w:r w:rsidR="00E503F2" w:rsidRPr="00D8503B">
        <w:rPr>
          <w:color w:val="A6A6A6"/>
        </w:rPr>
        <w:t>{</w:t>
      </w:r>
      <w:r w:rsidR="00E503F2">
        <w:rPr>
          <w:color w:val="A6A6A6"/>
        </w:rPr>
        <w:t>Sept 2013</w:t>
      </w:r>
      <w:r w:rsidR="00E503F2" w:rsidRPr="00D8503B">
        <w:rPr>
          <w:color w:val="A6A6A6"/>
        </w:rPr>
        <w:t>}</w:t>
      </w:r>
    </w:p>
    <w:p w14:paraId="28DC1D64" w14:textId="1382795F" w:rsidR="00313BBC" w:rsidRPr="00D8503B" w:rsidRDefault="00F26E2D" w:rsidP="00892F44">
      <w:pPr>
        <w:pStyle w:val="QuestionItem"/>
      </w:pPr>
      <w:r w:rsidRPr="00D8503B">
        <w:t>d</w:t>
      </w:r>
      <w:r w:rsidR="00313BBC" w:rsidRPr="00D8503B">
        <w:t>.</w:t>
      </w:r>
      <w:r w:rsidR="00313BBC" w:rsidRPr="00D8503B">
        <w:tab/>
        <w:t>A desktop or laptop computer</w:t>
      </w:r>
      <w:r w:rsidR="00E503F2" w:rsidRPr="00D8503B">
        <w:t xml:space="preserve"> </w:t>
      </w:r>
      <w:r w:rsidR="00E503F2" w:rsidRPr="00D8503B">
        <w:rPr>
          <w:color w:val="A6A6A6"/>
        </w:rPr>
        <w:t>{</w:t>
      </w:r>
      <w:r w:rsidR="00E503F2">
        <w:rPr>
          <w:color w:val="A6A6A6"/>
        </w:rPr>
        <w:t>Nov 2012</w:t>
      </w:r>
      <w:r w:rsidR="00E503F2" w:rsidRPr="00D8503B">
        <w:rPr>
          <w:color w:val="A6A6A6"/>
        </w:rPr>
        <w:t>}</w:t>
      </w:r>
    </w:p>
    <w:p w14:paraId="1F604EFC" w14:textId="18FE0CD8" w:rsidR="00694B2A" w:rsidRPr="00D8503B" w:rsidRDefault="00694B2A" w:rsidP="00030F6F">
      <w:pPr>
        <w:pStyle w:val="QuestionItemFilter"/>
      </w:pPr>
      <w:r w:rsidRPr="00D8503B">
        <w:t xml:space="preserve">ASK ITEMS </w:t>
      </w:r>
      <w:r w:rsidR="00F26E2D" w:rsidRPr="00D8503B">
        <w:t>e</w:t>
      </w:r>
      <w:r w:rsidRPr="00D8503B">
        <w:t>-</w:t>
      </w:r>
      <w:r w:rsidR="00F26E2D" w:rsidRPr="00D8503B">
        <w:t xml:space="preserve">g </w:t>
      </w:r>
      <w:r w:rsidRPr="00D8503B">
        <w:t>OF FORM B</w:t>
      </w:r>
    </w:p>
    <w:p w14:paraId="4CC2E23A" w14:textId="5CD51112" w:rsidR="002B1C88" w:rsidRPr="00D8503B" w:rsidRDefault="00F26E2D" w:rsidP="00892F44">
      <w:pPr>
        <w:pStyle w:val="QuestionItem"/>
      </w:pPr>
      <w:r w:rsidRPr="00D8503B">
        <w:t>e</w:t>
      </w:r>
      <w:r w:rsidR="00313BBC" w:rsidRPr="00D8503B">
        <w:t>.</w:t>
      </w:r>
      <w:r w:rsidR="00313BBC" w:rsidRPr="00D8503B">
        <w:tab/>
      </w:r>
      <w:r w:rsidR="002B1C88" w:rsidRPr="00D8503B">
        <w:t>A game console like Xbox or Play Station</w:t>
      </w:r>
      <w:r w:rsidR="00025405" w:rsidRPr="00D8503B">
        <w:t xml:space="preserve"> </w:t>
      </w:r>
      <w:r w:rsidR="00025405" w:rsidRPr="00D8503B">
        <w:rPr>
          <w:color w:val="A6A6A6"/>
        </w:rPr>
        <w:t>{</w:t>
      </w:r>
      <w:r w:rsidR="002A2202" w:rsidRPr="00D8503B">
        <w:rPr>
          <w:color w:val="A6A6A6"/>
        </w:rPr>
        <w:t>Nov</w:t>
      </w:r>
      <w:r w:rsidR="00025405" w:rsidRPr="00D8503B">
        <w:rPr>
          <w:color w:val="A6A6A6"/>
        </w:rPr>
        <w:t xml:space="preserve"> 2010}</w:t>
      </w:r>
    </w:p>
    <w:p w14:paraId="6B6DAC40" w14:textId="263E9A95" w:rsidR="002B1C88" w:rsidRPr="00D8503B" w:rsidRDefault="00F26E2D" w:rsidP="00892F44">
      <w:pPr>
        <w:pStyle w:val="QuestionItem"/>
      </w:pPr>
      <w:r w:rsidRPr="00D8503B">
        <w:t>f</w:t>
      </w:r>
      <w:r w:rsidR="00313BBC" w:rsidRPr="00D8503B">
        <w:t>.</w:t>
      </w:r>
      <w:r w:rsidR="00313BBC" w:rsidRPr="00D8503B">
        <w:tab/>
      </w:r>
      <w:r w:rsidR="002B1C88" w:rsidRPr="00D8503B">
        <w:t>An iPod or other MP3 player</w:t>
      </w:r>
      <w:r w:rsidR="00025405" w:rsidRPr="00D8503B">
        <w:t xml:space="preserve"> </w:t>
      </w:r>
      <w:r w:rsidR="00025405" w:rsidRPr="00D8503B">
        <w:rPr>
          <w:color w:val="A6A6A6"/>
        </w:rPr>
        <w:t>{</w:t>
      </w:r>
      <w:r w:rsidR="00E503F2">
        <w:rPr>
          <w:color w:val="A6A6A6"/>
        </w:rPr>
        <w:t>May 2011</w:t>
      </w:r>
      <w:r w:rsidR="00025405" w:rsidRPr="00D8503B">
        <w:rPr>
          <w:color w:val="A6A6A6"/>
        </w:rPr>
        <w:t>}</w:t>
      </w:r>
    </w:p>
    <w:p w14:paraId="697603A4" w14:textId="706D8D64" w:rsidR="00313BBC" w:rsidRPr="00D8503B" w:rsidRDefault="00F26E2D" w:rsidP="00892F44">
      <w:pPr>
        <w:pStyle w:val="QuestionItem"/>
      </w:pPr>
      <w:r w:rsidRPr="00D8503B">
        <w:t>g</w:t>
      </w:r>
      <w:r w:rsidR="00313BBC" w:rsidRPr="00D8503B">
        <w:t>.</w:t>
      </w:r>
      <w:r w:rsidR="00313BBC" w:rsidRPr="00D8503B">
        <w:tab/>
      </w:r>
      <w:r w:rsidR="00025405" w:rsidRPr="00D8503B">
        <w:t xml:space="preserve">A </w:t>
      </w:r>
      <w:r w:rsidR="00313BBC" w:rsidRPr="00D8503B">
        <w:t xml:space="preserve">portable gaming device </w:t>
      </w:r>
      <w:r w:rsidR="00025405" w:rsidRPr="00D8503B">
        <w:t xml:space="preserve">like a PSP or Sega Genesis game player </w:t>
      </w:r>
      <w:r w:rsidR="00025405" w:rsidRPr="00D8503B">
        <w:rPr>
          <w:color w:val="A6A6A6"/>
        </w:rPr>
        <w:t>{</w:t>
      </w:r>
      <w:r w:rsidR="00285409" w:rsidRPr="00D8503B">
        <w:rPr>
          <w:color w:val="A6A6A6"/>
        </w:rPr>
        <w:t xml:space="preserve">modified </w:t>
      </w:r>
      <w:r w:rsidR="00025405" w:rsidRPr="00D8503B">
        <w:rPr>
          <w:color w:val="A6A6A6"/>
        </w:rPr>
        <w:t>Sept 2009}</w:t>
      </w:r>
    </w:p>
    <w:p w14:paraId="6F769619" w14:textId="77777777" w:rsidR="00313BBC" w:rsidRPr="00D8503B" w:rsidRDefault="00313BBC" w:rsidP="00313BBC">
      <w:pPr>
        <w:pStyle w:val="Categories"/>
        <w:keepLines w:val="0"/>
      </w:pPr>
      <w:r w:rsidRPr="00D8503B">
        <w:lastRenderedPageBreak/>
        <w:t>CATEGORIES</w:t>
      </w:r>
    </w:p>
    <w:p w14:paraId="33693006" w14:textId="77777777" w:rsidR="00313BBC" w:rsidRPr="00D8503B" w:rsidRDefault="00313BBC" w:rsidP="00313BBC">
      <w:pPr>
        <w:pStyle w:val="AnswerCategory"/>
        <w:rPr>
          <w:rFonts w:cs="Tahoma"/>
        </w:rPr>
      </w:pPr>
      <w:r w:rsidRPr="00D8503B">
        <w:rPr>
          <w:rFonts w:cs="Tahoma"/>
        </w:rPr>
        <w:t>1</w:t>
      </w:r>
      <w:r w:rsidRPr="00D8503B">
        <w:rPr>
          <w:rFonts w:cs="Tahoma"/>
        </w:rPr>
        <w:tab/>
        <w:t>Yes</w:t>
      </w:r>
    </w:p>
    <w:p w14:paraId="6564223B" w14:textId="77777777" w:rsidR="00313BBC" w:rsidRPr="00D8503B" w:rsidRDefault="00313BBC" w:rsidP="00313BBC">
      <w:pPr>
        <w:pStyle w:val="AnswerCategory"/>
        <w:rPr>
          <w:rFonts w:cs="Tahoma"/>
        </w:rPr>
      </w:pPr>
      <w:r w:rsidRPr="00D8503B">
        <w:rPr>
          <w:rFonts w:cs="Tahoma"/>
        </w:rPr>
        <w:t>2</w:t>
      </w:r>
      <w:r w:rsidRPr="00D8503B">
        <w:rPr>
          <w:rFonts w:cs="Tahoma"/>
        </w:rPr>
        <w:tab/>
        <w:t>No</w:t>
      </w:r>
    </w:p>
    <w:p w14:paraId="4D821949"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1310D5EC"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07EB6E64" w14:textId="77777777" w:rsidR="00313BBC" w:rsidRPr="00D8503B" w:rsidRDefault="00313BBC"/>
    <w:p w14:paraId="6DF6B9E2" w14:textId="77777777" w:rsidR="00847B84" w:rsidRPr="00D8503B" w:rsidRDefault="00847B84" w:rsidP="00847B84">
      <w:pPr>
        <w:pStyle w:val="Filter"/>
        <w:rPr>
          <w:rFonts w:cs="Tahoma"/>
        </w:rPr>
      </w:pPr>
      <w:r w:rsidRPr="00D8503B">
        <w:rPr>
          <w:rFonts w:cs="Tahoma"/>
        </w:rPr>
        <w:t>ASK ALL INTERNET USERS</w:t>
      </w:r>
      <w:r w:rsidR="00285409" w:rsidRPr="00D8503B">
        <w:rPr>
          <w:rFonts w:cs="Tahoma"/>
        </w:rPr>
        <w:t xml:space="preserve"> OR DIGITAL CONNECTORS</w:t>
      </w:r>
      <w:r w:rsidRPr="00D8503B">
        <w:rPr>
          <w:rFonts w:cs="Tahoma"/>
        </w:rPr>
        <w:t xml:space="preserve"> (EMINUSE=1 OR INTMOB=1</w:t>
      </w:r>
      <w:r w:rsidR="00285409" w:rsidRPr="00D8503B">
        <w:rPr>
          <w:rFonts w:cs="Tahoma"/>
        </w:rPr>
        <w:t xml:space="preserve"> OR SNSINT=1</w:t>
      </w:r>
      <w:r w:rsidRPr="00D8503B">
        <w:rPr>
          <w:rFonts w:cs="Tahoma"/>
        </w:rPr>
        <w:t>):</w:t>
      </w:r>
    </w:p>
    <w:p w14:paraId="2D45FEDA" w14:textId="4691BF2B" w:rsidR="00847B84" w:rsidRPr="00D8503B" w:rsidRDefault="00847B84" w:rsidP="00847B84">
      <w:pPr>
        <w:pStyle w:val="Question"/>
        <w:rPr>
          <w:color w:val="A6A6A6"/>
        </w:rPr>
      </w:pPr>
      <w:r w:rsidRPr="00D8503B">
        <w:rPr>
          <w:sz w:val="14"/>
        </w:rPr>
        <w:t>WEB1-A</w:t>
      </w:r>
      <w:r w:rsidRPr="00D8503B">
        <w:tab/>
        <w:t xml:space="preserve">Please tell me if you ever use the internet </w:t>
      </w:r>
      <w:r w:rsidR="00CD7D3C" w:rsidRPr="00D8503B">
        <w:t xml:space="preserve">or a mobile app </w:t>
      </w:r>
      <w:r w:rsidRPr="00D8503B">
        <w:t>to do any of the following things. Do you ever use the internet</w:t>
      </w:r>
      <w:r w:rsidR="00CD7D3C" w:rsidRPr="00D8503B">
        <w:t xml:space="preserve"> or a mobile app</w:t>
      </w:r>
      <w:r w:rsidRPr="00D8503B">
        <w:t xml:space="preserve"> to</w:t>
      </w:r>
      <w:proofErr w:type="gramStart"/>
      <w:r w:rsidRPr="00D8503B">
        <w:t>...</w:t>
      </w:r>
      <w:proofErr w:type="gramEnd"/>
      <w:r w:rsidRPr="00D8503B">
        <w:t xml:space="preserve"> </w:t>
      </w:r>
      <w:r w:rsidRPr="00D8503B">
        <w:rPr>
          <w:b/>
        </w:rPr>
        <w:t>[INSERT ITEMS; RANDOMIZE]</w:t>
      </w:r>
      <w:r w:rsidRPr="00D8503B">
        <w:t xml:space="preserve">? </w:t>
      </w:r>
      <w:r w:rsidRPr="00D8503B">
        <w:rPr>
          <w:color w:val="A6A6A6"/>
        </w:rPr>
        <w:t>{</w:t>
      </w:r>
      <w:proofErr w:type="gramStart"/>
      <w:r w:rsidR="0094129A" w:rsidRPr="00D8503B">
        <w:rPr>
          <w:color w:val="A6A6A6"/>
        </w:rPr>
        <w:t>modified</w:t>
      </w:r>
      <w:proofErr w:type="gramEnd"/>
      <w:r w:rsidR="0094129A" w:rsidRPr="00D8503B">
        <w:rPr>
          <w:color w:val="A6A6A6"/>
        </w:rPr>
        <w:t xml:space="preserve"> PIAL trend – added ‘mobile app’ to stem</w:t>
      </w:r>
      <w:r w:rsidRPr="00D8503B">
        <w:rPr>
          <w:color w:val="A6A6A6"/>
        </w:rPr>
        <w:t>}</w:t>
      </w:r>
    </w:p>
    <w:p w14:paraId="714EAC76" w14:textId="4BD78F0E" w:rsidR="00694B2A" w:rsidRPr="00D8503B" w:rsidRDefault="00694B2A" w:rsidP="00030F6F">
      <w:pPr>
        <w:pStyle w:val="QuestionItemFilter"/>
      </w:pPr>
      <w:r w:rsidRPr="00D8503B">
        <w:t>ASK ITEMS ACT112-</w:t>
      </w:r>
      <w:r w:rsidR="006B293A" w:rsidRPr="00D8503B">
        <w:t xml:space="preserve">ACT126 </w:t>
      </w:r>
      <w:r w:rsidRPr="00D8503B">
        <w:t>OF FORM A</w:t>
      </w:r>
      <w:r w:rsidR="005947D3" w:rsidRPr="00D8503B">
        <w:tab/>
      </w:r>
    </w:p>
    <w:p w14:paraId="723B1EB4" w14:textId="77777777" w:rsidR="00847B84" w:rsidRPr="00D8503B" w:rsidRDefault="00847B84" w:rsidP="00030F6F">
      <w:pPr>
        <w:pStyle w:val="QuestionItem"/>
        <w:rPr>
          <w:rFonts w:eastAsiaTheme="minorEastAsia"/>
        </w:rPr>
      </w:pPr>
      <w:r w:rsidRPr="00D8503B">
        <w:rPr>
          <w:rFonts w:eastAsiaTheme="minorEastAsia"/>
        </w:rPr>
        <w:t>Act112</w:t>
      </w:r>
      <w:r w:rsidR="00285409" w:rsidRPr="00D8503B">
        <w:rPr>
          <w:rFonts w:eastAsiaTheme="minorEastAsia"/>
        </w:rPr>
        <w:tab/>
      </w:r>
      <w:r w:rsidRPr="00D8503B">
        <w:rPr>
          <w:rFonts w:eastAsiaTheme="minorEastAsia"/>
        </w:rPr>
        <w:t>Use Twitter</w:t>
      </w:r>
    </w:p>
    <w:p w14:paraId="6115D8B3" w14:textId="77777777" w:rsidR="00847B84" w:rsidRPr="00D8503B" w:rsidRDefault="00285409" w:rsidP="00030F6F">
      <w:pPr>
        <w:pStyle w:val="QuestionItem"/>
        <w:rPr>
          <w:rFonts w:eastAsiaTheme="minorEastAsia"/>
        </w:rPr>
      </w:pPr>
      <w:r w:rsidRPr="00D8503B">
        <w:rPr>
          <w:rFonts w:eastAsiaTheme="minorEastAsia"/>
        </w:rPr>
        <w:t>Act</w:t>
      </w:r>
      <w:r w:rsidR="00847B84" w:rsidRPr="00D8503B">
        <w:rPr>
          <w:rFonts w:eastAsiaTheme="minorEastAsia"/>
        </w:rPr>
        <w:t>124</w:t>
      </w:r>
      <w:r w:rsidR="00847B84" w:rsidRPr="00D8503B">
        <w:rPr>
          <w:rFonts w:eastAsiaTheme="minorEastAsia"/>
        </w:rPr>
        <w:tab/>
        <w:t xml:space="preserve">Use Instagram {pronounced: </w:t>
      </w:r>
      <w:proofErr w:type="spellStart"/>
      <w:r w:rsidR="00847B84" w:rsidRPr="00D8503B">
        <w:rPr>
          <w:rFonts w:eastAsiaTheme="minorEastAsia"/>
        </w:rPr>
        <w:t>insta</w:t>
      </w:r>
      <w:proofErr w:type="spellEnd"/>
      <w:r w:rsidR="00847B84" w:rsidRPr="00D8503B">
        <w:rPr>
          <w:rFonts w:eastAsiaTheme="minorEastAsia"/>
        </w:rPr>
        <w:t>-gram}</w:t>
      </w:r>
    </w:p>
    <w:p w14:paraId="1E2727DE" w14:textId="77777777" w:rsidR="00847B84" w:rsidRPr="00D8503B" w:rsidRDefault="00847B84" w:rsidP="00030F6F">
      <w:pPr>
        <w:pStyle w:val="QuestionItem"/>
        <w:rPr>
          <w:rFonts w:eastAsiaTheme="minorEastAsia"/>
          <w:color w:val="A6A6A6"/>
        </w:rPr>
      </w:pPr>
      <w:r w:rsidRPr="00D8503B">
        <w:rPr>
          <w:rFonts w:eastAsiaTheme="minorEastAsia"/>
        </w:rPr>
        <w:t>Act125</w:t>
      </w:r>
      <w:r w:rsidRPr="00D8503B">
        <w:rPr>
          <w:rFonts w:eastAsiaTheme="minorEastAsia"/>
        </w:rPr>
        <w:tab/>
        <w:t>Use Pinterest {pronounced: pin-</w:t>
      </w:r>
      <w:proofErr w:type="spellStart"/>
      <w:r w:rsidRPr="00D8503B">
        <w:rPr>
          <w:rFonts w:eastAsiaTheme="minorEastAsia"/>
        </w:rPr>
        <w:t>ter</w:t>
      </w:r>
      <w:proofErr w:type="spellEnd"/>
      <w:r w:rsidRPr="00D8503B">
        <w:rPr>
          <w:rFonts w:eastAsiaTheme="minorEastAsia"/>
        </w:rPr>
        <w:t>-</w:t>
      </w:r>
      <w:proofErr w:type="spellStart"/>
      <w:r w:rsidRPr="00D8503B">
        <w:rPr>
          <w:rFonts w:eastAsiaTheme="minorEastAsia"/>
        </w:rPr>
        <w:t>est</w:t>
      </w:r>
      <w:proofErr w:type="spellEnd"/>
      <w:r w:rsidRPr="00D8503B">
        <w:rPr>
          <w:rFonts w:eastAsiaTheme="minorEastAsia"/>
        </w:rPr>
        <w:t>}</w:t>
      </w:r>
    </w:p>
    <w:p w14:paraId="5F312525" w14:textId="77777777" w:rsidR="00694B2A" w:rsidRPr="00D8503B" w:rsidRDefault="00694B2A" w:rsidP="00030F6F">
      <w:pPr>
        <w:pStyle w:val="QuestionItem"/>
        <w:rPr>
          <w:rFonts w:eastAsiaTheme="minorEastAsia"/>
        </w:rPr>
      </w:pPr>
      <w:r w:rsidRPr="00D8503B">
        <w:rPr>
          <w:rFonts w:eastAsiaTheme="minorEastAsia"/>
        </w:rPr>
        <w:t>Act135</w:t>
      </w:r>
      <w:r w:rsidRPr="00D8503B">
        <w:rPr>
          <w:rFonts w:eastAsiaTheme="minorEastAsia"/>
        </w:rPr>
        <w:tab/>
        <w:t>Use Facebook</w:t>
      </w:r>
    </w:p>
    <w:p w14:paraId="7B6AF0CD" w14:textId="6570B214" w:rsidR="00694B2A" w:rsidRPr="00D8503B" w:rsidRDefault="00285409" w:rsidP="00892F44">
      <w:pPr>
        <w:pStyle w:val="QuestionItem"/>
      </w:pPr>
      <w:r w:rsidRPr="00D8503B">
        <w:t>Act126</w:t>
      </w:r>
      <w:r w:rsidRPr="00D8503B">
        <w:tab/>
      </w:r>
      <w:r w:rsidR="00694B2A" w:rsidRPr="00D8503B">
        <w:t>Play video games on a computer, TV, game console, or po</w:t>
      </w:r>
      <w:r w:rsidR="006B293A" w:rsidRPr="00D8503B">
        <w:t>rtable device like a cell phone</w:t>
      </w:r>
      <w:r w:rsidR="00E503F2" w:rsidRPr="00D8503B">
        <w:t xml:space="preserve"> </w:t>
      </w:r>
      <w:r w:rsidR="00E503F2" w:rsidRPr="00D8503B">
        <w:rPr>
          <w:color w:val="A6A6A6"/>
        </w:rPr>
        <w:t>{</w:t>
      </w:r>
      <w:r w:rsidR="00E503F2">
        <w:rPr>
          <w:color w:val="A6A6A6"/>
        </w:rPr>
        <w:t>new</w:t>
      </w:r>
      <w:r w:rsidR="00E503F2" w:rsidRPr="00D8503B">
        <w:rPr>
          <w:color w:val="A6A6A6"/>
        </w:rPr>
        <w:t>}</w:t>
      </w:r>
    </w:p>
    <w:p w14:paraId="620060B3" w14:textId="788C7B79" w:rsidR="00694B2A" w:rsidRPr="00D8503B" w:rsidRDefault="00694B2A" w:rsidP="00030F6F">
      <w:pPr>
        <w:pStyle w:val="QuestionItemFilter"/>
      </w:pPr>
      <w:r w:rsidRPr="00D8503B">
        <w:t>ASK ITEMS ACT136-</w:t>
      </w:r>
      <w:r w:rsidR="006B293A" w:rsidRPr="00D8503B">
        <w:t xml:space="preserve">ACT128 </w:t>
      </w:r>
      <w:r w:rsidRPr="00D8503B">
        <w:t>OF FORM B</w:t>
      </w:r>
    </w:p>
    <w:p w14:paraId="438A92C9" w14:textId="77777777" w:rsidR="00847B84" w:rsidRPr="00D8503B" w:rsidRDefault="00847B84" w:rsidP="00030F6F">
      <w:pPr>
        <w:pStyle w:val="QuestionItem"/>
        <w:rPr>
          <w:rFonts w:eastAsiaTheme="minorEastAsia"/>
        </w:rPr>
      </w:pPr>
      <w:r w:rsidRPr="00D8503B">
        <w:rPr>
          <w:rFonts w:eastAsiaTheme="minorEastAsia"/>
        </w:rPr>
        <w:t>Act136</w:t>
      </w:r>
      <w:r w:rsidRPr="00D8503B">
        <w:rPr>
          <w:rFonts w:eastAsiaTheme="minorEastAsia"/>
        </w:rPr>
        <w:tab/>
        <w:t>Use LinkedIn</w:t>
      </w:r>
    </w:p>
    <w:p w14:paraId="362E081B" w14:textId="4069C685" w:rsidR="00847B84" w:rsidRPr="00D8503B" w:rsidRDefault="00285409" w:rsidP="00030F6F">
      <w:pPr>
        <w:pStyle w:val="QuestionItem"/>
        <w:rPr>
          <w:rFonts w:eastAsiaTheme="minorEastAsia"/>
        </w:rPr>
      </w:pPr>
      <w:r w:rsidRPr="00D8503B">
        <w:rPr>
          <w:rFonts w:eastAsiaTheme="minorEastAsia"/>
        </w:rPr>
        <w:t>Act123</w:t>
      </w:r>
      <w:r w:rsidR="00847B84" w:rsidRPr="00D8503B">
        <w:rPr>
          <w:rFonts w:eastAsiaTheme="minorEastAsia"/>
        </w:rPr>
        <w:tab/>
        <w:t>Use Tum</w:t>
      </w:r>
      <w:r w:rsidR="006B293A" w:rsidRPr="00D8503B">
        <w:rPr>
          <w:rFonts w:eastAsiaTheme="minorEastAsia"/>
        </w:rPr>
        <w:t>blr {pronounced: tum-</w:t>
      </w:r>
      <w:proofErr w:type="spellStart"/>
      <w:r w:rsidR="006B293A" w:rsidRPr="00D8503B">
        <w:rPr>
          <w:rFonts w:eastAsiaTheme="minorEastAsia"/>
        </w:rPr>
        <w:t>bler</w:t>
      </w:r>
      <w:proofErr w:type="spellEnd"/>
      <w:r w:rsidR="006B293A" w:rsidRPr="00D8503B">
        <w:rPr>
          <w:rFonts w:eastAsiaTheme="minorEastAsia"/>
        </w:rPr>
        <w:t>}</w:t>
      </w:r>
    </w:p>
    <w:p w14:paraId="1EF9BA8B" w14:textId="25D54EE7" w:rsidR="00847B84" w:rsidRPr="00D8503B" w:rsidRDefault="00285409" w:rsidP="00030F6F">
      <w:pPr>
        <w:pStyle w:val="QuestionItem"/>
      </w:pPr>
      <w:r w:rsidRPr="00D8503B">
        <w:rPr>
          <w:rFonts w:eastAsiaTheme="minorEastAsia"/>
        </w:rPr>
        <w:t>Act122</w:t>
      </w:r>
      <w:r w:rsidR="00847B84" w:rsidRPr="00D8503B">
        <w:rPr>
          <w:rFonts w:eastAsiaTheme="minorEastAsia"/>
        </w:rPr>
        <w:tab/>
      </w:r>
      <w:r w:rsidRPr="00D8503B">
        <w:rPr>
          <w:rFonts w:eastAsiaTheme="minorEastAsia"/>
        </w:rPr>
        <w:t>Use Google-</w:t>
      </w:r>
      <w:r w:rsidR="004A46E1">
        <w:rPr>
          <w:rFonts w:eastAsiaTheme="minorEastAsia"/>
        </w:rPr>
        <w:t>P</w:t>
      </w:r>
      <w:r w:rsidRPr="00D8503B">
        <w:rPr>
          <w:rFonts w:eastAsiaTheme="minorEastAsia"/>
        </w:rPr>
        <w:t>lus</w:t>
      </w:r>
    </w:p>
    <w:p w14:paraId="6D762BF4" w14:textId="499387F4" w:rsidR="001811F0" w:rsidRPr="00D8503B" w:rsidRDefault="00285409" w:rsidP="00892F44">
      <w:pPr>
        <w:pStyle w:val="QuestionItem"/>
      </w:pPr>
      <w:r w:rsidRPr="00D8503B">
        <w:rPr>
          <w:rFonts w:eastAsiaTheme="minorEastAsia"/>
        </w:rPr>
        <w:t>Act137</w:t>
      </w:r>
      <w:r w:rsidR="001811F0" w:rsidRPr="00D8503B">
        <w:rPr>
          <w:rFonts w:eastAsiaTheme="minorEastAsia"/>
        </w:rPr>
        <w:tab/>
      </w:r>
      <w:r w:rsidR="001811F0" w:rsidRPr="00D8503B">
        <w:t>Read or</w:t>
      </w:r>
      <w:r w:rsidR="00653AA5" w:rsidRPr="00D8503B">
        <w:t xml:space="preserve"> comment in a discussion forum </w:t>
      </w:r>
      <w:r w:rsidR="001811F0" w:rsidRPr="00D8503B">
        <w:t xml:space="preserve">like </w:t>
      </w:r>
      <w:proofErr w:type="spellStart"/>
      <w:r w:rsidR="001811F0" w:rsidRPr="00D8503B">
        <w:t>Reddit</w:t>
      </w:r>
      <w:proofErr w:type="spellEnd"/>
      <w:r w:rsidR="00653AA5" w:rsidRPr="00D8503B">
        <w:t xml:space="preserve"> or Digg or Slashdot</w:t>
      </w:r>
      <w:r w:rsidR="00E503F2" w:rsidRPr="00D8503B">
        <w:t xml:space="preserve"> </w:t>
      </w:r>
      <w:r w:rsidR="00E503F2" w:rsidRPr="00D8503B">
        <w:rPr>
          <w:color w:val="A6A6A6"/>
        </w:rPr>
        <w:t>{</w:t>
      </w:r>
      <w:r w:rsidR="00E503F2">
        <w:rPr>
          <w:color w:val="A6A6A6"/>
        </w:rPr>
        <w:t>new</w:t>
      </w:r>
      <w:r w:rsidR="00E503F2" w:rsidRPr="00D8503B">
        <w:rPr>
          <w:color w:val="A6A6A6"/>
        </w:rPr>
        <w:t>}</w:t>
      </w:r>
    </w:p>
    <w:p w14:paraId="69811817" w14:textId="3BD38883" w:rsidR="00694B2A" w:rsidRPr="00D8503B" w:rsidRDefault="00285409" w:rsidP="00892F44">
      <w:pPr>
        <w:pStyle w:val="QuestionItem"/>
      </w:pPr>
      <w:r w:rsidRPr="00D8503B">
        <w:t>Act127</w:t>
      </w:r>
      <w:r w:rsidRPr="00D8503B">
        <w:tab/>
      </w:r>
      <w:r w:rsidR="001811F0" w:rsidRPr="00D8503B">
        <w:t>Use mess</w:t>
      </w:r>
      <w:r w:rsidRPr="00D8503B">
        <w:t xml:space="preserve">aging apps like WhatsApp or </w:t>
      </w:r>
      <w:proofErr w:type="spellStart"/>
      <w:r w:rsidRPr="00D8503B">
        <w:t>Kik</w:t>
      </w:r>
      <w:proofErr w:type="spellEnd"/>
      <w:r w:rsidR="00D574EF" w:rsidRPr="00D8503B">
        <w:t xml:space="preserve"> or </w:t>
      </w:r>
      <w:proofErr w:type="spellStart"/>
      <w:r w:rsidR="00D574EF" w:rsidRPr="00D8503B">
        <w:t>iMessage</w:t>
      </w:r>
      <w:proofErr w:type="spellEnd"/>
      <w:r w:rsidR="00E503F2" w:rsidRPr="00D8503B">
        <w:t xml:space="preserve"> </w:t>
      </w:r>
      <w:r w:rsidR="00E503F2" w:rsidRPr="00D8503B">
        <w:rPr>
          <w:color w:val="A6A6A6"/>
        </w:rPr>
        <w:t>{</w:t>
      </w:r>
      <w:r w:rsidR="00E503F2">
        <w:rPr>
          <w:color w:val="A6A6A6"/>
        </w:rPr>
        <w:t>new</w:t>
      </w:r>
      <w:r w:rsidR="00E503F2" w:rsidRPr="00D8503B">
        <w:rPr>
          <w:color w:val="A6A6A6"/>
        </w:rPr>
        <w:t>}</w:t>
      </w:r>
    </w:p>
    <w:p w14:paraId="18860C4A" w14:textId="3D28E082" w:rsidR="001811F0" w:rsidRPr="00D8503B" w:rsidRDefault="00285409" w:rsidP="00892F44">
      <w:pPr>
        <w:pStyle w:val="QuestionItem"/>
      </w:pPr>
      <w:r w:rsidRPr="00D8503B">
        <w:t>Act128</w:t>
      </w:r>
      <w:r w:rsidRPr="00D8503B">
        <w:tab/>
      </w:r>
      <w:r w:rsidR="001811F0" w:rsidRPr="00D8503B">
        <w:t xml:space="preserve">Use an app that automatically deletes the messages you send like Snapchat or </w:t>
      </w:r>
      <w:proofErr w:type="spellStart"/>
      <w:r w:rsidR="001811F0" w:rsidRPr="00D8503B">
        <w:t>Wickr</w:t>
      </w:r>
      <w:proofErr w:type="spellEnd"/>
      <w:r w:rsidR="00E503F2" w:rsidRPr="00D8503B">
        <w:t xml:space="preserve"> </w:t>
      </w:r>
      <w:r w:rsidR="00E503F2" w:rsidRPr="00D8503B">
        <w:rPr>
          <w:color w:val="A6A6A6"/>
        </w:rPr>
        <w:t>{</w:t>
      </w:r>
      <w:r w:rsidR="00E503F2">
        <w:rPr>
          <w:color w:val="A6A6A6"/>
        </w:rPr>
        <w:t>new</w:t>
      </w:r>
      <w:r w:rsidR="00E503F2" w:rsidRPr="00D8503B">
        <w:rPr>
          <w:color w:val="A6A6A6"/>
        </w:rPr>
        <w:t>}</w:t>
      </w:r>
    </w:p>
    <w:p w14:paraId="699235DE" w14:textId="77777777" w:rsidR="006B293A" w:rsidRPr="00D8503B" w:rsidRDefault="006B293A" w:rsidP="006B293A">
      <w:pPr>
        <w:pStyle w:val="Categories"/>
        <w:keepLines w:val="0"/>
      </w:pPr>
      <w:r w:rsidRPr="00D8503B">
        <w:t>CATEGORIES</w:t>
      </w:r>
    </w:p>
    <w:p w14:paraId="29296E53" w14:textId="77777777" w:rsidR="006B293A" w:rsidRPr="00D8503B" w:rsidRDefault="006B293A" w:rsidP="006B293A">
      <w:pPr>
        <w:pStyle w:val="AnswerCategory"/>
        <w:rPr>
          <w:rFonts w:cs="Tahoma"/>
        </w:rPr>
      </w:pPr>
      <w:r w:rsidRPr="00D8503B">
        <w:rPr>
          <w:rFonts w:cs="Tahoma"/>
        </w:rPr>
        <w:t>1</w:t>
      </w:r>
      <w:r w:rsidRPr="00D8503B">
        <w:rPr>
          <w:rFonts w:cs="Tahoma"/>
        </w:rPr>
        <w:tab/>
        <w:t>Yes, do this</w:t>
      </w:r>
    </w:p>
    <w:p w14:paraId="357A367A" w14:textId="77777777" w:rsidR="006B293A" w:rsidRPr="00D8503B" w:rsidRDefault="006B293A" w:rsidP="006B293A">
      <w:pPr>
        <w:pStyle w:val="AnswerCategory"/>
        <w:rPr>
          <w:rFonts w:cs="Tahoma"/>
        </w:rPr>
      </w:pPr>
      <w:r w:rsidRPr="00D8503B">
        <w:rPr>
          <w:rFonts w:cs="Tahoma"/>
        </w:rPr>
        <w:t>2</w:t>
      </w:r>
      <w:r w:rsidRPr="00D8503B">
        <w:rPr>
          <w:rFonts w:cs="Tahoma"/>
        </w:rPr>
        <w:tab/>
        <w:t>No, do not do this</w:t>
      </w:r>
    </w:p>
    <w:p w14:paraId="2C88B55F" w14:textId="77777777" w:rsidR="006B293A" w:rsidRPr="00D8503B" w:rsidRDefault="006B293A" w:rsidP="006B293A">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13A2C931" w14:textId="77777777" w:rsidR="006B293A" w:rsidRPr="00D8503B" w:rsidRDefault="006B293A" w:rsidP="006B293A">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670D21CF" w14:textId="77777777" w:rsidR="00847B84" w:rsidRPr="00D8503B" w:rsidRDefault="00847B84"/>
    <w:p w14:paraId="4D10469C" w14:textId="77777777" w:rsidR="00A61A1A" w:rsidRPr="00D8503B" w:rsidRDefault="00A61A1A" w:rsidP="00D71E42">
      <w:pPr>
        <w:pStyle w:val="Filter"/>
        <w:rPr>
          <w:rFonts w:eastAsiaTheme="minorEastAsia"/>
        </w:rPr>
      </w:pPr>
      <w:r w:rsidRPr="00D8503B">
        <w:rPr>
          <w:rFonts w:eastAsiaTheme="minorEastAsia"/>
        </w:rPr>
        <w:br w:type="page"/>
      </w:r>
    </w:p>
    <w:p w14:paraId="7DD6E733" w14:textId="162964E4" w:rsidR="00CD7D3C" w:rsidRPr="00D8503B" w:rsidRDefault="00CD7D3C" w:rsidP="00D71E42">
      <w:pPr>
        <w:pStyle w:val="Filter"/>
        <w:rPr>
          <w:rFonts w:eastAsiaTheme="minorEastAsia"/>
        </w:rPr>
      </w:pPr>
      <w:r w:rsidRPr="00D8503B">
        <w:rPr>
          <w:rFonts w:eastAsiaTheme="minorEastAsia"/>
        </w:rPr>
        <w:lastRenderedPageBreak/>
        <w:t xml:space="preserve">ASK ALL SNS USERS (ACT112=1 OR </w:t>
      </w:r>
      <w:r w:rsidR="00285409" w:rsidRPr="00D8503B">
        <w:rPr>
          <w:rFonts w:eastAsiaTheme="minorEastAsia"/>
        </w:rPr>
        <w:t xml:space="preserve">ACT122=1 OR ACT123=1 OR </w:t>
      </w:r>
      <w:r w:rsidRPr="00D8503B">
        <w:rPr>
          <w:rFonts w:eastAsiaTheme="minorEastAsia"/>
        </w:rPr>
        <w:t>ACT124=1 OR ACT125=1 OR ACT135=1 OR ACT136=1):</w:t>
      </w:r>
    </w:p>
    <w:p w14:paraId="38708A09" w14:textId="34A011C3" w:rsidR="00CD7D3C" w:rsidRPr="00D8503B" w:rsidRDefault="00CD7D3C" w:rsidP="00892F44">
      <w:pPr>
        <w:pStyle w:val="Question"/>
        <w:rPr>
          <w:rFonts w:eastAsiaTheme="minorEastAsia"/>
        </w:rPr>
      </w:pPr>
      <w:r w:rsidRPr="00D8503B">
        <w:rPr>
          <w:rFonts w:eastAsiaTheme="minorEastAsia"/>
        </w:rPr>
        <w:t>SNS2</w:t>
      </w:r>
      <w:r w:rsidRPr="00D8503B">
        <w:rPr>
          <w:rFonts w:eastAsiaTheme="minorEastAsia"/>
        </w:rPr>
        <w:tab/>
        <w:t xml:space="preserve">Thinking about the social media sites </w:t>
      </w:r>
      <w:r w:rsidR="006B293A" w:rsidRPr="00D8503B">
        <w:rPr>
          <w:rFonts w:eastAsiaTheme="minorEastAsia"/>
        </w:rPr>
        <w:t xml:space="preserve">or mobile apps </w:t>
      </w:r>
      <w:r w:rsidRPr="00D8503B">
        <w:rPr>
          <w:rFonts w:eastAsiaTheme="minorEastAsia"/>
        </w:rPr>
        <w:t xml:space="preserve">you use... About how often do you visit or use </w:t>
      </w:r>
      <w:r w:rsidRPr="00D8503B">
        <w:rPr>
          <w:rFonts w:eastAsiaTheme="minorEastAsia"/>
          <w:b/>
        </w:rPr>
        <w:t>[INSERT ITEMS; RANDOMIZE]</w:t>
      </w:r>
      <w:r w:rsidRPr="00D8503B">
        <w:rPr>
          <w:rFonts w:eastAsiaTheme="minorEastAsia"/>
        </w:rPr>
        <w:t xml:space="preserve">? </w:t>
      </w:r>
      <w:r w:rsidRPr="00D8503B">
        <w:rPr>
          <w:rFonts w:eastAsiaTheme="minorEastAsia"/>
          <w:b/>
        </w:rPr>
        <w:t>[AS NECESSARY: READ 1-5]</w:t>
      </w:r>
      <w:r w:rsidRPr="00D8503B">
        <w:rPr>
          <w:rFonts w:eastAsiaTheme="minorEastAsia"/>
        </w:rPr>
        <w:t xml:space="preserve"> </w:t>
      </w:r>
      <w:r w:rsidR="00E503F2" w:rsidRPr="00D8503B">
        <w:rPr>
          <w:color w:val="A6A6A6"/>
        </w:rPr>
        <w:t>{Omnibus</w:t>
      </w:r>
      <w:r w:rsidR="00E503F2">
        <w:rPr>
          <w:color w:val="A6A6A6"/>
        </w:rPr>
        <w:t xml:space="preserve"> Sept 11-21</w:t>
      </w:r>
      <w:r w:rsidR="00E503F2" w:rsidRPr="00D8503B">
        <w:rPr>
          <w:color w:val="A6A6A6"/>
        </w:rPr>
        <w:t>, 2014}</w:t>
      </w:r>
    </w:p>
    <w:p w14:paraId="506C5482" w14:textId="77777777" w:rsidR="00CD7D3C" w:rsidRPr="00D8503B" w:rsidRDefault="00CD7D3C" w:rsidP="00030F6F">
      <w:pPr>
        <w:pStyle w:val="QuestionItemFilter"/>
      </w:pPr>
      <w:r w:rsidRPr="00D8503B">
        <w:t xml:space="preserve">ASK </w:t>
      </w:r>
      <w:proofErr w:type="spellStart"/>
      <w:proofErr w:type="gramStart"/>
      <w:r w:rsidRPr="00D8503B">
        <w:t>a</w:t>
      </w:r>
      <w:proofErr w:type="spellEnd"/>
      <w:proofErr w:type="gramEnd"/>
      <w:r w:rsidRPr="00D8503B">
        <w:t xml:space="preserve"> IF TWITTER USER (ACT112=1):</w:t>
      </w:r>
    </w:p>
    <w:p w14:paraId="66F2E5E0" w14:textId="77777777" w:rsidR="00CD7D3C" w:rsidRPr="00D8503B" w:rsidRDefault="00CD7D3C" w:rsidP="00030F6F">
      <w:pPr>
        <w:pStyle w:val="QuestionItem"/>
        <w:rPr>
          <w:rFonts w:eastAsiaTheme="minorEastAsia"/>
        </w:rPr>
      </w:pPr>
      <w:r w:rsidRPr="00D8503B">
        <w:rPr>
          <w:rFonts w:eastAsiaTheme="minorEastAsia"/>
        </w:rPr>
        <w:t>a.</w:t>
      </w:r>
      <w:r w:rsidRPr="00D8503B">
        <w:rPr>
          <w:rFonts w:eastAsiaTheme="minorEastAsia"/>
        </w:rPr>
        <w:tab/>
        <w:t>Twitter</w:t>
      </w:r>
    </w:p>
    <w:p w14:paraId="0F69BCBC" w14:textId="77777777" w:rsidR="00CD7D3C" w:rsidRPr="00D8503B" w:rsidRDefault="00CD7D3C" w:rsidP="00030F6F">
      <w:pPr>
        <w:pStyle w:val="QuestionItemFilter"/>
      </w:pPr>
      <w:r w:rsidRPr="00D8503B">
        <w:t>ASK b IF INSTAGRAM USER (ACT124=1):</w:t>
      </w:r>
    </w:p>
    <w:p w14:paraId="667A4386" w14:textId="77777777" w:rsidR="00CD7D3C" w:rsidRPr="00D8503B" w:rsidRDefault="00CD7D3C" w:rsidP="00030F6F">
      <w:pPr>
        <w:pStyle w:val="QuestionItem"/>
        <w:rPr>
          <w:rFonts w:eastAsiaTheme="minorEastAsia"/>
        </w:rPr>
      </w:pPr>
      <w:r w:rsidRPr="00D8503B">
        <w:rPr>
          <w:rFonts w:eastAsiaTheme="minorEastAsia"/>
        </w:rPr>
        <w:t>b.</w:t>
      </w:r>
      <w:r w:rsidRPr="00D8503B">
        <w:rPr>
          <w:rFonts w:eastAsiaTheme="minorEastAsia"/>
        </w:rPr>
        <w:tab/>
        <w:t>Instagram</w:t>
      </w:r>
    </w:p>
    <w:p w14:paraId="7B7D539A" w14:textId="77777777" w:rsidR="00CD7D3C" w:rsidRPr="00D8503B" w:rsidRDefault="00CD7D3C" w:rsidP="00030F6F">
      <w:pPr>
        <w:pStyle w:val="QuestionItemFilter"/>
      </w:pPr>
      <w:r w:rsidRPr="00D8503B">
        <w:t>ASK c IF PINTEREST USER (ACT125=1):</w:t>
      </w:r>
    </w:p>
    <w:p w14:paraId="11FD38AE" w14:textId="77777777" w:rsidR="00CD7D3C" w:rsidRPr="00D8503B" w:rsidRDefault="00CD7D3C" w:rsidP="00030F6F">
      <w:pPr>
        <w:pStyle w:val="QuestionItem"/>
        <w:rPr>
          <w:rFonts w:eastAsiaTheme="minorEastAsia"/>
        </w:rPr>
      </w:pPr>
      <w:r w:rsidRPr="00D8503B">
        <w:rPr>
          <w:rFonts w:eastAsiaTheme="minorEastAsia"/>
        </w:rPr>
        <w:t>c.</w:t>
      </w:r>
      <w:r w:rsidRPr="00D8503B">
        <w:rPr>
          <w:rFonts w:eastAsiaTheme="minorEastAsia"/>
        </w:rPr>
        <w:tab/>
        <w:t>Pinterest</w:t>
      </w:r>
    </w:p>
    <w:p w14:paraId="3A7416E5" w14:textId="77777777" w:rsidR="00CD7D3C" w:rsidRPr="00D8503B" w:rsidRDefault="00CD7D3C" w:rsidP="00030F6F">
      <w:pPr>
        <w:pStyle w:val="QuestionItemFilter"/>
      </w:pPr>
      <w:r w:rsidRPr="00D8503B">
        <w:t>ASK d IF LINKEDIN USER (ACT136=1):</w:t>
      </w:r>
    </w:p>
    <w:p w14:paraId="129F2510" w14:textId="77777777" w:rsidR="00CD7D3C" w:rsidRPr="00D8503B" w:rsidRDefault="00CD7D3C" w:rsidP="00030F6F">
      <w:pPr>
        <w:pStyle w:val="QuestionItem"/>
        <w:rPr>
          <w:rFonts w:eastAsiaTheme="minorEastAsia"/>
        </w:rPr>
      </w:pPr>
      <w:r w:rsidRPr="00D8503B">
        <w:rPr>
          <w:rFonts w:eastAsiaTheme="minorEastAsia"/>
        </w:rPr>
        <w:t>d.</w:t>
      </w:r>
      <w:r w:rsidRPr="00D8503B">
        <w:rPr>
          <w:rFonts w:eastAsiaTheme="minorEastAsia"/>
        </w:rPr>
        <w:tab/>
        <w:t>LinkedIn</w:t>
      </w:r>
    </w:p>
    <w:p w14:paraId="7E5D906E" w14:textId="77777777" w:rsidR="00CD7D3C" w:rsidRPr="00D8503B" w:rsidRDefault="00CD7D3C" w:rsidP="00030F6F">
      <w:pPr>
        <w:pStyle w:val="QuestionItemFilter"/>
      </w:pPr>
      <w:r w:rsidRPr="00D8503B">
        <w:t xml:space="preserve">ASK </w:t>
      </w:r>
      <w:proofErr w:type="spellStart"/>
      <w:r w:rsidRPr="00D8503B">
        <w:t>e</w:t>
      </w:r>
      <w:proofErr w:type="spellEnd"/>
      <w:r w:rsidRPr="00D8503B">
        <w:t xml:space="preserve"> IF FACEBOOK USER (ACT135=1):</w:t>
      </w:r>
    </w:p>
    <w:p w14:paraId="667ABFF3" w14:textId="77777777" w:rsidR="00CD7D3C" w:rsidRPr="00D8503B" w:rsidRDefault="00CD7D3C" w:rsidP="00030F6F">
      <w:pPr>
        <w:pStyle w:val="QuestionItem"/>
        <w:rPr>
          <w:rFonts w:eastAsiaTheme="minorEastAsia"/>
        </w:rPr>
      </w:pPr>
      <w:r w:rsidRPr="00D8503B">
        <w:rPr>
          <w:rFonts w:eastAsiaTheme="minorEastAsia"/>
        </w:rPr>
        <w:t>e.</w:t>
      </w:r>
      <w:r w:rsidRPr="00D8503B">
        <w:rPr>
          <w:rFonts w:eastAsiaTheme="minorEastAsia"/>
        </w:rPr>
        <w:tab/>
        <w:t>Facebook</w:t>
      </w:r>
    </w:p>
    <w:p w14:paraId="0E22AE03" w14:textId="1E4C6D42" w:rsidR="00CD7D3C" w:rsidRPr="00D8503B" w:rsidRDefault="00CD7D3C" w:rsidP="00030F6F">
      <w:pPr>
        <w:pStyle w:val="QuestionItemFilter"/>
      </w:pPr>
      <w:r w:rsidRPr="00D8503B">
        <w:t>ASK f</w:t>
      </w:r>
      <w:r w:rsidR="005854FB" w:rsidRPr="00D8503B">
        <w:t xml:space="preserve"> </w:t>
      </w:r>
      <w:r w:rsidRPr="00D8503B">
        <w:t>IF TUMBLR USER (</w:t>
      </w:r>
      <w:r w:rsidR="006B293A" w:rsidRPr="00D8503B">
        <w:t>ACT123</w:t>
      </w:r>
      <w:r w:rsidRPr="00D8503B">
        <w:t>=1):</w:t>
      </w:r>
    </w:p>
    <w:p w14:paraId="637A6FAC" w14:textId="77777777" w:rsidR="00CD7D3C" w:rsidRPr="00D8503B" w:rsidRDefault="00CD7D3C" w:rsidP="00030F6F">
      <w:pPr>
        <w:pStyle w:val="QuestionItem"/>
        <w:rPr>
          <w:rFonts w:eastAsiaTheme="minorEastAsia"/>
        </w:rPr>
      </w:pPr>
      <w:r w:rsidRPr="00D8503B">
        <w:rPr>
          <w:rFonts w:eastAsiaTheme="minorEastAsia"/>
        </w:rPr>
        <w:t>f.</w:t>
      </w:r>
      <w:r w:rsidRPr="00D8503B">
        <w:rPr>
          <w:rFonts w:eastAsiaTheme="minorEastAsia"/>
        </w:rPr>
        <w:tab/>
        <w:t>Tumblr</w:t>
      </w:r>
    </w:p>
    <w:p w14:paraId="6B1AF75E" w14:textId="59A17C7F" w:rsidR="00CD7D3C" w:rsidRPr="00D8503B" w:rsidRDefault="00CD7D3C" w:rsidP="00030F6F">
      <w:pPr>
        <w:pStyle w:val="QuestionItemFilter"/>
      </w:pPr>
      <w:r w:rsidRPr="00D8503B">
        <w:t xml:space="preserve">ASK </w:t>
      </w:r>
      <w:r w:rsidR="00040D53" w:rsidRPr="00D8503B">
        <w:t xml:space="preserve">g </w:t>
      </w:r>
      <w:r w:rsidRPr="00D8503B">
        <w:t>IF GOOGLE-PLUS USER (</w:t>
      </w:r>
      <w:r w:rsidR="006B293A" w:rsidRPr="00D8503B">
        <w:t>ACT122</w:t>
      </w:r>
      <w:r w:rsidRPr="00D8503B">
        <w:t>=1):</w:t>
      </w:r>
    </w:p>
    <w:p w14:paraId="0490C1D8" w14:textId="2331FAB7" w:rsidR="00CD7D3C" w:rsidRPr="00D8503B" w:rsidRDefault="00040D53" w:rsidP="00030F6F">
      <w:pPr>
        <w:pStyle w:val="QuestionItem"/>
        <w:rPr>
          <w:rFonts w:eastAsiaTheme="minorEastAsia"/>
        </w:rPr>
      </w:pPr>
      <w:r w:rsidRPr="00D8503B">
        <w:rPr>
          <w:rFonts w:eastAsiaTheme="minorEastAsia"/>
        </w:rPr>
        <w:t>g</w:t>
      </w:r>
      <w:r w:rsidR="00CD7D3C" w:rsidRPr="00D8503B">
        <w:rPr>
          <w:rFonts w:eastAsiaTheme="minorEastAsia"/>
        </w:rPr>
        <w:t>.</w:t>
      </w:r>
      <w:r w:rsidR="00CD7D3C" w:rsidRPr="00D8503B">
        <w:rPr>
          <w:rFonts w:eastAsiaTheme="minorEastAsia"/>
        </w:rPr>
        <w:tab/>
        <w:t>Google-Plus</w:t>
      </w:r>
    </w:p>
    <w:p w14:paraId="40693623" w14:textId="77777777" w:rsidR="006B293A" w:rsidRPr="00D8503B" w:rsidRDefault="006B293A" w:rsidP="006B293A">
      <w:pPr>
        <w:pStyle w:val="Categories"/>
        <w:keepLines w:val="0"/>
      </w:pPr>
      <w:r w:rsidRPr="00D8503B">
        <w:t>CATEGORIES</w:t>
      </w:r>
    </w:p>
    <w:p w14:paraId="1F4EBF2C" w14:textId="77777777" w:rsidR="006B293A" w:rsidRPr="00D8503B" w:rsidRDefault="006B293A" w:rsidP="006B293A">
      <w:pPr>
        <w:pStyle w:val="AnswerCategory"/>
        <w:rPr>
          <w:rFonts w:cs="Tahoma"/>
        </w:rPr>
      </w:pPr>
      <w:r w:rsidRPr="00D8503B">
        <w:rPr>
          <w:rFonts w:cs="Tahoma"/>
        </w:rPr>
        <w:t>1</w:t>
      </w:r>
      <w:r w:rsidRPr="00D8503B">
        <w:rPr>
          <w:rFonts w:cs="Tahoma"/>
        </w:rPr>
        <w:tab/>
        <w:t>Several times a day</w:t>
      </w:r>
    </w:p>
    <w:p w14:paraId="2B08C863" w14:textId="77777777" w:rsidR="006B293A" w:rsidRPr="00D8503B" w:rsidRDefault="006B293A" w:rsidP="006B293A">
      <w:pPr>
        <w:pStyle w:val="AnswerCategory"/>
        <w:rPr>
          <w:rFonts w:cs="Tahoma"/>
        </w:rPr>
      </w:pPr>
      <w:r w:rsidRPr="00D8503B">
        <w:rPr>
          <w:rFonts w:cs="Tahoma"/>
        </w:rPr>
        <w:t>2</w:t>
      </w:r>
      <w:r w:rsidRPr="00D8503B">
        <w:rPr>
          <w:rFonts w:cs="Tahoma"/>
        </w:rPr>
        <w:tab/>
        <w:t>About once a day</w:t>
      </w:r>
    </w:p>
    <w:p w14:paraId="0AFC49CC" w14:textId="77777777" w:rsidR="006B293A" w:rsidRPr="00D8503B" w:rsidRDefault="006B293A" w:rsidP="006B293A">
      <w:pPr>
        <w:pStyle w:val="AnswerCategory"/>
        <w:rPr>
          <w:rFonts w:cs="Tahoma"/>
        </w:rPr>
      </w:pPr>
      <w:r w:rsidRPr="00D8503B">
        <w:rPr>
          <w:rFonts w:cs="Tahoma"/>
        </w:rPr>
        <w:t>3</w:t>
      </w:r>
      <w:r w:rsidRPr="00D8503B">
        <w:rPr>
          <w:rFonts w:cs="Tahoma"/>
        </w:rPr>
        <w:tab/>
        <w:t>A few times a week</w:t>
      </w:r>
    </w:p>
    <w:p w14:paraId="554972B7" w14:textId="5B5C024C" w:rsidR="001659E9" w:rsidRPr="00D8503B" w:rsidRDefault="001659E9" w:rsidP="006B293A">
      <w:pPr>
        <w:pStyle w:val="AnswerCategory"/>
        <w:rPr>
          <w:rFonts w:cs="Tahoma"/>
          <w:b/>
        </w:rPr>
      </w:pPr>
      <w:r w:rsidRPr="00D8503B">
        <w:rPr>
          <w:rFonts w:cs="Tahoma"/>
          <w:b/>
        </w:rPr>
        <w:t>NO CODE 4</w:t>
      </w:r>
    </w:p>
    <w:p w14:paraId="0BA7C3B2" w14:textId="0129C15F" w:rsidR="006B293A" w:rsidRPr="00D8503B" w:rsidRDefault="002A727A" w:rsidP="006B293A">
      <w:pPr>
        <w:pStyle w:val="AnswerCategory"/>
        <w:rPr>
          <w:rFonts w:cs="Tahoma"/>
        </w:rPr>
      </w:pPr>
      <w:r w:rsidRPr="00D8503B">
        <w:rPr>
          <w:rFonts w:cs="Tahoma"/>
        </w:rPr>
        <w:t>5</w:t>
      </w:r>
      <w:r w:rsidR="006B293A" w:rsidRPr="00D8503B">
        <w:rPr>
          <w:rFonts w:cs="Tahoma"/>
        </w:rPr>
        <w:tab/>
        <w:t>Every few weeks</w:t>
      </w:r>
    </w:p>
    <w:p w14:paraId="3E0B3A10" w14:textId="30872E67" w:rsidR="006B293A" w:rsidRPr="00D8503B" w:rsidRDefault="002A727A" w:rsidP="006B293A">
      <w:pPr>
        <w:pStyle w:val="AnswerCategory"/>
        <w:rPr>
          <w:rFonts w:cs="Tahoma"/>
        </w:rPr>
      </w:pPr>
      <w:r w:rsidRPr="00D8503B">
        <w:rPr>
          <w:rFonts w:cs="Tahoma"/>
        </w:rPr>
        <w:t>6</w:t>
      </w:r>
      <w:r w:rsidR="006B293A" w:rsidRPr="00D8503B">
        <w:rPr>
          <w:rFonts w:cs="Tahoma"/>
        </w:rPr>
        <w:tab/>
        <w:t>Less often</w:t>
      </w:r>
    </w:p>
    <w:p w14:paraId="4FBF4CB5" w14:textId="77777777" w:rsidR="006B293A" w:rsidRPr="00D8503B" w:rsidRDefault="006B293A" w:rsidP="006B293A">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78EE8DDF" w14:textId="77777777" w:rsidR="006B293A" w:rsidRPr="00D8503B" w:rsidRDefault="006B293A" w:rsidP="006B293A">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3C1C19CE" w14:textId="1E4FE0EF" w:rsidR="00A61A1A" w:rsidRPr="00D8503B" w:rsidRDefault="00A61A1A" w:rsidP="00A61A1A">
      <w:pPr>
        <w:rPr>
          <w:rStyle w:val="Timingmodule"/>
        </w:rPr>
      </w:pPr>
      <w:r w:rsidRPr="00D8503B">
        <w:rPr>
          <w:rStyle w:val="Timingmodule"/>
        </w:rPr>
        <w:t>END TIMING MODULE</w:t>
      </w:r>
    </w:p>
    <w:p w14:paraId="4DE3C15E" w14:textId="77777777" w:rsidR="00482EB7" w:rsidRPr="00D8503B" w:rsidRDefault="00482EB7" w:rsidP="00030F6F"/>
    <w:p w14:paraId="357E0AAA" w14:textId="77777777" w:rsidR="00030F6F" w:rsidRPr="00D8503B" w:rsidRDefault="00030F6F" w:rsidP="00030F6F"/>
    <w:p w14:paraId="1ADE0E13" w14:textId="77777777" w:rsidR="00A61A1A" w:rsidRPr="00D8503B" w:rsidRDefault="00A61A1A" w:rsidP="00030F6F">
      <w:pPr>
        <w:rPr>
          <w:rStyle w:val="Sectionheading"/>
        </w:rPr>
      </w:pPr>
      <w:r w:rsidRPr="00D8503B">
        <w:rPr>
          <w:rStyle w:val="Sectionheading"/>
        </w:rPr>
        <w:br w:type="page"/>
      </w:r>
    </w:p>
    <w:p w14:paraId="3F6BFB97" w14:textId="176BBA7D" w:rsidR="007D4E85" w:rsidRPr="00D8503B" w:rsidRDefault="00030F6F" w:rsidP="00030F6F">
      <w:pPr>
        <w:rPr>
          <w:rStyle w:val="Sectionheading"/>
        </w:rPr>
      </w:pPr>
      <w:r w:rsidRPr="00D8503B">
        <w:rPr>
          <w:rStyle w:val="Sectionheading"/>
        </w:rPr>
        <w:lastRenderedPageBreak/>
        <w:t>Reading/E-Reading</w:t>
      </w:r>
    </w:p>
    <w:p w14:paraId="2C9FB5E9" w14:textId="77777777" w:rsidR="007D4E85" w:rsidRPr="00D8503B" w:rsidRDefault="007D4E85" w:rsidP="00030F6F"/>
    <w:p w14:paraId="7974E186" w14:textId="77777777" w:rsidR="00A61A1A" w:rsidRPr="00D8503B" w:rsidRDefault="00A61A1A" w:rsidP="00A61A1A">
      <w:pPr>
        <w:rPr>
          <w:rStyle w:val="Timingmodule"/>
        </w:rPr>
      </w:pPr>
      <w:r w:rsidRPr="00D8503B">
        <w:rPr>
          <w:rStyle w:val="Timingmodule"/>
        </w:rPr>
        <w:t>START TIMING MODULE</w:t>
      </w:r>
    </w:p>
    <w:p w14:paraId="06126E42" w14:textId="656E5873" w:rsidR="001026F4" w:rsidRPr="00D8503B" w:rsidRDefault="00A5587F" w:rsidP="00A61A1A">
      <w:r w:rsidRPr="00D8503B">
        <w:rPr>
          <w:b/>
        </w:rPr>
        <w:t>[READ TO ALL:]</w:t>
      </w:r>
      <w:r w:rsidRPr="00D8503B">
        <w:t xml:space="preserve"> </w:t>
      </w:r>
      <w:r w:rsidR="001026F4" w:rsidRPr="00D8503B">
        <w:t>And now for some questions on your reading habits and use of your local public library</w:t>
      </w:r>
      <w:r w:rsidR="00145760" w:rsidRPr="00D8503B">
        <w:t>.</w:t>
      </w:r>
    </w:p>
    <w:p w14:paraId="0C1C9FD0" w14:textId="77777777" w:rsidR="001026F4" w:rsidRPr="00D8503B" w:rsidRDefault="001026F4" w:rsidP="00D71E42"/>
    <w:p w14:paraId="412BAD21" w14:textId="77777777" w:rsidR="007D4E85" w:rsidRPr="00D8503B" w:rsidRDefault="007D4E85" w:rsidP="007D4E85">
      <w:pPr>
        <w:pStyle w:val="Filter"/>
      </w:pPr>
      <w:r w:rsidRPr="00D8503B">
        <w:t>ASK ALL</w:t>
      </w:r>
    </w:p>
    <w:p w14:paraId="439D982A" w14:textId="63236E3E" w:rsidR="007D4E85" w:rsidRPr="00D8503B" w:rsidRDefault="008F22B7" w:rsidP="007D4E85">
      <w:pPr>
        <w:pStyle w:val="Question"/>
        <w:rPr>
          <w:rFonts w:cs="Tahoma"/>
          <w:b/>
          <w:i/>
        </w:rPr>
      </w:pPr>
      <w:r w:rsidRPr="00D8503B">
        <w:rPr>
          <w:sz w:val="16"/>
        </w:rPr>
        <w:t>Books1</w:t>
      </w:r>
      <w:r w:rsidR="007D4E85" w:rsidRPr="00D8503B">
        <w:tab/>
        <w:t xml:space="preserve">During the past 12 months, about how many BOOKS did you read either all or part of the way through? Please include any print, electronic, or audiobooks you may have read or listened to. </w:t>
      </w:r>
      <w:r w:rsidR="007D4E85" w:rsidRPr="00D8503B">
        <w:rPr>
          <w:color w:val="A6A6A6"/>
        </w:rPr>
        <w:t xml:space="preserve">{PIAL Reading Habits; PIAL Libraries 2012 modified; Library User Typology Survey Aug-Sept </w:t>
      </w:r>
      <w:r w:rsidR="00396D0F" w:rsidRPr="00D8503B">
        <w:rPr>
          <w:color w:val="A6A6A6"/>
        </w:rPr>
        <w:t>’</w:t>
      </w:r>
      <w:r w:rsidR="007D4E85" w:rsidRPr="00D8503B">
        <w:rPr>
          <w:color w:val="A6A6A6"/>
        </w:rPr>
        <w:t>13</w:t>
      </w:r>
      <w:r w:rsidR="00396D0F" w:rsidRPr="00D8503B">
        <w:rPr>
          <w:color w:val="A6A6A6"/>
        </w:rPr>
        <w:t>-mod base</w:t>
      </w:r>
      <w:r w:rsidR="00E503F2">
        <w:rPr>
          <w:color w:val="A6A6A6"/>
        </w:rPr>
        <w:t xml:space="preserve">, </w:t>
      </w:r>
      <w:r w:rsidR="00E503F2" w:rsidRPr="00D8503B">
        <w:rPr>
          <w:color w:val="A6A6A6"/>
        </w:rPr>
        <w:t>Omnibus Jan 2-5, 2014</w:t>
      </w:r>
      <w:r w:rsidR="007D4E85" w:rsidRPr="00D8503B">
        <w:rPr>
          <w:color w:val="A6A6A6"/>
        </w:rPr>
        <w:t>}</w:t>
      </w:r>
    </w:p>
    <w:p w14:paraId="0FE3608C" w14:textId="77777777" w:rsidR="007D4E85" w:rsidRPr="00D8503B" w:rsidRDefault="007D4E85" w:rsidP="007D4E85">
      <w:pPr>
        <w:pStyle w:val="AnswerCategory"/>
      </w:pPr>
      <w:r w:rsidRPr="00D8503B">
        <w:t>___</w:t>
      </w:r>
      <w:r w:rsidRPr="00D8503B">
        <w:tab/>
      </w:r>
      <w:r w:rsidRPr="00D8503B">
        <w:rPr>
          <w:b/>
        </w:rPr>
        <w:t>[RECORD EXACT NUMBER 1-96]</w:t>
      </w:r>
    </w:p>
    <w:p w14:paraId="20FB93CF" w14:textId="77777777" w:rsidR="007D4E85" w:rsidRPr="00D8503B" w:rsidRDefault="007D4E85" w:rsidP="007D4E85">
      <w:pPr>
        <w:pStyle w:val="AnswerCategory"/>
      </w:pPr>
      <w:r w:rsidRPr="00D8503B">
        <w:t>0</w:t>
      </w:r>
      <w:r w:rsidRPr="00D8503B">
        <w:tab/>
        <w:t>None</w:t>
      </w:r>
    </w:p>
    <w:p w14:paraId="6E622179" w14:textId="77777777" w:rsidR="007D4E85" w:rsidRPr="00D8503B" w:rsidRDefault="007D4E85" w:rsidP="007D4E85">
      <w:pPr>
        <w:pStyle w:val="AnswerCategory"/>
      </w:pPr>
      <w:r w:rsidRPr="00D8503B">
        <w:t>97</w:t>
      </w:r>
      <w:r w:rsidRPr="00D8503B">
        <w:tab/>
        <w:t>97 or more</w:t>
      </w:r>
    </w:p>
    <w:p w14:paraId="45AAFE6A" w14:textId="77777777" w:rsidR="00CD075C" w:rsidRPr="00D8503B" w:rsidRDefault="00CD075C" w:rsidP="00CD075C">
      <w:pPr>
        <w:pStyle w:val="AnswerCategory"/>
        <w:rPr>
          <w:rFonts w:cs="Tahoma"/>
        </w:rPr>
      </w:pPr>
      <w:r w:rsidRPr="00D8503B">
        <w:rPr>
          <w:rFonts w:cs="Tahoma"/>
        </w:rPr>
        <w:t>98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4BEF123B" w14:textId="77777777" w:rsidR="00CD075C" w:rsidRPr="00D8503B" w:rsidRDefault="00CD075C" w:rsidP="00CD075C">
      <w:pPr>
        <w:pStyle w:val="AnswerCategory"/>
        <w:rPr>
          <w:rFonts w:cs="Tahoma"/>
        </w:rPr>
      </w:pPr>
      <w:r w:rsidRPr="00D8503B">
        <w:rPr>
          <w:rFonts w:cs="Tahoma"/>
        </w:rPr>
        <w:t>99</w:t>
      </w:r>
      <w:r w:rsidRPr="00D8503B">
        <w:rPr>
          <w:rFonts w:cs="Tahoma"/>
        </w:rPr>
        <w:tab/>
      </w:r>
      <w:r w:rsidRPr="00D8503B">
        <w:rPr>
          <w:rFonts w:cs="Tahoma"/>
          <w:b/>
        </w:rPr>
        <w:t>(VOL.)</w:t>
      </w:r>
      <w:r w:rsidRPr="00D8503B">
        <w:rPr>
          <w:rFonts w:cs="Tahoma"/>
        </w:rPr>
        <w:t xml:space="preserve"> Refused</w:t>
      </w:r>
    </w:p>
    <w:p w14:paraId="38EFCA93" w14:textId="77777777" w:rsidR="00CD7D3C" w:rsidRPr="00D8503B" w:rsidRDefault="00CD7D3C" w:rsidP="00D71E42"/>
    <w:p w14:paraId="623B3A53" w14:textId="2C45A1D1" w:rsidR="007D4E85" w:rsidRPr="00D8503B" w:rsidRDefault="00180436" w:rsidP="007D4E85">
      <w:pPr>
        <w:pStyle w:val="Filter"/>
        <w:rPr>
          <w:rFonts w:cs="Tahoma"/>
        </w:rPr>
      </w:pPr>
      <w:r w:rsidRPr="00D8503B">
        <w:rPr>
          <w:rFonts w:cs="Tahoma"/>
        </w:rPr>
        <w:t xml:space="preserve">ASK </w:t>
      </w:r>
      <w:r w:rsidR="007D4E85" w:rsidRPr="00D8503B">
        <w:rPr>
          <w:rFonts w:cs="Tahoma"/>
        </w:rPr>
        <w:t>IF READ ANY BOOKS IN PAST 12 MONTHS (Books1=1-97):</w:t>
      </w:r>
    </w:p>
    <w:p w14:paraId="15396297" w14:textId="5BD816D0" w:rsidR="007D4E85" w:rsidRPr="00D8503B" w:rsidRDefault="008F22B7" w:rsidP="007D4E85">
      <w:pPr>
        <w:pStyle w:val="Question"/>
        <w:rPr>
          <w:rFonts w:cs="Tahoma"/>
        </w:rPr>
      </w:pPr>
      <w:r w:rsidRPr="00D8503B">
        <w:rPr>
          <w:sz w:val="16"/>
        </w:rPr>
        <w:t>Books2</w:t>
      </w:r>
      <w:r w:rsidR="007D4E85" w:rsidRPr="00D8503B">
        <w:rPr>
          <w:rFonts w:cs="Tahoma"/>
          <w:bCs/>
        </w:rPr>
        <w:tab/>
        <w:t>Thinking about all of the books you have read in the pas</w:t>
      </w:r>
      <w:r w:rsidR="007D4E85" w:rsidRPr="00D8503B">
        <w:rPr>
          <w:rFonts w:cs="Tahoma"/>
        </w:rPr>
        <w:t xml:space="preserve">t 12 months, were any of those... </w:t>
      </w:r>
      <w:r w:rsidR="007D4E85" w:rsidRPr="00D8503B">
        <w:rPr>
          <w:rFonts w:cs="Tahoma"/>
          <w:b/>
        </w:rPr>
        <w:t>[INSERT ITEMS IN ORDER]</w:t>
      </w:r>
      <w:r w:rsidR="007D4E85" w:rsidRPr="00D8503B">
        <w:rPr>
          <w:rFonts w:cs="Tahoma"/>
        </w:rPr>
        <w:t xml:space="preserve">? Were any of those ... </w:t>
      </w:r>
      <w:r w:rsidR="007D4E85" w:rsidRPr="00D8503B">
        <w:rPr>
          <w:rFonts w:cs="Tahoma"/>
          <w:b/>
        </w:rPr>
        <w:t>[INSERT NEXT ITEM]</w:t>
      </w:r>
      <w:r w:rsidR="007D4E85" w:rsidRPr="00D8503B">
        <w:rPr>
          <w:rFonts w:cs="Tahoma"/>
        </w:rPr>
        <w:t xml:space="preserve">? </w:t>
      </w:r>
      <w:r w:rsidR="007D4E85" w:rsidRPr="00D8503B">
        <w:rPr>
          <w:color w:val="A6A6A6"/>
        </w:rPr>
        <w:t>{PIAL Reading Habits and Library Services Oct ’12, Omnibus Jan 2-5, 2014}</w:t>
      </w:r>
    </w:p>
    <w:p w14:paraId="5587E590" w14:textId="77777777" w:rsidR="007D4E85" w:rsidRPr="00D8503B" w:rsidRDefault="007D4E85" w:rsidP="007D4E85">
      <w:pPr>
        <w:pStyle w:val="QuestionItem"/>
      </w:pPr>
      <w:r w:rsidRPr="00D8503B">
        <w:t>a.</w:t>
      </w:r>
      <w:r w:rsidRPr="00D8503B">
        <w:tab/>
        <w:t>Printed books</w:t>
      </w:r>
    </w:p>
    <w:p w14:paraId="597EB3AE" w14:textId="7660FEC1" w:rsidR="007D4E85" w:rsidRPr="00D8503B" w:rsidRDefault="00D07DB3" w:rsidP="007D4E85">
      <w:pPr>
        <w:pStyle w:val="QuestionItem"/>
      </w:pPr>
      <w:r>
        <w:t>b.</w:t>
      </w:r>
      <w:r>
        <w:tab/>
        <w:t>Audiobooks</w:t>
      </w:r>
    </w:p>
    <w:p w14:paraId="6CC00967" w14:textId="77777777" w:rsidR="007D4E85" w:rsidRPr="00D8503B" w:rsidRDefault="007D4E85" w:rsidP="007D4E85">
      <w:pPr>
        <w:pStyle w:val="QuestionItem"/>
      </w:pPr>
      <w:r w:rsidRPr="00D8503B">
        <w:t>c.</w:t>
      </w:r>
      <w:r w:rsidRPr="00D8503B">
        <w:tab/>
        <w:t>Electronic books, also called e-books</w:t>
      </w:r>
    </w:p>
    <w:p w14:paraId="1E35A38A" w14:textId="77777777" w:rsidR="007D4E85" w:rsidRPr="00D8503B" w:rsidRDefault="007D4E85" w:rsidP="007D4E85">
      <w:pPr>
        <w:pStyle w:val="Categories"/>
      </w:pPr>
      <w:r w:rsidRPr="00D8503B">
        <w:t>CATEGORIES</w:t>
      </w:r>
    </w:p>
    <w:p w14:paraId="0ACFA700" w14:textId="77777777" w:rsidR="007D4E85" w:rsidRPr="00D8503B" w:rsidRDefault="007D4E85" w:rsidP="007D4E85">
      <w:pPr>
        <w:pStyle w:val="AnswerCategory"/>
        <w:rPr>
          <w:rFonts w:cs="Tahoma"/>
        </w:rPr>
      </w:pPr>
      <w:r w:rsidRPr="00D8503B">
        <w:rPr>
          <w:rFonts w:cs="Tahoma"/>
        </w:rPr>
        <w:t>1</w:t>
      </w:r>
      <w:r w:rsidRPr="00D8503B">
        <w:rPr>
          <w:rFonts w:cs="Tahoma"/>
        </w:rPr>
        <w:tab/>
        <w:t>Yes</w:t>
      </w:r>
    </w:p>
    <w:p w14:paraId="5B465183" w14:textId="77777777" w:rsidR="007D4E85" w:rsidRPr="00D8503B" w:rsidRDefault="007D4E85" w:rsidP="007D4E85">
      <w:pPr>
        <w:pStyle w:val="AnswerCategory"/>
        <w:rPr>
          <w:rFonts w:cs="Tahoma"/>
        </w:rPr>
      </w:pPr>
      <w:r w:rsidRPr="00D8503B">
        <w:rPr>
          <w:rFonts w:cs="Tahoma"/>
        </w:rPr>
        <w:t>2</w:t>
      </w:r>
      <w:r w:rsidRPr="00D8503B">
        <w:rPr>
          <w:rFonts w:cs="Tahoma"/>
        </w:rPr>
        <w:tab/>
        <w:t>No</w:t>
      </w:r>
    </w:p>
    <w:p w14:paraId="33B1F65E"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4D453D94"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55442179" w14:textId="365DF56C" w:rsidR="00A61A1A" w:rsidRPr="00D8503B" w:rsidRDefault="00A61A1A" w:rsidP="00A61A1A">
      <w:pPr>
        <w:rPr>
          <w:rStyle w:val="Timingmodule"/>
        </w:rPr>
      </w:pPr>
      <w:r w:rsidRPr="00D8503B">
        <w:rPr>
          <w:rStyle w:val="Timingmodule"/>
        </w:rPr>
        <w:t>END TIMING MODULE</w:t>
      </w:r>
    </w:p>
    <w:p w14:paraId="49B162C0" w14:textId="77777777" w:rsidR="009974E1" w:rsidRPr="00D8503B" w:rsidRDefault="009974E1" w:rsidP="00D71E42"/>
    <w:p w14:paraId="3526426E" w14:textId="77777777" w:rsidR="009974E1" w:rsidRPr="00D8503B" w:rsidRDefault="009974E1" w:rsidP="00D71E42"/>
    <w:p w14:paraId="70C4BBB8" w14:textId="77777777" w:rsidR="00A61A1A" w:rsidRPr="00D8503B" w:rsidRDefault="00A61A1A" w:rsidP="00892F44">
      <w:pPr>
        <w:rPr>
          <w:rStyle w:val="Sectionheading"/>
        </w:rPr>
      </w:pPr>
      <w:r w:rsidRPr="00D8503B">
        <w:rPr>
          <w:rStyle w:val="Sectionheading"/>
        </w:rPr>
        <w:br w:type="page"/>
      </w:r>
    </w:p>
    <w:p w14:paraId="17CF5845" w14:textId="3D90A2DD" w:rsidR="007D4E85" w:rsidRPr="00D8503B" w:rsidRDefault="00892F44" w:rsidP="00892F44">
      <w:pPr>
        <w:rPr>
          <w:rStyle w:val="Sectionheading"/>
        </w:rPr>
      </w:pPr>
      <w:r w:rsidRPr="00D8503B">
        <w:rPr>
          <w:rStyle w:val="Sectionheading"/>
        </w:rPr>
        <w:lastRenderedPageBreak/>
        <w:t>Library Use</w:t>
      </w:r>
    </w:p>
    <w:p w14:paraId="087A0E89" w14:textId="77777777" w:rsidR="00244424" w:rsidRPr="00D8503B" w:rsidRDefault="00244424" w:rsidP="00892F44"/>
    <w:p w14:paraId="4D9CEF8C" w14:textId="77777777" w:rsidR="00A61A1A" w:rsidRPr="00D8503B" w:rsidRDefault="00A61A1A" w:rsidP="00A61A1A">
      <w:pPr>
        <w:rPr>
          <w:rStyle w:val="Timingmodule"/>
        </w:rPr>
      </w:pPr>
      <w:r w:rsidRPr="00D8503B">
        <w:rPr>
          <w:rStyle w:val="Timingmodule"/>
        </w:rPr>
        <w:t>START TIMING MODULE</w:t>
      </w:r>
    </w:p>
    <w:p w14:paraId="4D8C4B7A" w14:textId="75497AE4" w:rsidR="00244424" w:rsidRPr="00D8503B" w:rsidRDefault="00A61A1A" w:rsidP="00244424">
      <w:pPr>
        <w:pStyle w:val="Filter"/>
      </w:pPr>
      <w:r w:rsidRPr="00D8503B">
        <w:t>ASK ALL</w:t>
      </w:r>
    </w:p>
    <w:p w14:paraId="7ECF00C1" w14:textId="649055DD" w:rsidR="00244424" w:rsidRPr="00D8503B" w:rsidRDefault="00F41F05" w:rsidP="00244424">
      <w:pPr>
        <w:pStyle w:val="Question"/>
        <w:rPr>
          <w:b/>
        </w:rPr>
      </w:pPr>
      <w:r w:rsidRPr="00D8503B">
        <w:rPr>
          <w:sz w:val="14"/>
        </w:rPr>
        <w:t>LIBUSE</w:t>
      </w:r>
      <w:r w:rsidRPr="00D8503B">
        <w:tab/>
      </w:r>
      <w:r w:rsidR="00244424" w:rsidRPr="00D8503B">
        <w:t>Have you, personally, EVER</w:t>
      </w:r>
      <w:proofErr w:type="gramStart"/>
      <w:r w:rsidR="00244424" w:rsidRPr="00D8503B">
        <w:t>...</w:t>
      </w:r>
      <w:r w:rsidR="00244424" w:rsidRPr="00D8503B">
        <w:rPr>
          <w:b/>
        </w:rPr>
        <w:t>[</w:t>
      </w:r>
      <w:proofErr w:type="gramEnd"/>
      <w:r w:rsidR="00244424" w:rsidRPr="00D8503B">
        <w:rPr>
          <w:b/>
        </w:rPr>
        <w:t>INSERT ITEMS IN ORDER]</w:t>
      </w:r>
      <w:r w:rsidR="00244424" w:rsidRPr="00D8503B">
        <w:t xml:space="preserve">, or is this something you’ve never done? </w:t>
      </w:r>
      <w:r w:rsidR="00244424" w:rsidRPr="00D8503B">
        <w:rPr>
          <w:b/>
        </w:rPr>
        <w:t>IF YES, ASK:</w:t>
      </w:r>
      <w:r w:rsidR="00244424" w:rsidRPr="00D8503B">
        <w:t xml:space="preserve"> Have you done this in the past 12 months? </w:t>
      </w:r>
      <w:r w:rsidR="00244424" w:rsidRPr="00D8503B">
        <w:rPr>
          <w:color w:val="A6A6A6"/>
        </w:rPr>
        <w:t>{Trend: Library Typology ‘13}</w:t>
      </w:r>
    </w:p>
    <w:p w14:paraId="665CEA37" w14:textId="77777777" w:rsidR="00244424" w:rsidRPr="00D8503B" w:rsidRDefault="00244424" w:rsidP="00244424">
      <w:pPr>
        <w:pStyle w:val="QuestionItem"/>
      </w:pPr>
      <w:r w:rsidRPr="00D8503B">
        <w:t>a.</w:t>
      </w:r>
      <w:r w:rsidRPr="00D8503B">
        <w:tab/>
        <w:t>Visited a public library or used a public library bookmobile IN PERSON</w:t>
      </w:r>
    </w:p>
    <w:p w14:paraId="07B76A63" w14:textId="11FCCD8D" w:rsidR="00401E87" w:rsidRPr="00D8503B" w:rsidRDefault="00244424" w:rsidP="00244424">
      <w:pPr>
        <w:pStyle w:val="QuestionItem"/>
      </w:pPr>
      <w:r w:rsidRPr="00D8503B">
        <w:t>b.</w:t>
      </w:r>
      <w:r w:rsidRPr="00D8503B">
        <w:tab/>
        <w:t>Used a public library WEBSITE</w:t>
      </w:r>
      <w:r w:rsidR="00145760" w:rsidRPr="00D8503B">
        <w:t xml:space="preserve"> or mobile APP </w:t>
      </w:r>
      <w:r w:rsidR="00145760" w:rsidRPr="00D8503B">
        <w:rPr>
          <w:color w:val="A6A6A6"/>
        </w:rPr>
        <w:t>{modified}</w:t>
      </w:r>
    </w:p>
    <w:p w14:paraId="25003068" w14:textId="77777777" w:rsidR="00244424" w:rsidRPr="00D8503B" w:rsidRDefault="00244424" w:rsidP="00244424">
      <w:pPr>
        <w:pStyle w:val="Categories"/>
        <w:keepLines w:val="0"/>
      </w:pPr>
      <w:r w:rsidRPr="00D8503B">
        <w:t>CATEGORIES</w:t>
      </w:r>
    </w:p>
    <w:p w14:paraId="134DC566" w14:textId="77777777" w:rsidR="00244424" w:rsidRPr="00D8503B" w:rsidRDefault="00244424" w:rsidP="00244424">
      <w:pPr>
        <w:pStyle w:val="AnswerCategory"/>
      </w:pPr>
      <w:r w:rsidRPr="00D8503B">
        <w:t>1</w:t>
      </w:r>
      <w:r w:rsidRPr="00D8503B">
        <w:tab/>
        <w:t>Yes, have done this in past 12 months</w:t>
      </w:r>
    </w:p>
    <w:p w14:paraId="299A95B3" w14:textId="77777777" w:rsidR="00244424" w:rsidRPr="00D8503B" w:rsidRDefault="00244424" w:rsidP="00244424">
      <w:pPr>
        <w:pStyle w:val="AnswerCategory"/>
      </w:pPr>
      <w:r w:rsidRPr="00D8503B">
        <w:t>2</w:t>
      </w:r>
      <w:r w:rsidRPr="00D8503B">
        <w:tab/>
        <w:t>Yes, have done this, but not in the past 12 months</w:t>
      </w:r>
    </w:p>
    <w:p w14:paraId="2A6DBDFC" w14:textId="77777777" w:rsidR="00244424" w:rsidRPr="00D8503B" w:rsidRDefault="00244424" w:rsidP="00244424">
      <w:pPr>
        <w:pStyle w:val="AnswerCategory"/>
      </w:pPr>
      <w:r w:rsidRPr="00D8503B">
        <w:t>3</w:t>
      </w:r>
      <w:r w:rsidRPr="00D8503B">
        <w:tab/>
        <w:t>No, have never done this</w:t>
      </w:r>
    </w:p>
    <w:p w14:paraId="4F1E2ABD"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535A655B"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4DEF45F3" w14:textId="77777777" w:rsidR="00244424" w:rsidRPr="00D8503B" w:rsidRDefault="00244424" w:rsidP="00244424"/>
    <w:p w14:paraId="6F5B58B6" w14:textId="77777777" w:rsidR="00244424" w:rsidRPr="00D8503B" w:rsidRDefault="00244424" w:rsidP="00244424">
      <w:pPr>
        <w:pStyle w:val="Filter"/>
      </w:pPr>
      <w:r w:rsidRPr="00D8503B">
        <w:t>ASK IF VISITED LIBRARY IN PAST 12 MONTHS (</w:t>
      </w:r>
      <w:proofErr w:type="spellStart"/>
      <w:r w:rsidR="00F41F05" w:rsidRPr="00D8503B">
        <w:t>LIBUSEa</w:t>
      </w:r>
      <w:proofErr w:type="spellEnd"/>
      <w:r w:rsidR="00F41F05" w:rsidRPr="00D8503B">
        <w:t>=1</w:t>
      </w:r>
      <w:r w:rsidRPr="00D8503B">
        <w:t>):</w:t>
      </w:r>
    </w:p>
    <w:p w14:paraId="1E672B5D" w14:textId="67ACA059" w:rsidR="00244424" w:rsidRPr="00D8503B" w:rsidRDefault="00F41F05" w:rsidP="00030F6F">
      <w:pPr>
        <w:pStyle w:val="Question"/>
      </w:pPr>
      <w:r w:rsidRPr="00D8503B">
        <w:rPr>
          <w:sz w:val="14"/>
        </w:rPr>
        <w:t>LIB_FRQ</w:t>
      </w:r>
      <w:r w:rsidRPr="00D8503B">
        <w:tab/>
      </w:r>
      <w:r w:rsidR="00244424" w:rsidRPr="00D8503B">
        <w:t>How often do you visit public libraries or bookmobiles in person? Would you say</w:t>
      </w:r>
      <w:proofErr w:type="gramStart"/>
      <w:r w:rsidR="00244424" w:rsidRPr="00D8503B">
        <w:t>...</w:t>
      </w:r>
      <w:proofErr w:type="gramEnd"/>
      <w:r w:rsidR="00244424" w:rsidRPr="00D8503B">
        <w:t xml:space="preserve"> </w:t>
      </w:r>
      <w:r w:rsidR="00030F6F" w:rsidRPr="00D8503B">
        <w:rPr>
          <w:b/>
        </w:rPr>
        <w:t>[READ</w:t>
      </w:r>
      <w:r w:rsidR="00244424" w:rsidRPr="00D8503B">
        <w:rPr>
          <w:b/>
        </w:rPr>
        <w:t>]</w:t>
      </w:r>
      <w:r w:rsidR="00244424" w:rsidRPr="00D8503B">
        <w:t xml:space="preserve"> </w:t>
      </w:r>
      <w:r w:rsidR="00244424" w:rsidRPr="00D8503B">
        <w:rPr>
          <w:color w:val="A6A6A6"/>
        </w:rPr>
        <w:t>{Trend: Library Typology ‘13}</w:t>
      </w:r>
    </w:p>
    <w:p w14:paraId="76F76254" w14:textId="77777777" w:rsidR="00244424" w:rsidRPr="00D8503B" w:rsidRDefault="00244424" w:rsidP="00244424">
      <w:pPr>
        <w:pStyle w:val="AnswerCategory"/>
      </w:pPr>
      <w:r w:rsidRPr="00D8503B">
        <w:t>1</w:t>
      </w:r>
      <w:r w:rsidRPr="00D8503B">
        <w:tab/>
        <w:t>At least once a week</w:t>
      </w:r>
    </w:p>
    <w:p w14:paraId="0B841EAA" w14:textId="77777777" w:rsidR="00244424" w:rsidRPr="00D8503B" w:rsidRDefault="00244424" w:rsidP="00244424">
      <w:pPr>
        <w:pStyle w:val="AnswerCategory"/>
      </w:pPr>
      <w:r w:rsidRPr="00D8503B">
        <w:t>2</w:t>
      </w:r>
      <w:r w:rsidRPr="00D8503B">
        <w:tab/>
        <w:t>Several times a month</w:t>
      </w:r>
    </w:p>
    <w:p w14:paraId="669913D5" w14:textId="0DE4974B" w:rsidR="00244424" w:rsidRPr="00D8503B" w:rsidRDefault="00564CF7" w:rsidP="00244424">
      <w:pPr>
        <w:pStyle w:val="AnswerCategory"/>
      </w:pPr>
      <w:r w:rsidRPr="00D8503B">
        <w:t>3</w:t>
      </w:r>
      <w:r w:rsidRPr="00D8503B">
        <w:tab/>
        <w:t>At least once a month, OR</w:t>
      </w:r>
    </w:p>
    <w:p w14:paraId="199AB570" w14:textId="158CC4FB" w:rsidR="00244424" w:rsidRPr="00D8503B" w:rsidRDefault="00244424" w:rsidP="00244424">
      <w:pPr>
        <w:pStyle w:val="AnswerCategory"/>
      </w:pPr>
      <w:r w:rsidRPr="00D8503B">
        <w:t>4</w:t>
      </w:r>
      <w:r w:rsidRPr="00D8503B">
        <w:tab/>
        <w:t>Less often</w:t>
      </w:r>
      <w:r w:rsidR="00564CF7" w:rsidRPr="00D8503B">
        <w:t>?</w:t>
      </w:r>
    </w:p>
    <w:p w14:paraId="5F2F421B"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3307FD65"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5490E1A2" w14:textId="77777777" w:rsidR="00244424" w:rsidRPr="00D8503B" w:rsidRDefault="00244424" w:rsidP="00892F44"/>
    <w:p w14:paraId="552CEACD" w14:textId="77777777" w:rsidR="009434FE" w:rsidRPr="00D8503B" w:rsidRDefault="009434FE" w:rsidP="00D71E42">
      <w:pPr>
        <w:pStyle w:val="Filter"/>
      </w:pPr>
      <w:r w:rsidRPr="00D8503B">
        <w:t>ASK IF USED LIBRARY WEBSITE IN PAST 12 MONTHS (</w:t>
      </w:r>
      <w:proofErr w:type="spellStart"/>
      <w:r w:rsidR="00F41F05" w:rsidRPr="00D8503B">
        <w:t>LIBUSEb</w:t>
      </w:r>
      <w:proofErr w:type="spellEnd"/>
      <w:r w:rsidR="00F41F05" w:rsidRPr="00D8503B">
        <w:t>=1</w:t>
      </w:r>
      <w:r w:rsidRPr="00D8503B">
        <w:t>):</w:t>
      </w:r>
    </w:p>
    <w:p w14:paraId="3738AA57" w14:textId="054F9D2D" w:rsidR="00F41F05" w:rsidRPr="00D8503B" w:rsidRDefault="00F41F05" w:rsidP="00030F6F">
      <w:pPr>
        <w:pStyle w:val="Question"/>
      </w:pPr>
      <w:r w:rsidRPr="00D8503B">
        <w:rPr>
          <w:sz w:val="14"/>
        </w:rPr>
        <w:t>LIBST_FRQ</w:t>
      </w:r>
      <w:r w:rsidR="009434FE" w:rsidRPr="00D8503B">
        <w:tab/>
        <w:t>How often do you use a public library website? Would you say</w:t>
      </w:r>
      <w:proofErr w:type="gramStart"/>
      <w:r w:rsidR="009434FE" w:rsidRPr="00D8503B">
        <w:t>...</w:t>
      </w:r>
      <w:proofErr w:type="gramEnd"/>
      <w:r w:rsidR="009434FE" w:rsidRPr="00D8503B">
        <w:t xml:space="preserve"> </w:t>
      </w:r>
      <w:r w:rsidR="00564CF7" w:rsidRPr="00D8503B">
        <w:rPr>
          <w:b/>
        </w:rPr>
        <w:t>[READ</w:t>
      </w:r>
      <w:r w:rsidR="009434FE" w:rsidRPr="00D8503B">
        <w:rPr>
          <w:b/>
        </w:rPr>
        <w:t>]</w:t>
      </w:r>
      <w:r w:rsidR="009434FE" w:rsidRPr="00D8503B">
        <w:t xml:space="preserve"> </w:t>
      </w:r>
      <w:r w:rsidR="009434FE" w:rsidRPr="00D8503B">
        <w:rPr>
          <w:color w:val="A6A6A6"/>
        </w:rPr>
        <w:t>{ALA Opportunity for All modified; PIAL Libraries 2012 modified</w:t>
      </w:r>
      <w:r w:rsidR="006C04A5" w:rsidRPr="00D8503B">
        <w:rPr>
          <w:color w:val="A6A6A6"/>
        </w:rPr>
        <w:t>; Library Typology ’13-add Code 5</w:t>
      </w:r>
      <w:r w:rsidR="009434FE" w:rsidRPr="00D8503B">
        <w:rPr>
          <w:color w:val="A6A6A6"/>
        </w:rPr>
        <w:t>}</w:t>
      </w:r>
    </w:p>
    <w:p w14:paraId="13EBACB7" w14:textId="77777777" w:rsidR="009434FE" w:rsidRPr="00D8503B" w:rsidRDefault="009434FE" w:rsidP="00030F6F">
      <w:pPr>
        <w:pStyle w:val="AnswerCategory"/>
      </w:pPr>
      <w:r w:rsidRPr="00D8503B">
        <w:t>1</w:t>
      </w:r>
      <w:r w:rsidRPr="00D8503B">
        <w:tab/>
        <w:t>At least once a week</w:t>
      </w:r>
    </w:p>
    <w:p w14:paraId="534DAB8A" w14:textId="77777777" w:rsidR="009434FE" w:rsidRPr="00D8503B" w:rsidRDefault="009434FE" w:rsidP="00030F6F">
      <w:pPr>
        <w:pStyle w:val="AnswerCategory"/>
      </w:pPr>
      <w:r w:rsidRPr="00D8503B">
        <w:t>2</w:t>
      </w:r>
      <w:r w:rsidRPr="00D8503B">
        <w:tab/>
        <w:t>Several times a month</w:t>
      </w:r>
    </w:p>
    <w:p w14:paraId="65BABCC6" w14:textId="77777777" w:rsidR="009434FE" w:rsidRPr="00D8503B" w:rsidRDefault="00030F6F" w:rsidP="00030F6F">
      <w:pPr>
        <w:pStyle w:val="AnswerCategory"/>
      </w:pPr>
      <w:r w:rsidRPr="00D8503B">
        <w:t>3</w:t>
      </w:r>
      <w:r w:rsidRPr="00D8503B">
        <w:tab/>
        <w:t>At least once a month, OR</w:t>
      </w:r>
    </w:p>
    <w:p w14:paraId="47E8EA7F" w14:textId="77777777" w:rsidR="009434FE" w:rsidRPr="00D8503B" w:rsidRDefault="009434FE" w:rsidP="00030F6F">
      <w:pPr>
        <w:pStyle w:val="AnswerCategory"/>
      </w:pPr>
      <w:r w:rsidRPr="00D8503B">
        <w:t>4</w:t>
      </w:r>
      <w:r w:rsidRPr="00D8503B">
        <w:tab/>
        <w:t>Less often</w:t>
      </w:r>
      <w:r w:rsidR="00030F6F" w:rsidRPr="00D8503B">
        <w:t>?</w:t>
      </w:r>
    </w:p>
    <w:p w14:paraId="092F7982" w14:textId="049DA98F" w:rsidR="00145760" w:rsidRPr="00D8503B" w:rsidRDefault="00145760" w:rsidP="00145760">
      <w:pPr>
        <w:pStyle w:val="AnswerCategory"/>
        <w:rPr>
          <w:rFonts w:cs="Tahoma"/>
        </w:rPr>
      </w:pPr>
      <w:r w:rsidRPr="00D8503B">
        <w:rPr>
          <w:rFonts w:cs="Tahoma"/>
        </w:rPr>
        <w:t>5</w:t>
      </w:r>
      <w:r w:rsidRPr="00D8503B">
        <w:rPr>
          <w:rFonts w:cs="Tahoma"/>
        </w:rPr>
        <w:tab/>
      </w:r>
      <w:r w:rsidRPr="00D8503B">
        <w:rPr>
          <w:rFonts w:cs="Tahoma"/>
          <w:b/>
        </w:rPr>
        <w:t>(VOL.)</w:t>
      </w:r>
      <w:r w:rsidRPr="00D8503B">
        <w:rPr>
          <w:rFonts w:cs="Tahoma"/>
        </w:rPr>
        <w:t xml:space="preserve"> Never – only use library mobile app</w:t>
      </w:r>
    </w:p>
    <w:p w14:paraId="4D78D98F"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303F3178"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2043734D" w14:textId="77777777" w:rsidR="00F41F05" w:rsidRPr="00D8503B" w:rsidRDefault="00F41F05" w:rsidP="00564CF7"/>
    <w:p w14:paraId="246F8978" w14:textId="77777777" w:rsidR="00A61A1A" w:rsidRPr="00D8503B" w:rsidRDefault="00A61A1A" w:rsidP="00D71E42">
      <w:pPr>
        <w:pStyle w:val="Filter"/>
      </w:pPr>
      <w:r w:rsidRPr="00D8503B">
        <w:br w:type="page"/>
      </w:r>
    </w:p>
    <w:p w14:paraId="212EE494" w14:textId="49217AC4" w:rsidR="00145760" w:rsidRPr="00D8503B" w:rsidRDefault="00145760" w:rsidP="00D71E42">
      <w:pPr>
        <w:pStyle w:val="Filter"/>
      </w:pPr>
      <w:r w:rsidRPr="00D8503B">
        <w:lastRenderedPageBreak/>
        <w:t>ASK IF USED LIBRARY WEBSITE IN PAST 12 MONTHS (</w:t>
      </w:r>
      <w:proofErr w:type="spellStart"/>
      <w:r w:rsidRPr="00D8503B">
        <w:t>LIBUSEb</w:t>
      </w:r>
      <w:proofErr w:type="spellEnd"/>
      <w:r w:rsidRPr="00D8503B">
        <w:t>=1):</w:t>
      </w:r>
    </w:p>
    <w:p w14:paraId="1F03CD98" w14:textId="559F6F75" w:rsidR="00145760" w:rsidRPr="00D8503B" w:rsidRDefault="00145760" w:rsidP="00145760">
      <w:pPr>
        <w:pStyle w:val="Question"/>
      </w:pPr>
      <w:r w:rsidRPr="00D8503B">
        <w:rPr>
          <w:sz w:val="14"/>
        </w:rPr>
        <w:t>LIB</w:t>
      </w:r>
      <w:r w:rsidR="00911906" w:rsidRPr="00D8503B">
        <w:rPr>
          <w:sz w:val="14"/>
        </w:rPr>
        <w:t>APP</w:t>
      </w:r>
      <w:r w:rsidRPr="00D8503B">
        <w:rPr>
          <w:sz w:val="14"/>
        </w:rPr>
        <w:t>_FRQ</w:t>
      </w:r>
      <w:r w:rsidRPr="00D8503B">
        <w:tab/>
        <w:t xml:space="preserve">How often do you use a public library </w:t>
      </w:r>
      <w:r w:rsidR="00911906" w:rsidRPr="00D8503B">
        <w:t>mobile APP</w:t>
      </w:r>
      <w:r w:rsidRPr="00D8503B">
        <w:t>? Would you say</w:t>
      </w:r>
      <w:proofErr w:type="gramStart"/>
      <w:r w:rsidRPr="00D8503B">
        <w:t>...</w:t>
      </w:r>
      <w:proofErr w:type="gramEnd"/>
      <w:r w:rsidRPr="00D8503B">
        <w:t xml:space="preserve"> </w:t>
      </w:r>
      <w:r w:rsidRPr="00D8503B">
        <w:rPr>
          <w:b/>
        </w:rPr>
        <w:t>[READ]</w:t>
      </w:r>
      <w:r w:rsidRPr="00D8503B">
        <w:t xml:space="preserve"> </w:t>
      </w:r>
      <w:r w:rsidRPr="00D8503B">
        <w:rPr>
          <w:color w:val="A6A6A6"/>
        </w:rPr>
        <w:t>{</w:t>
      </w:r>
      <w:proofErr w:type="gramStart"/>
      <w:r w:rsidR="00911906" w:rsidRPr="00D8503B">
        <w:rPr>
          <w:color w:val="A6A6A6"/>
        </w:rPr>
        <w:t>new</w:t>
      </w:r>
      <w:proofErr w:type="gramEnd"/>
      <w:r w:rsidRPr="00D8503B">
        <w:rPr>
          <w:color w:val="A6A6A6"/>
        </w:rPr>
        <w:t>}</w:t>
      </w:r>
    </w:p>
    <w:p w14:paraId="7192BCAC" w14:textId="77777777" w:rsidR="00145760" w:rsidRPr="00D8503B" w:rsidRDefault="00145760" w:rsidP="00145760">
      <w:pPr>
        <w:pStyle w:val="AnswerCategory"/>
      </w:pPr>
      <w:r w:rsidRPr="00D8503B">
        <w:t>1</w:t>
      </w:r>
      <w:r w:rsidRPr="00D8503B">
        <w:tab/>
        <w:t>At least once a week</w:t>
      </w:r>
    </w:p>
    <w:p w14:paraId="255D0068" w14:textId="77777777" w:rsidR="00145760" w:rsidRPr="00D8503B" w:rsidRDefault="00145760" w:rsidP="00145760">
      <w:pPr>
        <w:pStyle w:val="AnswerCategory"/>
      </w:pPr>
      <w:r w:rsidRPr="00D8503B">
        <w:t>2</w:t>
      </w:r>
      <w:r w:rsidRPr="00D8503B">
        <w:tab/>
        <w:t>Several times a month</w:t>
      </w:r>
    </w:p>
    <w:p w14:paraId="7BE55B3D" w14:textId="77777777" w:rsidR="00145760" w:rsidRPr="00D8503B" w:rsidRDefault="00145760" w:rsidP="00145760">
      <w:pPr>
        <w:pStyle w:val="AnswerCategory"/>
      </w:pPr>
      <w:r w:rsidRPr="00D8503B">
        <w:t>3</w:t>
      </w:r>
      <w:r w:rsidRPr="00D8503B">
        <w:tab/>
        <w:t>At least once a month, OR</w:t>
      </w:r>
    </w:p>
    <w:p w14:paraId="28EA1B9D" w14:textId="77777777" w:rsidR="00145760" w:rsidRPr="00D8503B" w:rsidRDefault="00145760" w:rsidP="00145760">
      <w:pPr>
        <w:pStyle w:val="AnswerCategory"/>
      </w:pPr>
      <w:r w:rsidRPr="00D8503B">
        <w:t>4</w:t>
      </w:r>
      <w:r w:rsidRPr="00D8503B">
        <w:tab/>
        <w:t>Less often?</w:t>
      </w:r>
    </w:p>
    <w:p w14:paraId="3832119B" w14:textId="4011AED7" w:rsidR="00145760" w:rsidRPr="00D8503B" w:rsidRDefault="00145760" w:rsidP="00145760">
      <w:pPr>
        <w:pStyle w:val="AnswerCategory"/>
        <w:rPr>
          <w:rFonts w:cs="Tahoma"/>
        </w:rPr>
      </w:pPr>
      <w:r w:rsidRPr="00D8503B">
        <w:rPr>
          <w:rFonts w:cs="Tahoma"/>
        </w:rPr>
        <w:t>5</w:t>
      </w:r>
      <w:r w:rsidRPr="00D8503B">
        <w:rPr>
          <w:rFonts w:cs="Tahoma"/>
        </w:rPr>
        <w:tab/>
      </w:r>
      <w:r w:rsidRPr="00D8503B">
        <w:rPr>
          <w:rFonts w:cs="Tahoma"/>
          <w:b/>
        </w:rPr>
        <w:t>(VOL.)</w:t>
      </w:r>
      <w:r w:rsidRPr="00D8503B">
        <w:rPr>
          <w:rFonts w:cs="Tahoma"/>
        </w:rPr>
        <w:t xml:space="preserve"> Never – only use library</w:t>
      </w:r>
      <w:r w:rsidR="00911906" w:rsidRPr="00D8503B">
        <w:rPr>
          <w:rFonts w:cs="Tahoma"/>
        </w:rPr>
        <w:t xml:space="preserve"> website</w:t>
      </w:r>
    </w:p>
    <w:p w14:paraId="73DA2A4B" w14:textId="77777777" w:rsidR="00145760" w:rsidRPr="00D8503B" w:rsidRDefault="00145760" w:rsidP="00145760">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139567ED" w14:textId="77777777" w:rsidR="00145760" w:rsidRPr="00D8503B" w:rsidRDefault="00145760" w:rsidP="00145760">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422F0711" w14:textId="77777777" w:rsidR="00145760" w:rsidRPr="00D8503B" w:rsidRDefault="00145760" w:rsidP="00564CF7"/>
    <w:p w14:paraId="75D3246F" w14:textId="77777777" w:rsidR="00DE4A75" w:rsidRPr="00D8503B" w:rsidRDefault="00DE4A75" w:rsidP="00DE4A75">
      <w:pPr>
        <w:pStyle w:val="Filter"/>
      </w:pPr>
      <w:r w:rsidRPr="00D8503B">
        <w:t>ASK IF USED LIBRARY WEBSITE IN PAST 12 MONTHS (</w:t>
      </w:r>
      <w:proofErr w:type="spellStart"/>
      <w:r w:rsidRPr="00D8503B">
        <w:t>LIBUSEb</w:t>
      </w:r>
      <w:proofErr w:type="spellEnd"/>
      <w:r w:rsidRPr="00D8503B">
        <w:t>=1):</w:t>
      </w:r>
    </w:p>
    <w:p w14:paraId="7C184774" w14:textId="2A8CFBDF" w:rsidR="00B42B23" w:rsidRPr="00D8503B" w:rsidRDefault="00F41F05" w:rsidP="00B42B23">
      <w:pPr>
        <w:pStyle w:val="Question"/>
        <w:rPr>
          <w:color w:val="A6A6A6"/>
        </w:rPr>
      </w:pPr>
      <w:r w:rsidRPr="00D8503B">
        <w:rPr>
          <w:sz w:val="14"/>
        </w:rPr>
        <w:t>LIBMOB</w:t>
      </w:r>
      <w:r w:rsidRPr="00D8503B">
        <w:tab/>
      </w:r>
      <w:r w:rsidR="00B42B23" w:rsidRPr="00D8503B">
        <w:t xml:space="preserve">Now thinking about cell phones and other handheld mobile devices... In the past 12 months, have you used a cell phone, e-reader or tablet computer to visit a public library’s website or access public library resources? </w:t>
      </w:r>
      <w:r w:rsidR="00B42B23" w:rsidRPr="00D8503B">
        <w:rPr>
          <w:color w:val="A6A6A6"/>
        </w:rPr>
        <w:t>{PIAL Library Services survey ‘12}</w:t>
      </w:r>
    </w:p>
    <w:p w14:paraId="4A7A1631" w14:textId="77777777" w:rsidR="00B42B23" w:rsidRPr="00D8503B" w:rsidRDefault="00B42B23" w:rsidP="00B42B23">
      <w:pPr>
        <w:pStyle w:val="AnswerCategory"/>
        <w:rPr>
          <w:rFonts w:cs="Tahoma"/>
        </w:rPr>
      </w:pPr>
      <w:r w:rsidRPr="00D8503B">
        <w:rPr>
          <w:rFonts w:cs="Tahoma"/>
        </w:rPr>
        <w:t>1</w:t>
      </w:r>
      <w:r w:rsidRPr="00D8503B">
        <w:rPr>
          <w:rFonts w:cs="Tahoma"/>
        </w:rPr>
        <w:tab/>
        <w:t>Yes</w:t>
      </w:r>
    </w:p>
    <w:p w14:paraId="48B222C0" w14:textId="77777777" w:rsidR="00B42B23" w:rsidRPr="00D8503B" w:rsidRDefault="00B42B23" w:rsidP="00B42B23">
      <w:pPr>
        <w:pStyle w:val="AnswerCategory"/>
        <w:rPr>
          <w:rFonts w:cs="Tahoma"/>
        </w:rPr>
      </w:pPr>
      <w:r w:rsidRPr="00D8503B">
        <w:rPr>
          <w:rFonts w:cs="Tahoma"/>
        </w:rPr>
        <w:t>2</w:t>
      </w:r>
      <w:r w:rsidRPr="00D8503B">
        <w:rPr>
          <w:rFonts w:cs="Tahoma"/>
        </w:rPr>
        <w:tab/>
        <w:t>No</w:t>
      </w:r>
    </w:p>
    <w:p w14:paraId="74EC0E7E"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1EF4E373"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3DA271C8" w14:textId="77777777" w:rsidR="00401E87" w:rsidRPr="00D8503B" w:rsidRDefault="00401E87" w:rsidP="00564CF7"/>
    <w:p w14:paraId="5F31001C" w14:textId="5877C084" w:rsidR="00A634F6" w:rsidRPr="00D8503B" w:rsidRDefault="00A61A1A" w:rsidP="00A634F6">
      <w:pPr>
        <w:pStyle w:val="Filter"/>
      </w:pPr>
      <w:r w:rsidRPr="00D8503B">
        <w:t>ASK ALL</w:t>
      </w:r>
    </w:p>
    <w:p w14:paraId="7284D9D5" w14:textId="7D23FF2A" w:rsidR="00401E87" w:rsidRPr="00D8503B" w:rsidRDefault="00401E87" w:rsidP="00401E87">
      <w:pPr>
        <w:pStyle w:val="Question"/>
      </w:pPr>
      <w:r w:rsidRPr="00D8503B">
        <w:rPr>
          <w:sz w:val="14"/>
        </w:rPr>
        <w:t>EBK_AWR</w:t>
      </w:r>
      <w:r w:rsidRPr="00D8503B">
        <w:tab/>
        <w:t xml:space="preserve">As far as you know, does your public library loan out e-books? </w:t>
      </w:r>
      <w:r w:rsidRPr="00D8503B">
        <w:rPr>
          <w:color w:val="A6A6A6"/>
        </w:rPr>
        <w:t>{PIAL Reading Habits</w:t>
      </w:r>
      <w:r w:rsidR="00B5741F">
        <w:rPr>
          <w:color w:val="A6A6A6"/>
        </w:rPr>
        <w:t>-modified base</w:t>
      </w:r>
      <w:r w:rsidRPr="00D8503B">
        <w:rPr>
          <w:color w:val="A6A6A6"/>
        </w:rPr>
        <w:t>, Library Services ‘12}</w:t>
      </w:r>
    </w:p>
    <w:p w14:paraId="6DA5A707" w14:textId="77777777" w:rsidR="00401E87" w:rsidRPr="00D8503B" w:rsidRDefault="00401E87" w:rsidP="00401E87">
      <w:pPr>
        <w:pStyle w:val="AnswerCategory"/>
      </w:pPr>
      <w:r w:rsidRPr="00D8503B">
        <w:t>1</w:t>
      </w:r>
      <w:r w:rsidRPr="00D8503B">
        <w:tab/>
        <w:t>Yes</w:t>
      </w:r>
    </w:p>
    <w:p w14:paraId="0705B20E" w14:textId="77777777" w:rsidR="00401E87" w:rsidRPr="00D8503B" w:rsidRDefault="00401E87" w:rsidP="00401E87">
      <w:pPr>
        <w:pStyle w:val="AnswerCategory"/>
      </w:pPr>
      <w:r w:rsidRPr="00D8503B">
        <w:t>2</w:t>
      </w:r>
      <w:r w:rsidRPr="00D8503B">
        <w:tab/>
        <w:t>No</w:t>
      </w:r>
    </w:p>
    <w:p w14:paraId="008C75F7" w14:textId="77777777" w:rsidR="00401E87" w:rsidRPr="00D8503B" w:rsidRDefault="00401E87" w:rsidP="00401E87">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27964505" w14:textId="77777777" w:rsidR="00401E87" w:rsidRPr="00D8503B" w:rsidRDefault="00401E87" w:rsidP="00401E87">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4AE2A4D0" w14:textId="77777777" w:rsidR="00401E87" w:rsidRPr="00D8503B" w:rsidRDefault="00401E87" w:rsidP="00401E87"/>
    <w:p w14:paraId="73D9964A" w14:textId="77777777" w:rsidR="00401E87" w:rsidRPr="00D8503B" w:rsidRDefault="00401E87" w:rsidP="00401E87">
      <w:pPr>
        <w:pStyle w:val="Filter"/>
      </w:pPr>
      <w:r w:rsidRPr="00D8503B">
        <w:t>ASK IF KNOWS WHETHER LIBRARY LOANS E-BOOKS (EBK_AWR=1):</w:t>
      </w:r>
    </w:p>
    <w:p w14:paraId="7D678B6A" w14:textId="573DE5AB" w:rsidR="00401E87" w:rsidRPr="00D8503B" w:rsidRDefault="00401E87" w:rsidP="00401E87">
      <w:pPr>
        <w:pStyle w:val="Question"/>
        <w:rPr>
          <w:b/>
        </w:rPr>
      </w:pPr>
      <w:r w:rsidRPr="00D8503B">
        <w:rPr>
          <w:sz w:val="14"/>
        </w:rPr>
        <w:t>EBK_BRW</w:t>
      </w:r>
      <w:r w:rsidRPr="00D8503B">
        <w:tab/>
        <w:t xml:space="preserve">Have you ever tried to borrow or download an E-BOOK from a public library, or have you not done this? </w:t>
      </w:r>
      <w:r w:rsidRPr="00D8503B">
        <w:rPr>
          <w:color w:val="A6A6A6"/>
        </w:rPr>
        <w:t>{PIAL Reading Habits – different from the way it was asked in Lib</w:t>
      </w:r>
      <w:r w:rsidR="008B44C9" w:rsidRPr="00D8503B">
        <w:rPr>
          <w:color w:val="A6A6A6"/>
        </w:rPr>
        <w:t>rary Services/Typology surveys-mod base}</w:t>
      </w:r>
    </w:p>
    <w:p w14:paraId="085C6F80" w14:textId="77777777" w:rsidR="00401E87" w:rsidRPr="00D8503B" w:rsidRDefault="00401E87" w:rsidP="00401E87">
      <w:pPr>
        <w:pStyle w:val="AnswerCategory"/>
      </w:pPr>
      <w:r w:rsidRPr="00D8503B">
        <w:t>1</w:t>
      </w:r>
      <w:r w:rsidRPr="00D8503B">
        <w:tab/>
        <w:t>Yes, have tried</w:t>
      </w:r>
    </w:p>
    <w:p w14:paraId="5D2E3D11" w14:textId="77777777" w:rsidR="00401E87" w:rsidRPr="00D8503B" w:rsidRDefault="00401E87" w:rsidP="00401E87">
      <w:pPr>
        <w:pStyle w:val="AnswerCategory"/>
      </w:pPr>
      <w:r w:rsidRPr="00D8503B">
        <w:t>2</w:t>
      </w:r>
      <w:r w:rsidRPr="00D8503B">
        <w:tab/>
        <w:t>No, have not tried</w:t>
      </w:r>
    </w:p>
    <w:p w14:paraId="51E99E86" w14:textId="77777777" w:rsidR="00401E87" w:rsidRPr="00D8503B" w:rsidRDefault="00401E87" w:rsidP="00401E87">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0A73635C" w14:textId="77777777" w:rsidR="00401E87" w:rsidRPr="00D8503B" w:rsidRDefault="00401E87" w:rsidP="00401E87">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1BF3C979" w14:textId="77777777" w:rsidR="00401E87" w:rsidRPr="00D8503B" w:rsidRDefault="00401E87" w:rsidP="00564CF7"/>
    <w:p w14:paraId="79AB95E5" w14:textId="46A26462" w:rsidR="00A61A1A" w:rsidRPr="00D8503B" w:rsidRDefault="00A61A1A" w:rsidP="00564CF7">
      <w:pPr>
        <w:rPr>
          <w:b/>
        </w:rPr>
      </w:pPr>
      <w:r w:rsidRPr="00D8503B">
        <w:rPr>
          <w:b/>
        </w:rPr>
        <w:t>NO QUESTIONS 3 THRU 10</w:t>
      </w:r>
    </w:p>
    <w:p w14:paraId="09C9F68F" w14:textId="77777777" w:rsidR="00A61A1A" w:rsidRPr="00D8503B" w:rsidRDefault="00A61A1A" w:rsidP="00F41F05">
      <w:pPr>
        <w:pStyle w:val="Filter"/>
      </w:pPr>
      <w:r w:rsidRPr="00D8503B">
        <w:br w:type="page"/>
      </w:r>
    </w:p>
    <w:p w14:paraId="5457F5D1" w14:textId="337E27CF" w:rsidR="00F41F05" w:rsidRPr="00D8503B" w:rsidRDefault="00F41F05" w:rsidP="00F41F05">
      <w:pPr>
        <w:pStyle w:val="Filter"/>
      </w:pPr>
      <w:r w:rsidRPr="00D8503B">
        <w:lastRenderedPageBreak/>
        <w:t>ASK IF VISITED LIBRARY IN PAST 12 MONTHS (</w:t>
      </w:r>
      <w:proofErr w:type="spellStart"/>
      <w:r w:rsidRPr="00D8503B">
        <w:t>LIBUSEa</w:t>
      </w:r>
      <w:proofErr w:type="spellEnd"/>
      <w:r w:rsidRPr="00D8503B">
        <w:t>=1):</w:t>
      </w:r>
    </w:p>
    <w:p w14:paraId="4D7E24E6" w14:textId="7440A043" w:rsidR="00244424" w:rsidRPr="00D8503B" w:rsidRDefault="00244424" w:rsidP="00244424">
      <w:pPr>
        <w:pStyle w:val="Question"/>
        <w:rPr>
          <w:rFonts w:cs="Tahoma"/>
        </w:rPr>
      </w:pPr>
      <w:r w:rsidRPr="00D8503B">
        <w:rPr>
          <w:rFonts w:cs="Tahoma"/>
        </w:rPr>
        <w:t>Q1</w:t>
      </w:r>
      <w:r w:rsidR="00E9535E" w:rsidRPr="00D8503B">
        <w:rPr>
          <w:rFonts w:cs="Tahoma"/>
        </w:rPr>
        <w:t>1</w:t>
      </w:r>
      <w:r w:rsidRPr="00D8503B">
        <w:rPr>
          <w:rFonts w:cs="Tahoma"/>
        </w:rPr>
        <w:tab/>
        <w:t>People visit public libraries for different reasons. In the past 12 months</w:t>
      </w:r>
      <w:r w:rsidR="007D3162" w:rsidRPr="00D8503B">
        <w:rPr>
          <w:rFonts w:cs="Tahoma"/>
        </w:rPr>
        <w:t>,</w:t>
      </w:r>
      <w:r w:rsidRPr="00D8503B">
        <w:rPr>
          <w:rFonts w:cs="Tahoma"/>
        </w:rPr>
        <w:t xml:space="preserve"> have you visited a public library IN PERSON to</w:t>
      </w:r>
      <w:proofErr w:type="gramStart"/>
      <w:r w:rsidRPr="00D8503B">
        <w:rPr>
          <w:rFonts w:cs="Tahoma"/>
        </w:rPr>
        <w:t>...</w:t>
      </w:r>
      <w:r w:rsidRPr="00D8503B">
        <w:rPr>
          <w:rFonts w:cs="Tahoma"/>
          <w:b/>
        </w:rPr>
        <w:t>[</w:t>
      </w:r>
      <w:proofErr w:type="gramEnd"/>
      <w:r w:rsidRPr="00D8503B">
        <w:rPr>
          <w:rFonts w:cs="Tahoma"/>
          <w:b/>
        </w:rPr>
        <w:t>INSERT FIRST TWO RANDOMIZED ITEMS]</w:t>
      </w:r>
      <w:r w:rsidRPr="00D8503B">
        <w:rPr>
          <w:rFonts w:cs="Tahoma"/>
        </w:rPr>
        <w:t xml:space="preserve">? </w:t>
      </w:r>
      <w:r w:rsidRPr="00D8503B">
        <w:rPr>
          <w:color w:val="A6A6A6"/>
        </w:rPr>
        <w:t>{Trend: Library Services ‘12}</w:t>
      </w:r>
    </w:p>
    <w:p w14:paraId="7B5A5A73" w14:textId="07F160B9" w:rsidR="00244424" w:rsidRPr="00D8503B" w:rsidRDefault="00244424" w:rsidP="00244424">
      <w:pPr>
        <w:pStyle w:val="Question"/>
        <w:ind w:firstLine="0"/>
        <w:rPr>
          <w:rFonts w:cs="Tahoma"/>
        </w:rPr>
      </w:pPr>
      <w:r w:rsidRPr="00D8503B">
        <w:rPr>
          <w:rFonts w:cs="Tahoma"/>
        </w:rPr>
        <w:t xml:space="preserve">How about to </w:t>
      </w:r>
      <w:r w:rsidRPr="00D8503B">
        <w:rPr>
          <w:rFonts w:cs="Tahoma"/>
          <w:b/>
        </w:rPr>
        <w:t>[REMAINING ITEMS]</w:t>
      </w:r>
      <w:r w:rsidRPr="00D8503B">
        <w:rPr>
          <w:rFonts w:cs="Tahoma"/>
        </w:rPr>
        <w:t xml:space="preserve">? </w:t>
      </w:r>
      <w:r w:rsidRPr="00D8503B">
        <w:rPr>
          <w:rFonts w:cs="Tahoma"/>
          <w:b/>
        </w:rPr>
        <w:t xml:space="preserve">[READ IF NECESSARY: </w:t>
      </w:r>
      <w:r w:rsidRPr="00D8503B">
        <w:rPr>
          <w:rFonts w:cs="Tahoma"/>
        </w:rPr>
        <w:t>Have you visited a public library IN PERSON for this reason in the past 12 months?</w:t>
      </w:r>
      <w:r w:rsidRPr="00D8503B">
        <w:rPr>
          <w:rFonts w:cs="Tahoma"/>
          <w:b/>
        </w:rPr>
        <w:t>]</w:t>
      </w:r>
    </w:p>
    <w:p w14:paraId="544CF83E" w14:textId="77777777" w:rsidR="00244424" w:rsidRPr="00D8503B" w:rsidRDefault="00244424" w:rsidP="00030F6F">
      <w:pPr>
        <w:pStyle w:val="QuestionItemFilter"/>
      </w:pPr>
      <w:r w:rsidRPr="00D8503B">
        <w:t>ASK ITEMS a-c OF ALL:</w:t>
      </w:r>
    </w:p>
    <w:p w14:paraId="27DC5624" w14:textId="77777777" w:rsidR="00244424" w:rsidRPr="00D8503B" w:rsidRDefault="00244424" w:rsidP="00244424">
      <w:pPr>
        <w:pStyle w:val="QuestionItem"/>
      </w:pPr>
      <w:r w:rsidRPr="00D8503B">
        <w:t>a.</w:t>
      </w:r>
      <w:r w:rsidRPr="00D8503B">
        <w:tab/>
        <w:t>Borrow print books</w:t>
      </w:r>
    </w:p>
    <w:p w14:paraId="4AE160F8" w14:textId="77777777" w:rsidR="00244424" w:rsidRPr="00D8503B" w:rsidRDefault="00244424" w:rsidP="00244424">
      <w:pPr>
        <w:pStyle w:val="QuestionItem"/>
      </w:pPr>
      <w:r w:rsidRPr="00D8503B">
        <w:t>b.</w:t>
      </w:r>
      <w:r w:rsidRPr="00D8503B">
        <w:tab/>
        <w:t>Get help from a librarian</w:t>
      </w:r>
    </w:p>
    <w:p w14:paraId="4351E548" w14:textId="77777777" w:rsidR="00244424" w:rsidRPr="00D8503B" w:rsidRDefault="00244424" w:rsidP="00244424">
      <w:pPr>
        <w:pStyle w:val="QuestionItem"/>
      </w:pPr>
      <w:r w:rsidRPr="00D8503B">
        <w:t>c.</w:t>
      </w:r>
      <w:r w:rsidRPr="00D8503B">
        <w:tab/>
        <w:t>Just sit and read, study, or watch or listen to media</w:t>
      </w:r>
    </w:p>
    <w:p w14:paraId="21AC688F" w14:textId="331902EB" w:rsidR="00244424" w:rsidRPr="00D8503B" w:rsidRDefault="00244424" w:rsidP="00030F6F">
      <w:pPr>
        <w:pStyle w:val="QuestionItemFilter"/>
      </w:pPr>
      <w:r w:rsidRPr="00D8503B">
        <w:t>ASK ITEMS d-</w:t>
      </w:r>
      <w:r w:rsidR="00D71E42" w:rsidRPr="00D8503B">
        <w:t>f</w:t>
      </w:r>
      <w:r w:rsidRPr="00D8503B">
        <w:t xml:space="preserve"> OF FORM A</w:t>
      </w:r>
    </w:p>
    <w:p w14:paraId="6E340AEA" w14:textId="0BF252D2" w:rsidR="00244424" w:rsidRPr="00D8503B" w:rsidRDefault="00244424" w:rsidP="00244424">
      <w:pPr>
        <w:pStyle w:val="QuestionItem"/>
      </w:pPr>
      <w:r w:rsidRPr="00D8503B">
        <w:t>d.</w:t>
      </w:r>
      <w:r w:rsidRPr="00D8503B">
        <w:tab/>
      </w:r>
      <w:r w:rsidR="00414AA2" w:rsidRPr="00D8503B">
        <w:t xml:space="preserve">Take a class on how to use a computer or the internet </w:t>
      </w:r>
      <w:r w:rsidR="00414AA2" w:rsidRPr="00D8503B">
        <w:rPr>
          <w:color w:val="A6A6A6"/>
        </w:rPr>
        <w:t>{new}</w:t>
      </w:r>
    </w:p>
    <w:p w14:paraId="063231A9" w14:textId="0B83F72A" w:rsidR="00244424" w:rsidRPr="00D8503B" w:rsidRDefault="00414AA2" w:rsidP="00244424">
      <w:pPr>
        <w:pStyle w:val="QuestionItem"/>
      </w:pPr>
      <w:r w:rsidRPr="00D8503B">
        <w:t>e</w:t>
      </w:r>
      <w:r w:rsidR="00244424" w:rsidRPr="00D8503B">
        <w:t>.</w:t>
      </w:r>
      <w:r w:rsidR="00244424" w:rsidRPr="00D8503B">
        <w:tab/>
        <w:t xml:space="preserve">Attend a class, program or lecture </w:t>
      </w:r>
      <w:r w:rsidR="00244424" w:rsidRPr="00D8503B">
        <w:rPr>
          <w:color w:val="A6A6A6"/>
        </w:rPr>
        <w:t>{modified – took out reference to adults}</w:t>
      </w:r>
    </w:p>
    <w:p w14:paraId="4EA7DD3C" w14:textId="01A76AE6" w:rsidR="00244424" w:rsidRPr="00D8503B" w:rsidRDefault="00414AA2" w:rsidP="00244424">
      <w:pPr>
        <w:pStyle w:val="QuestionItem"/>
      </w:pPr>
      <w:r w:rsidRPr="00D8503B">
        <w:t>f</w:t>
      </w:r>
      <w:r w:rsidR="00244424" w:rsidRPr="00D8503B">
        <w:t xml:space="preserve">. </w:t>
      </w:r>
      <w:r w:rsidR="00244424" w:rsidRPr="00D8503B">
        <w:tab/>
        <w:t>Attend a meeting of a group you belong to</w:t>
      </w:r>
    </w:p>
    <w:p w14:paraId="6A515830" w14:textId="4322D280" w:rsidR="00244424" w:rsidRPr="00D8503B" w:rsidRDefault="00244424" w:rsidP="00030F6F">
      <w:pPr>
        <w:pStyle w:val="QuestionItemFilter"/>
      </w:pPr>
      <w:r w:rsidRPr="00D8503B">
        <w:t xml:space="preserve">ASK ITEMS </w:t>
      </w:r>
      <w:r w:rsidR="00D71E42" w:rsidRPr="00D8503B">
        <w:t>g</w:t>
      </w:r>
      <w:r w:rsidR="00414AA2" w:rsidRPr="00D8503B">
        <w:t>-</w:t>
      </w:r>
      <w:r w:rsidR="00D07DB3">
        <w:t>j</w:t>
      </w:r>
      <w:r w:rsidRPr="00D8503B">
        <w:t xml:space="preserve"> OF FORM B</w:t>
      </w:r>
    </w:p>
    <w:p w14:paraId="4DB12B70" w14:textId="324A3B7D" w:rsidR="00244424" w:rsidRPr="00D8503B" w:rsidRDefault="00D71E42" w:rsidP="00244424">
      <w:pPr>
        <w:pStyle w:val="QuestionItem"/>
        <w:rPr>
          <w:color w:val="A6A6A6"/>
        </w:rPr>
      </w:pPr>
      <w:r w:rsidRPr="00D8503B">
        <w:t>g</w:t>
      </w:r>
      <w:r w:rsidR="00414AA2" w:rsidRPr="00D8503B">
        <w:t>.</w:t>
      </w:r>
      <w:r w:rsidR="00244424" w:rsidRPr="00D8503B">
        <w:tab/>
        <w:t xml:space="preserve">Use a 3-D printer or other new high-tech device </w:t>
      </w:r>
      <w:r w:rsidR="00244424" w:rsidRPr="00D8503B">
        <w:rPr>
          <w:color w:val="A6A6A6"/>
        </w:rPr>
        <w:t>{new}</w:t>
      </w:r>
    </w:p>
    <w:p w14:paraId="20DC4726" w14:textId="13113951" w:rsidR="00244424" w:rsidRPr="00D8503B" w:rsidRDefault="00D71E42" w:rsidP="00244424">
      <w:pPr>
        <w:pStyle w:val="QuestionItem"/>
      </w:pPr>
      <w:r w:rsidRPr="00D8503B">
        <w:t>h.</w:t>
      </w:r>
      <w:r w:rsidR="00244424" w:rsidRPr="00D8503B">
        <w:tab/>
        <w:t xml:space="preserve">Acquire new job-related skills so you can increase your income </w:t>
      </w:r>
      <w:r w:rsidR="00244424" w:rsidRPr="00D8503B">
        <w:rPr>
          <w:color w:val="A6A6A6"/>
        </w:rPr>
        <w:t>{new}</w:t>
      </w:r>
    </w:p>
    <w:p w14:paraId="3DA24004" w14:textId="5C45CF8D" w:rsidR="00244424" w:rsidRPr="00D8503B" w:rsidRDefault="00D71E42" w:rsidP="00244424">
      <w:pPr>
        <w:pStyle w:val="QuestionItem"/>
      </w:pPr>
      <w:proofErr w:type="spellStart"/>
      <w:r w:rsidRPr="00D8503B">
        <w:t>i</w:t>
      </w:r>
      <w:proofErr w:type="spellEnd"/>
      <w:r w:rsidR="00244424" w:rsidRPr="00D8503B">
        <w:t>.</w:t>
      </w:r>
      <w:r w:rsidR="00244424" w:rsidRPr="00D8503B">
        <w:tab/>
        <w:t xml:space="preserve">Learn how to start your own business </w:t>
      </w:r>
      <w:r w:rsidR="006751F0" w:rsidRPr="00D8503B">
        <w:t xml:space="preserve">or expand </w:t>
      </w:r>
      <w:r w:rsidR="00401E87" w:rsidRPr="00D8503B">
        <w:t xml:space="preserve">your </w:t>
      </w:r>
      <w:r w:rsidR="006751F0" w:rsidRPr="00D8503B">
        <w:t>business</w:t>
      </w:r>
      <w:r w:rsidR="00244424" w:rsidRPr="00D8503B">
        <w:t xml:space="preserve"> </w:t>
      </w:r>
      <w:r w:rsidR="00244424" w:rsidRPr="00D8503B">
        <w:rPr>
          <w:color w:val="A6A6A6"/>
        </w:rPr>
        <w:t>{new}</w:t>
      </w:r>
    </w:p>
    <w:p w14:paraId="5B4C7A71" w14:textId="707C9FC6" w:rsidR="00244424" w:rsidRPr="00D8503B" w:rsidRDefault="00D71E42" w:rsidP="00244424">
      <w:pPr>
        <w:pStyle w:val="QuestionItem"/>
      </w:pPr>
      <w:r w:rsidRPr="00D8503B">
        <w:t>j</w:t>
      </w:r>
      <w:r w:rsidR="00244424" w:rsidRPr="00D8503B">
        <w:t>.</w:t>
      </w:r>
      <w:r w:rsidR="00244424" w:rsidRPr="00D8503B">
        <w:tab/>
      </w:r>
      <w:r w:rsidR="00EE5419" w:rsidRPr="00D8503B">
        <w:t>Search online for a job or apply for a job online</w:t>
      </w:r>
      <w:r w:rsidR="00EE5419" w:rsidRPr="00D8503B" w:rsidDel="00EE5419">
        <w:t xml:space="preserve"> </w:t>
      </w:r>
      <w:r w:rsidR="00244424" w:rsidRPr="00D8503B">
        <w:rPr>
          <w:color w:val="A6A6A6"/>
        </w:rPr>
        <w:t>{new}</w:t>
      </w:r>
    </w:p>
    <w:p w14:paraId="20023797" w14:textId="77777777" w:rsidR="00244424" w:rsidRPr="00D8503B" w:rsidRDefault="00244424" w:rsidP="00244424">
      <w:pPr>
        <w:pStyle w:val="Categories"/>
      </w:pPr>
      <w:r w:rsidRPr="00D8503B">
        <w:t>CATEGORIES</w:t>
      </w:r>
    </w:p>
    <w:p w14:paraId="101B5CF9" w14:textId="77777777" w:rsidR="00244424" w:rsidRPr="00D8503B" w:rsidRDefault="00244424" w:rsidP="00244424">
      <w:pPr>
        <w:pStyle w:val="AnswerCategory"/>
        <w:rPr>
          <w:rFonts w:cs="Tahoma"/>
        </w:rPr>
      </w:pPr>
      <w:r w:rsidRPr="00D8503B">
        <w:rPr>
          <w:rFonts w:cs="Tahoma"/>
        </w:rPr>
        <w:t>1</w:t>
      </w:r>
      <w:r w:rsidRPr="00D8503B">
        <w:rPr>
          <w:rFonts w:cs="Tahoma"/>
        </w:rPr>
        <w:tab/>
        <w:t>Yes</w:t>
      </w:r>
    </w:p>
    <w:p w14:paraId="04CA6A04" w14:textId="77777777" w:rsidR="00244424" w:rsidRPr="00D8503B" w:rsidRDefault="00244424" w:rsidP="00244424">
      <w:pPr>
        <w:pStyle w:val="AnswerCategory"/>
        <w:rPr>
          <w:rFonts w:cs="Tahoma"/>
        </w:rPr>
      </w:pPr>
      <w:r w:rsidRPr="00D8503B">
        <w:rPr>
          <w:rFonts w:cs="Tahoma"/>
        </w:rPr>
        <w:t>2</w:t>
      </w:r>
      <w:r w:rsidRPr="00D8503B">
        <w:rPr>
          <w:rFonts w:cs="Tahoma"/>
        </w:rPr>
        <w:tab/>
        <w:t>No</w:t>
      </w:r>
    </w:p>
    <w:p w14:paraId="6451DFB6"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3400352A"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2C3F5E32" w14:textId="76C0BF2F" w:rsidR="00A61A1A" w:rsidRPr="00D8503B" w:rsidRDefault="00A61A1A" w:rsidP="00A61A1A">
      <w:pPr>
        <w:rPr>
          <w:rStyle w:val="Timingmodule"/>
        </w:rPr>
      </w:pPr>
      <w:r w:rsidRPr="00D8503B">
        <w:rPr>
          <w:rStyle w:val="Timingmodule"/>
        </w:rPr>
        <w:t>END TIMING MODULE</w:t>
      </w:r>
    </w:p>
    <w:p w14:paraId="4E6063AB" w14:textId="77777777" w:rsidR="009974E1" w:rsidRPr="00D8503B" w:rsidRDefault="009974E1" w:rsidP="00564CF7"/>
    <w:p w14:paraId="5B735DF1" w14:textId="77777777" w:rsidR="00A61A1A" w:rsidRPr="00D8503B" w:rsidRDefault="00A61A1A" w:rsidP="00A61A1A">
      <w:pPr>
        <w:rPr>
          <w:rStyle w:val="Timingmodule"/>
        </w:rPr>
      </w:pPr>
      <w:r w:rsidRPr="00D8503B">
        <w:rPr>
          <w:rStyle w:val="Timingmodule"/>
        </w:rPr>
        <w:t>START TIMING MODULE</w:t>
      </w:r>
    </w:p>
    <w:p w14:paraId="62DC73A8" w14:textId="73BE074B" w:rsidR="00F41F05" w:rsidRPr="00D8503B" w:rsidRDefault="00F41F05" w:rsidP="00F41F05">
      <w:pPr>
        <w:pStyle w:val="Filter"/>
      </w:pPr>
      <w:r w:rsidRPr="00D8503B">
        <w:t xml:space="preserve">ASK IF </w:t>
      </w:r>
      <w:r w:rsidR="00414AA2" w:rsidRPr="00D8503B">
        <w:t xml:space="preserve">EVER </w:t>
      </w:r>
      <w:r w:rsidRPr="00D8503B">
        <w:t>VISITED LIBRARY (</w:t>
      </w:r>
      <w:proofErr w:type="spellStart"/>
      <w:r w:rsidRPr="00D8503B">
        <w:t>LIBUSEa</w:t>
      </w:r>
      <w:proofErr w:type="spellEnd"/>
      <w:r w:rsidRPr="00D8503B">
        <w:t>=1</w:t>
      </w:r>
      <w:proofErr w:type="gramStart"/>
      <w:r w:rsidR="00414AA2" w:rsidRPr="00D8503B">
        <w:t>,2</w:t>
      </w:r>
      <w:proofErr w:type="gramEnd"/>
      <w:r w:rsidRPr="00D8503B">
        <w:t>):</w:t>
      </w:r>
    </w:p>
    <w:p w14:paraId="3E4DDA62" w14:textId="3D511CCF" w:rsidR="00244424" w:rsidRPr="00D8503B" w:rsidRDefault="00244424" w:rsidP="00244424">
      <w:pPr>
        <w:pStyle w:val="Question"/>
      </w:pPr>
      <w:r w:rsidRPr="00D8503B">
        <w:t>Q</w:t>
      </w:r>
      <w:r w:rsidR="008F22B7" w:rsidRPr="00D8503B">
        <w:t>1</w:t>
      </w:r>
      <w:r w:rsidR="00E9535E" w:rsidRPr="00D8503B">
        <w:t>2</w:t>
      </w:r>
      <w:r w:rsidRPr="00D8503B">
        <w:tab/>
        <w:t>Next</w:t>
      </w:r>
      <w:r w:rsidR="00F41F05" w:rsidRPr="00D8503B">
        <w:t>,</w:t>
      </w:r>
      <w:r w:rsidRPr="00D8503B">
        <w:t xml:space="preserve"> I have some questions about using computers and the internet at public libraries. First, in the past 12 months, have you used computers, the internet, or a public WI-FI network at a public library? </w:t>
      </w:r>
      <w:r w:rsidRPr="00D8503B">
        <w:rPr>
          <w:color w:val="A6A6A6"/>
        </w:rPr>
        <w:t xml:space="preserve">{Trend: Library Services </w:t>
      </w:r>
      <w:r w:rsidR="00911906" w:rsidRPr="00D8503B">
        <w:rPr>
          <w:color w:val="A6A6A6"/>
        </w:rPr>
        <w:t>20</w:t>
      </w:r>
      <w:r w:rsidRPr="00D8503B">
        <w:rPr>
          <w:color w:val="A6A6A6"/>
        </w:rPr>
        <w:t>12}</w:t>
      </w:r>
    </w:p>
    <w:p w14:paraId="4BBFC016" w14:textId="77777777" w:rsidR="00244424" w:rsidRPr="00D8503B" w:rsidRDefault="00244424" w:rsidP="00244424">
      <w:pPr>
        <w:pStyle w:val="AnswerCategory"/>
        <w:rPr>
          <w:rFonts w:cs="Tahoma"/>
        </w:rPr>
      </w:pPr>
      <w:r w:rsidRPr="00D8503B">
        <w:rPr>
          <w:rFonts w:cs="Tahoma"/>
        </w:rPr>
        <w:t>1</w:t>
      </w:r>
      <w:r w:rsidRPr="00D8503B">
        <w:rPr>
          <w:rFonts w:cs="Tahoma"/>
        </w:rPr>
        <w:tab/>
        <w:t>Yes</w:t>
      </w:r>
    </w:p>
    <w:p w14:paraId="1638E7B5" w14:textId="77777777" w:rsidR="00244424" w:rsidRPr="00D8503B" w:rsidRDefault="00244424" w:rsidP="00244424">
      <w:pPr>
        <w:pStyle w:val="AnswerCategory"/>
        <w:rPr>
          <w:rFonts w:cs="Tahoma"/>
        </w:rPr>
      </w:pPr>
      <w:r w:rsidRPr="00D8503B">
        <w:rPr>
          <w:rFonts w:cs="Tahoma"/>
        </w:rPr>
        <w:t>2</w:t>
      </w:r>
      <w:r w:rsidRPr="00D8503B">
        <w:rPr>
          <w:rFonts w:cs="Tahoma"/>
        </w:rPr>
        <w:tab/>
        <w:t>No</w:t>
      </w:r>
    </w:p>
    <w:p w14:paraId="201DCAD2"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31FA9961"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75DAF5D4" w14:textId="77777777" w:rsidR="00244424" w:rsidRPr="00D8503B" w:rsidRDefault="00244424" w:rsidP="00CD075C"/>
    <w:p w14:paraId="43B3C914" w14:textId="77777777" w:rsidR="00A61A1A" w:rsidRPr="00D8503B" w:rsidRDefault="00A61A1A" w:rsidP="00244424">
      <w:pPr>
        <w:pStyle w:val="Filter"/>
      </w:pPr>
      <w:r w:rsidRPr="00D8503B">
        <w:br w:type="page"/>
      </w:r>
    </w:p>
    <w:p w14:paraId="6C15ACD1" w14:textId="5ED24527" w:rsidR="00244424" w:rsidRPr="00D8503B" w:rsidRDefault="002B387D" w:rsidP="00244424">
      <w:pPr>
        <w:pStyle w:val="Filter"/>
      </w:pPr>
      <w:r w:rsidRPr="00D8503B">
        <w:lastRenderedPageBreak/>
        <w:t xml:space="preserve">ASK </w:t>
      </w:r>
      <w:r w:rsidR="00244424" w:rsidRPr="00D8503B">
        <w:t>IF USE INTERNET OR COMPUTERS AT LIBRARY IN PAST 12 MONTHS (Q</w:t>
      </w:r>
      <w:r w:rsidR="00F41F05" w:rsidRPr="00D8503B">
        <w:t>12</w:t>
      </w:r>
      <w:r w:rsidR="00244424" w:rsidRPr="00D8503B">
        <w:t>=1):</w:t>
      </w:r>
    </w:p>
    <w:p w14:paraId="1693AFDC" w14:textId="6F4BE7C2" w:rsidR="00244424" w:rsidRPr="00D8503B" w:rsidRDefault="00244424" w:rsidP="00244424">
      <w:pPr>
        <w:pStyle w:val="Question"/>
      </w:pPr>
      <w:r w:rsidRPr="00D8503B">
        <w:t>Q</w:t>
      </w:r>
      <w:r w:rsidR="008F22B7" w:rsidRPr="00D8503B">
        <w:t>1</w:t>
      </w:r>
      <w:r w:rsidR="00E9535E" w:rsidRPr="00D8503B">
        <w:t>3</w:t>
      </w:r>
      <w:r w:rsidRPr="00D8503B">
        <w:tab/>
        <w:t>In the past 12 months, have you used a public library computer, internet or WI-FI</w:t>
      </w:r>
      <w:r w:rsidRPr="00D8503B" w:rsidDel="00594FD9">
        <w:t xml:space="preserve"> </w:t>
      </w:r>
      <w:r w:rsidRPr="00D8503B">
        <w:t>connection to</w:t>
      </w:r>
      <w:proofErr w:type="gramStart"/>
      <w:r w:rsidRPr="00D8503B">
        <w:t>...</w:t>
      </w:r>
      <w:proofErr w:type="gramEnd"/>
      <w:r w:rsidRPr="00D8503B">
        <w:t xml:space="preserve"> </w:t>
      </w:r>
      <w:r w:rsidRPr="00D8503B">
        <w:rPr>
          <w:b/>
        </w:rPr>
        <w:t>[</w:t>
      </w:r>
      <w:r w:rsidR="002B387D" w:rsidRPr="00D8503B">
        <w:rPr>
          <w:rFonts w:cs="Tahoma"/>
          <w:b/>
        </w:rPr>
        <w:t>INSERT FIRST TWO RANDOMIZED ITEMS</w:t>
      </w:r>
      <w:r w:rsidRPr="00D8503B">
        <w:rPr>
          <w:b/>
        </w:rPr>
        <w:t>]</w:t>
      </w:r>
      <w:r w:rsidRPr="00D8503B">
        <w:t xml:space="preserve">? </w:t>
      </w:r>
      <w:r w:rsidR="00414AA2" w:rsidRPr="00D8503B">
        <w:rPr>
          <w:color w:val="A6A6A6"/>
        </w:rPr>
        <w:t>{Trend: Library Services 20</w:t>
      </w:r>
      <w:r w:rsidRPr="00D8503B">
        <w:rPr>
          <w:color w:val="A6A6A6"/>
        </w:rPr>
        <w:t>12}</w:t>
      </w:r>
    </w:p>
    <w:p w14:paraId="24AC7070" w14:textId="330CAA63" w:rsidR="002B387D" w:rsidRPr="00D8503B" w:rsidRDefault="002B387D" w:rsidP="002B387D">
      <w:pPr>
        <w:pStyle w:val="Question"/>
        <w:ind w:firstLine="0"/>
        <w:rPr>
          <w:rFonts w:cs="Tahoma"/>
        </w:rPr>
      </w:pPr>
      <w:r w:rsidRPr="00D8503B">
        <w:rPr>
          <w:rFonts w:cs="Tahoma"/>
        </w:rPr>
        <w:t xml:space="preserve">How about to </w:t>
      </w:r>
      <w:r w:rsidRPr="00D8503B">
        <w:rPr>
          <w:rFonts w:cs="Tahoma"/>
          <w:b/>
        </w:rPr>
        <w:t>[REMAINING ITEMS]</w:t>
      </w:r>
      <w:r w:rsidRPr="00D8503B">
        <w:rPr>
          <w:rFonts w:cs="Tahoma"/>
        </w:rPr>
        <w:t xml:space="preserve">? </w:t>
      </w:r>
      <w:r w:rsidRPr="00D8503B">
        <w:rPr>
          <w:rFonts w:cs="Tahoma"/>
          <w:b/>
        </w:rPr>
        <w:t xml:space="preserve">[READ IF NECESSARY: </w:t>
      </w:r>
      <w:r w:rsidRPr="00D8503B">
        <w:rPr>
          <w:rFonts w:cs="Tahoma"/>
        </w:rPr>
        <w:t xml:space="preserve">Have you </w:t>
      </w:r>
      <w:r w:rsidRPr="00D8503B">
        <w:t>used a public library computer, internet or WI-FI</w:t>
      </w:r>
      <w:r w:rsidRPr="00D8503B" w:rsidDel="00594FD9">
        <w:t xml:space="preserve"> </w:t>
      </w:r>
      <w:r w:rsidRPr="00D8503B">
        <w:t>connection to</w:t>
      </w:r>
      <w:r w:rsidRPr="00D8503B">
        <w:rPr>
          <w:rFonts w:cs="Tahoma"/>
        </w:rPr>
        <w:t xml:space="preserve"> do this in the past 12 months, or not?</w:t>
      </w:r>
      <w:r w:rsidRPr="00D8503B">
        <w:rPr>
          <w:rFonts w:cs="Tahoma"/>
          <w:b/>
        </w:rPr>
        <w:t>]</w:t>
      </w:r>
    </w:p>
    <w:p w14:paraId="3ACE4DFC" w14:textId="77777777" w:rsidR="00244424" w:rsidRPr="00D8503B" w:rsidRDefault="006751F0" w:rsidP="00030F6F">
      <w:pPr>
        <w:pStyle w:val="QuestionItemFilter"/>
      </w:pPr>
      <w:r w:rsidRPr="00D8503B">
        <w:t>ASK ITEMS a-d</w:t>
      </w:r>
      <w:r w:rsidR="00244424" w:rsidRPr="00D8503B">
        <w:t xml:space="preserve"> OF FORM A:</w:t>
      </w:r>
    </w:p>
    <w:p w14:paraId="179285D4" w14:textId="77777777" w:rsidR="00244424" w:rsidRPr="00D8503B" w:rsidRDefault="00244424" w:rsidP="00244424">
      <w:pPr>
        <w:pStyle w:val="QuestionItem"/>
      </w:pPr>
      <w:r w:rsidRPr="00D8503B">
        <w:t>a.</w:t>
      </w:r>
      <w:r w:rsidRPr="00D8503B">
        <w:tab/>
        <w:t xml:space="preserve">Check or send email or texts </w:t>
      </w:r>
      <w:r w:rsidRPr="00D8503B">
        <w:rPr>
          <w:color w:val="A6A6A6"/>
        </w:rPr>
        <w:t>{modified}</w:t>
      </w:r>
    </w:p>
    <w:p w14:paraId="6B24E237" w14:textId="77777777" w:rsidR="00244424" w:rsidRPr="00D8503B" w:rsidRDefault="00244424" w:rsidP="00244424">
      <w:pPr>
        <w:pStyle w:val="QuestionItem"/>
      </w:pPr>
      <w:r w:rsidRPr="00D8503B">
        <w:t>b.</w:t>
      </w:r>
      <w:r w:rsidRPr="00D8503B">
        <w:tab/>
        <w:t>Do research for school or work</w:t>
      </w:r>
    </w:p>
    <w:p w14:paraId="01074DC6" w14:textId="7189C46F" w:rsidR="00244424" w:rsidRPr="00D8503B" w:rsidRDefault="00244424" w:rsidP="00244424">
      <w:pPr>
        <w:pStyle w:val="QuestionItem"/>
      </w:pPr>
      <w:r w:rsidRPr="00D8503B">
        <w:t>c.</w:t>
      </w:r>
      <w:r w:rsidRPr="00D8503B">
        <w:tab/>
        <w:t>Visit a social media site, such as Facebook</w:t>
      </w:r>
      <w:r w:rsidR="002B387D" w:rsidRPr="00D8503B">
        <w:t xml:space="preserve">, </w:t>
      </w:r>
      <w:r w:rsidRPr="00D8503B">
        <w:t>Twitter or</w:t>
      </w:r>
      <w:r w:rsidR="00414AA2" w:rsidRPr="00D8503B">
        <w:t xml:space="preserve"> Instagram </w:t>
      </w:r>
      <w:r w:rsidR="00414AA2" w:rsidRPr="00D8503B">
        <w:rPr>
          <w:color w:val="A6A6A6"/>
        </w:rPr>
        <w:t>{m</w:t>
      </w:r>
      <w:r w:rsidRPr="00D8503B">
        <w:rPr>
          <w:color w:val="A6A6A6"/>
        </w:rPr>
        <w:t>odified}</w:t>
      </w:r>
    </w:p>
    <w:p w14:paraId="103F46BA" w14:textId="77777777" w:rsidR="00244424" w:rsidRPr="00D8503B" w:rsidRDefault="00244424" w:rsidP="00244424">
      <w:pPr>
        <w:pStyle w:val="QuestionItem"/>
      </w:pPr>
      <w:r w:rsidRPr="00D8503B">
        <w:t>d.</w:t>
      </w:r>
      <w:r w:rsidRPr="00D8503B">
        <w:tab/>
        <w:t>Take an online class or complete an online certification program of some kind</w:t>
      </w:r>
    </w:p>
    <w:p w14:paraId="30842BD6" w14:textId="2C3365E2" w:rsidR="00244424" w:rsidRPr="00D8503B" w:rsidRDefault="00244424" w:rsidP="00030F6F">
      <w:pPr>
        <w:pStyle w:val="QuestionItemFilter"/>
      </w:pPr>
      <w:r w:rsidRPr="00D8503B">
        <w:t xml:space="preserve">ASK ITEMS </w:t>
      </w:r>
      <w:r w:rsidR="00D71E42" w:rsidRPr="00D8503B">
        <w:t>e-h</w:t>
      </w:r>
      <w:r w:rsidRPr="00D8503B">
        <w:t xml:space="preserve"> OF FORM B:</w:t>
      </w:r>
    </w:p>
    <w:p w14:paraId="599281F7" w14:textId="77777777" w:rsidR="006751F0" w:rsidRPr="00D8503B" w:rsidRDefault="006751F0" w:rsidP="006751F0">
      <w:pPr>
        <w:pStyle w:val="QuestionItem"/>
      </w:pPr>
      <w:r w:rsidRPr="00D8503B">
        <w:t>e.</w:t>
      </w:r>
      <w:r w:rsidRPr="00D8503B">
        <w:tab/>
        <w:t>Get health information online</w:t>
      </w:r>
    </w:p>
    <w:p w14:paraId="6490B6AC" w14:textId="77777777" w:rsidR="006751F0" w:rsidRPr="00D8503B" w:rsidRDefault="006751F0" w:rsidP="006751F0">
      <w:pPr>
        <w:pStyle w:val="QuestionItem"/>
      </w:pPr>
      <w:r w:rsidRPr="00D8503B">
        <w:t>f.</w:t>
      </w:r>
      <w:r w:rsidRPr="00D8503B">
        <w:tab/>
        <w:t>Visit a government website or get information about government services</w:t>
      </w:r>
    </w:p>
    <w:p w14:paraId="1EBCCB70" w14:textId="77777777" w:rsidR="00244424" w:rsidRPr="00D8503B" w:rsidRDefault="006751F0" w:rsidP="00244424">
      <w:pPr>
        <w:pStyle w:val="QuestionItem"/>
      </w:pPr>
      <w:r w:rsidRPr="00D8503B">
        <w:t>g</w:t>
      </w:r>
      <w:r w:rsidR="00244424" w:rsidRPr="00D8503B">
        <w:t>.</w:t>
      </w:r>
      <w:r w:rsidR="00244424" w:rsidRPr="00D8503B">
        <w:tab/>
        <w:t>Look for or apply for a job online</w:t>
      </w:r>
    </w:p>
    <w:p w14:paraId="5198A5E8" w14:textId="53B357A9" w:rsidR="00244424" w:rsidRPr="00D8503B" w:rsidRDefault="00D71E42" w:rsidP="00244424">
      <w:pPr>
        <w:pStyle w:val="QuestionItem"/>
      </w:pPr>
      <w:r w:rsidRPr="00D8503B">
        <w:t>h</w:t>
      </w:r>
      <w:r w:rsidR="00244424" w:rsidRPr="00D8503B">
        <w:t>.</w:t>
      </w:r>
      <w:r w:rsidR="00244424" w:rsidRPr="00D8503B">
        <w:tab/>
        <w:t>Download or watch online video</w:t>
      </w:r>
    </w:p>
    <w:p w14:paraId="68219EB4" w14:textId="77777777" w:rsidR="00244424" w:rsidRPr="00D8503B" w:rsidRDefault="00244424" w:rsidP="00244424">
      <w:pPr>
        <w:pStyle w:val="Categories"/>
      </w:pPr>
      <w:r w:rsidRPr="00D8503B">
        <w:t>CATEGORIES</w:t>
      </w:r>
    </w:p>
    <w:p w14:paraId="6CD24F08" w14:textId="77777777" w:rsidR="00244424" w:rsidRPr="00D8503B" w:rsidRDefault="00244424" w:rsidP="00244424">
      <w:pPr>
        <w:pStyle w:val="AnswerCategory"/>
        <w:rPr>
          <w:rFonts w:cs="Tahoma"/>
        </w:rPr>
      </w:pPr>
      <w:r w:rsidRPr="00D8503B">
        <w:rPr>
          <w:rFonts w:cs="Tahoma"/>
        </w:rPr>
        <w:t>1</w:t>
      </w:r>
      <w:r w:rsidRPr="00D8503B">
        <w:rPr>
          <w:rFonts w:cs="Tahoma"/>
        </w:rPr>
        <w:tab/>
        <w:t>Yes</w:t>
      </w:r>
    </w:p>
    <w:p w14:paraId="5B2ED878" w14:textId="77777777" w:rsidR="00244424" w:rsidRPr="00D8503B" w:rsidRDefault="00244424" w:rsidP="00244424">
      <w:pPr>
        <w:pStyle w:val="AnswerCategory"/>
        <w:rPr>
          <w:rFonts w:cs="Tahoma"/>
        </w:rPr>
      </w:pPr>
      <w:r w:rsidRPr="00D8503B">
        <w:rPr>
          <w:rFonts w:cs="Tahoma"/>
        </w:rPr>
        <w:t>2</w:t>
      </w:r>
      <w:r w:rsidRPr="00D8503B">
        <w:rPr>
          <w:rFonts w:cs="Tahoma"/>
        </w:rPr>
        <w:tab/>
        <w:t>No</w:t>
      </w:r>
    </w:p>
    <w:p w14:paraId="2F336975"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62617CA0"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50F6FF22" w14:textId="77777777" w:rsidR="00244424" w:rsidRPr="00D8503B" w:rsidRDefault="00244424" w:rsidP="00244424">
      <w:pPr>
        <w:autoSpaceDE w:val="0"/>
        <w:autoSpaceDN w:val="0"/>
        <w:adjustRightInd w:val="0"/>
      </w:pPr>
    </w:p>
    <w:p w14:paraId="772C039B" w14:textId="77777777" w:rsidR="00414AA2" w:rsidRPr="00D8503B" w:rsidRDefault="00414AA2" w:rsidP="00414AA2">
      <w:pPr>
        <w:pStyle w:val="Filter"/>
      </w:pPr>
      <w:r w:rsidRPr="00D8503B">
        <w:t>ASK IF EVER VISITED LIBRARY (</w:t>
      </w:r>
      <w:proofErr w:type="spellStart"/>
      <w:r w:rsidRPr="00D8503B">
        <w:t>LIBUSEa</w:t>
      </w:r>
      <w:proofErr w:type="spellEnd"/>
      <w:r w:rsidRPr="00D8503B">
        <w:t>=1</w:t>
      </w:r>
      <w:proofErr w:type="gramStart"/>
      <w:r w:rsidRPr="00D8503B">
        <w:t>,2</w:t>
      </w:r>
      <w:proofErr w:type="gramEnd"/>
      <w:r w:rsidRPr="00D8503B">
        <w:t>):</w:t>
      </w:r>
    </w:p>
    <w:p w14:paraId="49B8D353" w14:textId="77777777" w:rsidR="00244424" w:rsidRPr="00D8503B" w:rsidRDefault="00244424" w:rsidP="00892F44">
      <w:pPr>
        <w:pStyle w:val="Question"/>
      </w:pPr>
      <w:r w:rsidRPr="00D8503B">
        <w:t>Q</w:t>
      </w:r>
      <w:r w:rsidR="008F22B7" w:rsidRPr="00D8503B">
        <w:t>1</w:t>
      </w:r>
      <w:r w:rsidR="00E9535E" w:rsidRPr="00D8503B">
        <w:t>4</w:t>
      </w:r>
      <w:r w:rsidRPr="00D8503B">
        <w:tab/>
        <w:t xml:space="preserve">Have you ever connected to the library’s </w:t>
      </w:r>
      <w:proofErr w:type="spellStart"/>
      <w:r w:rsidRPr="00D8503B">
        <w:t>WiFi</w:t>
      </w:r>
      <w:proofErr w:type="spellEnd"/>
      <w:r w:rsidRPr="00D8503B">
        <w:t xml:space="preserve"> system when the library building itself was closed? </w:t>
      </w:r>
      <w:r w:rsidRPr="00D8503B">
        <w:rPr>
          <w:color w:val="A6A6A6"/>
        </w:rPr>
        <w:t>{</w:t>
      </w:r>
      <w:proofErr w:type="gramStart"/>
      <w:r w:rsidRPr="00D8503B">
        <w:rPr>
          <w:color w:val="A6A6A6"/>
        </w:rPr>
        <w:t>new</w:t>
      </w:r>
      <w:proofErr w:type="gramEnd"/>
      <w:r w:rsidRPr="00D8503B">
        <w:rPr>
          <w:color w:val="A6A6A6"/>
        </w:rPr>
        <w:t>}</w:t>
      </w:r>
    </w:p>
    <w:p w14:paraId="528FE7C6" w14:textId="77777777" w:rsidR="00244424" w:rsidRPr="00D8503B" w:rsidRDefault="00244424" w:rsidP="00244424">
      <w:pPr>
        <w:pStyle w:val="AnswerCategory"/>
        <w:rPr>
          <w:rFonts w:cs="Tahoma"/>
        </w:rPr>
      </w:pPr>
      <w:r w:rsidRPr="00D8503B">
        <w:rPr>
          <w:rFonts w:cs="Tahoma"/>
        </w:rPr>
        <w:t>1</w:t>
      </w:r>
      <w:r w:rsidRPr="00D8503B">
        <w:rPr>
          <w:rFonts w:cs="Tahoma"/>
        </w:rPr>
        <w:tab/>
        <w:t>Yes</w:t>
      </w:r>
    </w:p>
    <w:p w14:paraId="75BB81D9" w14:textId="77777777" w:rsidR="00244424" w:rsidRPr="00D8503B" w:rsidRDefault="00244424" w:rsidP="00244424">
      <w:pPr>
        <w:pStyle w:val="AnswerCategory"/>
        <w:rPr>
          <w:rFonts w:cs="Tahoma"/>
        </w:rPr>
      </w:pPr>
      <w:r w:rsidRPr="00D8503B">
        <w:rPr>
          <w:rFonts w:cs="Tahoma"/>
        </w:rPr>
        <w:t>2</w:t>
      </w:r>
      <w:r w:rsidRPr="00D8503B">
        <w:rPr>
          <w:rFonts w:cs="Tahoma"/>
        </w:rPr>
        <w:tab/>
        <w:t>No</w:t>
      </w:r>
    </w:p>
    <w:p w14:paraId="357169C1"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5AF2D7C5"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314C856C" w14:textId="77777777" w:rsidR="00244424" w:rsidRPr="00D8503B" w:rsidRDefault="00244424" w:rsidP="00244424">
      <w:pPr>
        <w:autoSpaceDE w:val="0"/>
        <w:autoSpaceDN w:val="0"/>
        <w:adjustRightInd w:val="0"/>
      </w:pPr>
    </w:p>
    <w:p w14:paraId="76D4FB0F" w14:textId="77777777" w:rsidR="00A61A1A" w:rsidRPr="00D8503B" w:rsidRDefault="00A61A1A" w:rsidP="00D71E42">
      <w:pPr>
        <w:pStyle w:val="Filter"/>
      </w:pPr>
      <w:r w:rsidRPr="00D8503B">
        <w:br w:type="page"/>
      </w:r>
    </w:p>
    <w:p w14:paraId="5FA74671" w14:textId="21B6A497" w:rsidR="006751F0" w:rsidRPr="00D8503B" w:rsidRDefault="002B387D" w:rsidP="00D71E42">
      <w:pPr>
        <w:pStyle w:val="Filter"/>
      </w:pPr>
      <w:r w:rsidRPr="00D8503B">
        <w:lastRenderedPageBreak/>
        <w:t xml:space="preserve">ASK </w:t>
      </w:r>
      <w:r w:rsidR="006751F0" w:rsidRPr="00D8503B">
        <w:t>IF EVER USED COMPUTER/INTERNET/WIFI AT LIBRARY (Q1</w:t>
      </w:r>
      <w:r w:rsidR="00EB4CA5" w:rsidRPr="00D8503B">
        <w:t>2</w:t>
      </w:r>
      <w:r w:rsidR="006751F0" w:rsidRPr="00D8503B">
        <w:t>=1</w:t>
      </w:r>
      <w:r w:rsidR="00F41F05" w:rsidRPr="00D8503B">
        <w:t xml:space="preserve"> or Q14=1</w:t>
      </w:r>
      <w:r w:rsidR="006751F0" w:rsidRPr="00D8503B">
        <w:t xml:space="preserve">): </w:t>
      </w:r>
    </w:p>
    <w:p w14:paraId="34D6ED70" w14:textId="20CDA084" w:rsidR="00244424" w:rsidRPr="00D8503B" w:rsidRDefault="00244424" w:rsidP="00564CF7">
      <w:pPr>
        <w:pStyle w:val="Question"/>
      </w:pPr>
      <w:r w:rsidRPr="00D8503B">
        <w:t>Q</w:t>
      </w:r>
      <w:r w:rsidR="008F22B7" w:rsidRPr="00D8503B">
        <w:t>1</w:t>
      </w:r>
      <w:r w:rsidR="00E9535E" w:rsidRPr="00D8503B">
        <w:t>5</w:t>
      </w:r>
      <w:r w:rsidR="006751F0" w:rsidRPr="00D8503B">
        <w:tab/>
      </w:r>
      <w:r w:rsidRPr="00D8503B">
        <w:t xml:space="preserve">Thinking about the times you have used Wi-Fi at the library, how </w:t>
      </w:r>
      <w:r w:rsidR="005A2957" w:rsidRPr="00D8503B">
        <w:t>frequently</w:t>
      </w:r>
      <w:r w:rsidRPr="00D8503B">
        <w:t xml:space="preserve">, if at all, do you experience problems with your </w:t>
      </w:r>
      <w:r w:rsidR="005A2957" w:rsidRPr="00D8503B">
        <w:t xml:space="preserve">Wi-Fi </w:t>
      </w:r>
      <w:r w:rsidRPr="00D8503B">
        <w:t>connection that makes it difficult to do what you want</w:t>
      </w:r>
      <w:r w:rsidR="002635F9" w:rsidRPr="00D8503B">
        <w:t xml:space="preserve"> on the internet</w:t>
      </w:r>
      <w:r w:rsidRPr="00D8503B">
        <w:t>?</w:t>
      </w:r>
      <w:r w:rsidR="005A2957" w:rsidRPr="00D8503B">
        <w:t xml:space="preserve"> Do you often experience Wi-Fi problems at the library, sometimes, rarely, or do you never have problems with your Wi-Fi connection at the library?</w:t>
      </w:r>
      <w:r w:rsidR="007F0048" w:rsidRPr="00D8503B">
        <w:t xml:space="preserve"> </w:t>
      </w:r>
      <w:r w:rsidR="007F0048" w:rsidRPr="00D8503B">
        <w:rPr>
          <w:color w:val="A6A6A6"/>
        </w:rPr>
        <w:t>{</w:t>
      </w:r>
      <w:proofErr w:type="gramStart"/>
      <w:r w:rsidR="007F0048" w:rsidRPr="00D8503B">
        <w:rPr>
          <w:color w:val="A6A6A6"/>
        </w:rPr>
        <w:t>new</w:t>
      </w:r>
      <w:proofErr w:type="gramEnd"/>
      <w:r w:rsidR="007F0048" w:rsidRPr="00D8503B">
        <w:rPr>
          <w:color w:val="A6A6A6"/>
        </w:rPr>
        <w:t>}</w:t>
      </w:r>
    </w:p>
    <w:p w14:paraId="345FC0D9" w14:textId="77777777" w:rsidR="00244424" w:rsidRPr="00D8503B" w:rsidRDefault="009434FE" w:rsidP="00892F44">
      <w:pPr>
        <w:pStyle w:val="AnswerCategory"/>
      </w:pPr>
      <w:r w:rsidRPr="00D8503B">
        <w:t>1</w:t>
      </w:r>
      <w:r w:rsidR="00892F44" w:rsidRPr="00D8503B">
        <w:tab/>
      </w:r>
      <w:r w:rsidR="002635F9" w:rsidRPr="00D8503B">
        <w:t>O</w:t>
      </w:r>
      <w:r w:rsidR="00244424" w:rsidRPr="00D8503B">
        <w:t>ften</w:t>
      </w:r>
    </w:p>
    <w:p w14:paraId="58761288" w14:textId="77777777" w:rsidR="00244424" w:rsidRPr="00D8503B" w:rsidRDefault="009434FE" w:rsidP="00892F44">
      <w:pPr>
        <w:pStyle w:val="AnswerCategory"/>
      </w:pPr>
      <w:r w:rsidRPr="00D8503B">
        <w:t>2</w:t>
      </w:r>
      <w:r w:rsidR="00892F44" w:rsidRPr="00D8503B">
        <w:tab/>
      </w:r>
      <w:r w:rsidR="00244424" w:rsidRPr="00D8503B">
        <w:t>Sometimes</w:t>
      </w:r>
    </w:p>
    <w:p w14:paraId="44B1D31B" w14:textId="15423FE5" w:rsidR="00244424" w:rsidRPr="00D8503B" w:rsidRDefault="009434FE" w:rsidP="00892F44">
      <w:pPr>
        <w:pStyle w:val="AnswerCategory"/>
      </w:pPr>
      <w:r w:rsidRPr="00D8503B">
        <w:t>3</w:t>
      </w:r>
      <w:r w:rsidR="00892F44" w:rsidRPr="00D8503B">
        <w:tab/>
      </w:r>
      <w:r w:rsidR="005A2957" w:rsidRPr="00D8503B">
        <w:t>Rarely</w:t>
      </w:r>
    </w:p>
    <w:p w14:paraId="74FC9BA1" w14:textId="77777777" w:rsidR="00244424" w:rsidRPr="00D8503B" w:rsidRDefault="009434FE" w:rsidP="00892F44">
      <w:pPr>
        <w:pStyle w:val="AnswerCategory"/>
      </w:pPr>
      <w:r w:rsidRPr="00D8503B">
        <w:t>4</w:t>
      </w:r>
      <w:r w:rsidR="00892F44" w:rsidRPr="00D8503B">
        <w:tab/>
      </w:r>
      <w:r w:rsidR="00244424" w:rsidRPr="00D8503B">
        <w:t>Never</w:t>
      </w:r>
    </w:p>
    <w:p w14:paraId="7A39B0FD" w14:textId="6576E40B" w:rsidR="00257EE5" w:rsidRPr="00D8503B" w:rsidRDefault="00257EE5" w:rsidP="00CD075C">
      <w:pPr>
        <w:pStyle w:val="AnswerCategory"/>
        <w:rPr>
          <w:rFonts w:cs="Tahoma"/>
        </w:rPr>
      </w:pPr>
      <w:r w:rsidRPr="00D8503B">
        <w:rPr>
          <w:rFonts w:cs="Tahoma"/>
        </w:rPr>
        <w:t>5</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use library’s </w:t>
      </w:r>
      <w:proofErr w:type="spellStart"/>
      <w:r w:rsidRPr="00D8503B">
        <w:rPr>
          <w:rFonts w:cs="Tahoma"/>
        </w:rPr>
        <w:t>WiFi</w:t>
      </w:r>
      <w:proofErr w:type="spellEnd"/>
    </w:p>
    <w:p w14:paraId="19EB741D"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78D2437D"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35741323" w14:textId="77777777" w:rsidR="00CD075C" w:rsidRPr="00D8503B" w:rsidRDefault="00CD075C" w:rsidP="00892F44"/>
    <w:p w14:paraId="410F01F4" w14:textId="77777777" w:rsidR="00F41F05" w:rsidRPr="00D8503B" w:rsidRDefault="00F41F05" w:rsidP="00F41F05">
      <w:pPr>
        <w:pStyle w:val="Filter"/>
      </w:pPr>
      <w:r w:rsidRPr="00D8503B">
        <w:t xml:space="preserve">ASK IF VISITED LIBRARY </w:t>
      </w:r>
      <w:r w:rsidR="00740E91" w:rsidRPr="00D8503B">
        <w:t xml:space="preserve">WEBSITE </w:t>
      </w:r>
      <w:r w:rsidRPr="00D8503B">
        <w:t>IN PAST 12 MONTHS (</w:t>
      </w:r>
      <w:proofErr w:type="spellStart"/>
      <w:r w:rsidRPr="00D8503B">
        <w:t>LIBUSEb</w:t>
      </w:r>
      <w:proofErr w:type="spellEnd"/>
      <w:r w:rsidRPr="00D8503B">
        <w:t>=1):</w:t>
      </w:r>
    </w:p>
    <w:p w14:paraId="77CAB81E" w14:textId="23A5D3AB" w:rsidR="00740E91" w:rsidRPr="00D8503B" w:rsidRDefault="00244424" w:rsidP="00030F6F">
      <w:pPr>
        <w:pStyle w:val="Question"/>
      </w:pPr>
      <w:r w:rsidRPr="00D8503B">
        <w:t>Q</w:t>
      </w:r>
      <w:r w:rsidR="00E9535E" w:rsidRPr="00D8503B">
        <w:t>16</w:t>
      </w:r>
      <w:r w:rsidRPr="00D8503B">
        <w:tab/>
        <w:t xml:space="preserve">In the past 12 months, have you used a public library WEBSITE or mobile APP to do any of the following? </w:t>
      </w:r>
      <w:r w:rsidR="00740E91" w:rsidRPr="00D8503B">
        <w:t>First</w:t>
      </w:r>
      <w:r w:rsidR="00030F6F" w:rsidRPr="00D8503B">
        <w:t>,</w:t>
      </w:r>
      <w:r w:rsidRPr="00D8503B">
        <w:t xml:space="preserve"> in the past 12 months, have you u</w:t>
      </w:r>
      <w:r w:rsidR="00740E91" w:rsidRPr="00D8503B">
        <w:t>se</w:t>
      </w:r>
      <w:r w:rsidR="00CE76F4" w:rsidRPr="00D8503B">
        <w:t>d</w:t>
      </w:r>
      <w:r w:rsidR="00740E91" w:rsidRPr="00D8503B">
        <w:t xml:space="preserve"> a public library website</w:t>
      </w:r>
      <w:r w:rsidR="00576476" w:rsidRPr="00D8503B">
        <w:t xml:space="preserve"> or mobile APP</w:t>
      </w:r>
      <w:r w:rsidR="00740E91" w:rsidRPr="00D8503B">
        <w:t xml:space="preserve"> to </w:t>
      </w:r>
      <w:r w:rsidR="00030F6F" w:rsidRPr="00D8503B">
        <w:rPr>
          <w:b/>
        </w:rPr>
        <w:t>[INSERT ITEMS; RANDOMIZE</w:t>
      </w:r>
      <w:r w:rsidRPr="00D8503B">
        <w:rPr>
          <w:b/>
        </w:rPr>
        <w:t>]</w:t>
      </w:r>
      <w:r w:rsidRPr="00D8503B">
        <w:t xml:space="preserve">? </w:t>
      </w:r>
      <w:r w:rsidR="00576476" w:rsidRPr="00D8503B">
        <w:t>H</w:t>
      </w:r>
      <w:r w:rsidRPr="00D8503B">
        <w:t xml:space="preserve">ow about to... </w:t>
      </w:r>
      <w:r w:rsidRPr="00D8503B">
        <w:rPr>
          <w:b/>
        </w:rPr>
        <w:t xml:space="preserve">[INSERT </w:t>
      </w:r>
      <w:r w:rsidR="00030F6F" w:rsidRPr="00D8503B">
        <w:rPr>
          <w:b/>
        </w:rPr>
        <w:t>NEXT ITEM</w:t>
      </w:r>
      <w:r w:rsidRPr="00D8503B">
        <w:rPr>
          <w:b/>
        </w:rPr>
        <w:t>]</w:t>
      </w:r>
      <w:r w:rsidRPr="00D8503B">
        <w:t xml:space="preserve">? </w:t>
      </w:r>
      <w:r w:rsidRPr="00D8503B">
        <w:rPr>
          <w:color w:val="A6A6A6"/>
        </w:rPr>
        <w:t>{PIAL Libraries Services 2012 modified}</w:t>
      </w:r>
    </w:p>
    <w:p w14:paraId="370645DE" w14:textId="6049982C" w:rsidR="00244424" w:rsidRPr="00D8503B" w:rsidRDefault="00244424" w:rsidP="00030F6F">
      <w:pPr>
        <w:pStyle w:val="QuestionItemFilter"/>
      </w:pPr>
      <w:r w:rsidRPr="00D8503B">
        <w:t>ASK ITEMS a-</w:t>
      </w:r>
      <w:r w:rsidR="005A2957" w:rsidRPr="00D8503B">
        <w:t xml:space="preserve">d </w:t>
      </w:r>
      <w:r w:rsidRPr="00D8503B">
        <w:t>OF FORM A:</w:t>
      </w:r>
    </w:p>
    <w:p w14:paraId="06B32FF1" w14:textId="77777777" w:rsidR="00244424" w:rsidRPr="00D8503B" w:rsidRDefault="00244424" w:rsidP="00244424">
      <w:pPr>
        <w:pStyle w:val="QuestionItem"/>
      </w:pPr>
      <w:r w:rsidRPr="00D8503B">
        <w:t>a.</w:t>
      </w:r>
      <w:r w:rsidRPr="00D8503B">
        <w:tab/>
        <w:t xml:space="preserve">Search the library catalog for print books, audiobooks, </w:t>
      </w:r>
      <w:proofErr w:type="gramStart"/>
      <w:r w:rsidRPr="00D8503B">
        <w:t>e</w:t>
      </w:r>
      <w:proofErr w:type="gramEnd"/>
      <w:r w:rsidRPr="00D8503B">
        <w:t>-books, CDs or DVDs</w:t>
      </w:r>
    </w:p>
    <w:p w14:paraId="2342DF4F" w14:textId="77777777" w:rsidR="00244424" w:rsidRPr="00D8503B" w:rsidRDefault="00244424" w:rsidP="00244424">
      <w:pPr>
        <w:pStyle w:val="QuestionItem"/>
      </w:pPr>
      <w:r w:rsidRPr="00D8503B">
        <w:t>b.</w:t>
      </w:r>
      <w:r w:rsidRPr="00D8503B">
        <w:tab/>
        <w:t xml:space="preserve">Reserve or place holds on print books, audiobooks, </w:t>
      </w:r>
      <w:proofErr w:type="gramStart"/>
      <w:r w:rsidRPr="00D8503B">
        <w:t>e</w:t>
      </w:r>
      <w:proofErr w:type="gramEnd"/>
      <w:r w:rsidRPr="00D8503B">
        <w:t>-books, CDs or DVDs</w:t>
      </w:r>
    </w:p>
    <w:p w14:paraId="577D9A5C" w14:textId="77777777" w:rsidR="00244424" w:rsidRPr="00D8503B" w:rsidRDefault="00244424" w:rsidP="00244424">
      <w:pPr>
        <w:pStyle w:val="QuestionItem"/>
      </w:pPr>
      <w:r w:rsidRPr="00D8503B">
        <w:t>c.</w:t>
      </w:r>
      <w:r w:rsidRPr="00D8503B">
        <w:tab/>
        <w:t>Check for or pay overdue fines</w:t>
      </w:r>
    </w:p>
    <w:p w14:paraId="0897B243" w14:textId="77777777" w:rsidR="00244424" w:rsidRPr="00D8503B" w:rsidRDefault="00244424" w:rsidP="00244424">
      <w:pPr>
        <w:pStyle w:val="QuestionItem"/>
      </w:pPr>
      <w:r w:rsidRPr="00D8503B">
        <w:t>d.</w:t>
      </w:r>
      <w:r w:rsidRPr="00D8503B">
        <w:tab/>
        <w:t>Renew a book, DVD or CD</w:t>
      </w:r>
    </w:p>
    <w:p w14:paraId="5E7A492A" w14:textId="2B5071D5" w:rsidR="00244424" w:rsidRPr="00D8503B" w:rsidRDefault="00244424" w:rsidP="00030F6F">
      <w:pPr>
        <w:pStyle w:val="QuestionItemFilter"/>
      </w:pPr>
      <w:r w:rsidRPr="00D8503B">
        <w:t xml:space="preserve">ASK ITEMS </w:t>
      </w:r>
      <w:r w:rsidR="005A2957" w:rsidRPr="00D8503B">
        <w:t>e</w:t>
      </w:r>
      <w:r w:rsidRPr="00D8503B">
        <w:t>-</w:t>
      </w:r>
      <w:r w:rsidR="005A2957" w:rsidRPr="00D8503B">
        <w:t xml:space="preserve">h </w:t>
      </w:r>
      <w:r w:rsidRPr="00D8503B">
        <w:t>OF FORM B:</w:t>
      </w:r>
    </w:p>
    <w:p w14:paraId="1455BC62" w14:textId="77777777" w:rsidR="00244424" w:rsidRPr="00D8503B" w:rsidRDefault="00244424" w:rsidP="00244424">
      <w:pPr>
        <w:pStyle w:val="QuestionItem"/>
      </w:pPr>
      <w:r w:rsidRPr="00D8503B">
        <w:t>e.</w:t>
      </w:r>
      <w:r w:rsidRPr="00D8503B">
        <w:tab/>
        <w:t>Read book reviews or get book recommendations</w:t>
      </w:r>
    </w:p>
    <w:p w14:paraId="3828B333" w14:textId="77777777" w:rsidR="00244424" w:rsidRPr="00D8503B" w:rsidRDefault="00244424" w:rsidP="00244424">
      <w:pPr>
        <w:pStyle w:val="QuestionItem"/>
      </w:pPr>
      <w:r w:rsidRPr="00D8503B">
        <w:t>f.</w:t>
      </w:r>
      <w:r w:rsidRPr="00D8503B">
        <w:tab/>
        <w:t>Borrow or download an e-book</w:t>
      </w:r>
    </w:p>
    <w:p w14:paraId="0C6F7CD4" w14:textId="77777777" w:rsidR="00244424" w:rsidRPr="00D8503B" w:rsidRDefault="00244424" w:rsidP="00244424">
      <w:pPr>
        <w:pStyle w:val="QuestionItem"/>
      </w:pPr>
      <w:r w:rsidRPr="00D8503B">
        <w:t>g.</w:t>
      </w:r>
      <w:r w:rsidRPr="00D8503B">
        <w:tab/>
        <w:t>Use an online database</w:t>
      </w:r>
    </w:p>
    <w:p w14:paraId="2C148791" w14:textId="79B4E6AA" w:rsidR="00244424" w:rsidRPr="00D8503B" w:rsidRDefault="00244424" w:rsidP="00244424">
      <w:pPr>
        <w:pStyle w:val="QuestionItem"/>
      </w:pPr>
      <w:r w:rsidRPr="00D8503B">
        <w:t>h.</w:t>
      </w:r>
      <w:r w:rsidRPr="00D8503B">
        <w:tab/>
        <w:t>Conduct research or get homework help</w:t>
      </w:r>
      <w:r w:rsidR="00576476" w:rsidRPr="00D8503B">
        <w:t xml:space="preserve"> </w:t>
      </w:r>
      <w:r w:rsidR="00576476" w:rsidRPr="00D8503B">
        <w:rPr>
          <w:color w:val="A6A6A6"/>
        </w:rPr>
        <w:t>{modified}</w:t>
      </w:r>
    </w:p>
    <w:p w14:paraId="2AA18225" w14:textId="77777777" w:rsidR="00244424" w:rsidRPr="00D8503B" w:rsidRDefault="00244424" w:rsidP="00244424">
      <w:pPr>
        <w:pStyle w:val="Categories"/>
      </w:pPr>
      <w:r w:rsidRPr="00D8503B">
        <w:t>CATEGORIES</w:t>
      </w:r>
    </w:p>
    <w:p w14:paraId="110A8F53" w14:textId="77777777" w:rsidR="00244424" w:rsidRPr="00D8503B" w:rsidRDefault="00244424" w:rsidP="00244424">
      <w:pPr>
        <w:pStyle w:val="AnswerCategory"/>
      </w:pPr>
      <w:r w:rsidRPr="00D8503B">
        <w:t>1</w:t>
      </w:r>
      <w:r w:rsidRPr="00D8503B">
        <w:tab/>
        <w:t>Yes</w:t>
      </w:r>
    </w:p>
    <w:p w14:paraId="5D291A5F" w14:textId="77777777" w:rsidR="00244424" w:rsidRPr="00D8503B" w:rsidRDefault="00244424" w:rsidP="00244424">
      <w:pPr>
        <w:pStyle w:val="AnswerCategory"/>
      </w:pPr>
      <w:r w:rsidRPr="00D8503B">
        <w:t>2</w:t>
      </w:r>
      <w:r w:rsidRPr="00D8503B">
        <w:tab/>
        <w:t>No</w:t>
      </w:r>
    </w:p>
    <w:p w14:paraId="0CE5A9B3" w14:textId="77777777" w:rsidR="00244424" w:rsidRPr="00D8503B" w:rsidRDefault="00244424" w:rsidP="00244424">
      <w:pPr>
        <w:pStyle w:val="AnswerCategory"/>
      </w:pPr>
      <w:r w:rsidRPr="00D8503B">
        <w:t>3</w:t>
      </w:r>
      <w:r w:rsidRPr="00D8503B">
        <w:tab/>
      </w:r>
      <w:r w:rsidRPr="00D8503B">
        <w:rPr>
          <w:b/>
        </w:rPr>
        <w:t>(VOL.)</w:t>
      </w:r>
      <w:r w:rsidRPr="00D8503B">
        <w:t xml:space="preserve"> </w:t>
      </w:r>
      <w:proofErr w:type="gramStart"/>
      <w:r w:rsidRPr="00D8503B">
        <w:t>Cannot</w:t>
      </w:r>
      <w:proofErr w:type="gramEnd"/>
      <w:r w:rsidRPr="00D8503B">
        <w:t xml:space="preserve"> do this on website / Website doesn’t have this feature</w:t>
      </w:r>
    </w:p>
    <w:p w14:paraId="61ABDCD1" w14:textId="77777777" w:rsidR="00CD075C" w:rsidRPr="00D8503B" w:rsidRDefault="00CD075C" w:rsidP="00CD075C">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19431EE3" w14:textId="77777777" w:rsidR="00CD075C" w:rsidRPr="00D8503B" w:rsidRDefault="00CD075C" w:rsidP="00CD075C">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73E7C7BB" w14:textId="2DA4D16D" w:rsidR="00A61A1A" w:rsidRPr="00D8503B" w:rsidRDefault="00A61A1A" w:rsidP="00A61A1A">
      <w:pPr>
        <w:rPr>
          <w:rStyle w:val="Timingmodule"/>
        </w:rPr>
      </w:pPr>
      <w:r w:rsidRPr="00D8503B">
        <w:rPr>
          <w:rStyle w:val="Timingmodule"/>
        </w:rPr>
        <w:t>END TIMING MODULE</w:t>
      </w:r>
    </w:p>
    <w:p w14:paraId="3F049F97" w14:textId="77777777" w:rsidR="00244424" w:rsidRPr="00D8503B" w:rsidRDefault="00244424" w:rsidP="00CD075C"/>
    <w:p w14:paraId="2F6B3561" w14:textId="77777777" w:rsidR="00030F6F" w:rsidRPr="00D8503B" w:rsidRDefault="00030F6F" w:rsidP="00CD075C"/>
    <w:p w14:paraId="306D7FF4" w14:textId="77777777" w:rsidR="00A61A1A" w:rsidRPr="00D8503B" w:rsidRDefault="00A61A1A" w:rsidP="00030F6F">
      <w:pPr>
        <w:rPr>
          <w:rStyle w:val="Sectionheading"/>
        </w:rPr>
      </w:pPr>
      <w:r w:rsidRPr="00D8503B">
        <w:rPr>
          <w:rStyle w:val="Sectionheading"/>
        </w:rPr>
        <w:br w:type="page"/>
      </w:r>
    </w:p>
    <w:p w14:paraId="3EEB95B1" w14:textId="03B42148" w:rsidR="00244424" w:rsidRPr="00D8503B" w:rsidRDefault="00030F6F" w:rsidP="00030F6F">
      <w:pPr>
        <w:rPr>
          <w:rStyle w:val="Sectionheading"/>
        </w:rPr>
      </w:pPr>
      <w:r w:rsidRPr="00D8503B">
        <w:rPr>
          <w:rStyle w:val="Sectionheading"/>
        </w:rPr>
        <w:lastRenderedPageBreak/>
        <w:t>Attitudes on libraries</w:t>
      </w:r>
      <w:r w:rsidR="006E39C9" w:rsidRPr="00D8503B">
        <w:rPr>
          <w:rStyle w:val="Sectionheading"/>
        </w:rPr>
        <w:t>’</w:t>
      </w:r>
      <w:r w:rsidRPr="00D8503B">
        <w:rPr>
          <w:rStyle w:val="Sectionheading"/>
        </w:rPr>
        <w:t xml:space="preserve"> role in communities &amp; respondents’ lives</w:t>
      </w:r>
    </w:p>
    <w:p w14:paraId="6EDA7DC4" w14:textId="77777777" w:rsidR="00244424" w:rsidRPr="00D8503B" w:rsidRDefault="00244424"/>
    <w:p w14:paraId="27030E80" w14:textId="77777777" w:rsidR="00A61A1A" w:rsidRPr="00D8503B" w:rsidRDefault="00A61A1A" w:rsidP="00A61A1A">
      <w:pPr>
        <w:rPr>
          <w:rStyle w:val="Timingmodule"/>
        </w:rPr>
      </w:pPr>
      <w:r w:rsidRPr="00D8503B">
        <w:rPr>
          <w:rStyle w:val="Timingmodule"/>
        </w:rPr>
        <w:t>START TIMING MODULE</w:t>
      </w:r>
    </w:p>
    <w:p w14:paraId="5C36E922" w14:textId="0BABA127" w:rsidR="00F66743" w:rsidRPr="00D8503B" w:rsidRDefault="00564CF7" w:rsidP="00A61A1A">
      <w:r w:rsidRPr="00D8503B">
        <w:rPr>
          <w:b/>
        </w:rPr>
        <w:t>[READ TO ALL:]</w:t>
      </w:r>
      <w:r w:rsidRPr="00D8503B">
        <w:t xml:space="preserve"> </w:t>
      </w:r>
      <w:r w:rsidR="00F66743" w:rsidRPr="00D8503B">
        <w:t xml:space="preserve">Here are some questions about </w:t>
      </w:r>
      <w:r w:rsidR="00D7655A" w:rsidRPr="00D8503B">
        <w:t>public libraries in and around your community</w:t>
      </w:r>
      <w:r w:rsidR="00576476" w:rsidRPr="00D8503B">
        <w:t>.</w:t>
      </w:r>
      <w:r w:rsidR="00414AA2" w:rsidRPr="00D8503B">
        <w:t xml:space="preserve"> If you do not have a library in your community, please think about the public library closest to your community.</w:t>
      </w:r>
    </w:p>
    <w:p w14:paraId="419AA80D" w14:textId="77777777" w:rsidR="00F66743" w:rsidRPr="00D8503B" w:rsidRDefault="00F66743"/>
    <w:p w14:paraId="1049BC44" w14:textId="77777777" w:rsidR="00564CF7" w:rsidRPr="00D8503B" w:rsidRDefault="00564CF7" w:rsidP="00564CF7">
      <w:pPr>
        <w:pStyle w:val="Filter"/>
      </w:pPr>
      <w:r w:rsidRPr="00D8503B">
        <w:t>ASK ALL</w:t>
      </w:r>
    </w:p>
    <w:p w14:paraId="652DC75F" w14:textId="2AAF2DD9" w:rsidR="005D3B24" w:rsidRPr="00D8503B" w:rsidRDefault="00012EC4" w:rsidP="00C0725F">
      <w:pPr>
        <w:pStyle w:val="Question"/>
      </w:pPr>
      <w:r w:rsidRPr="00D8503B">
        <w:t>Q</w:t>
      </w:r>
      <w:r w:rsidR="001026F4" w:rsidRPr="00D8503B">
        <w:t>17</w:t>
      </w:r>
      <w:r w:rsidR="005D3B24" w:rsidRPr="00D8503B">
        <w:t>a</w:t>
      </w:r>
      <w:r w:rsidR="00C0725F" w:rsidRPr="00D8503B">
        <w:tab/>
      </w:r>
      <w:r w:rsidR="005D3B24" w:rsidRPr="00D8503B">
        <w:t xml:space="preserve">Do you think </w:t>
      </w:r>
      <w:r w:rsidR="00D7655A" w:rsidRPr="00D8503B">
        <w:t xml:space="preserve">public </w:t>
      </w:r>
      <w:r w:rsidR="005D3B24" w:rsidRPr="00D8503B">
        <w:t>libraries have done a good job keeping up with new technologies</w:t>
      </w:r>
      <w:r w:rsidR="00D7655A" w:rsidRPr="00D8503B">
        <w:t>, or not</w:t>
      </w:r>
      <w:r w:rsidR="005D3B24" w:rsidRPr="00D8503B">
        <w:t xml:space="preserve">? </w:t>
      </w:r>
      <w:r w:rsidR="00C0725F" w:rsidRPr="00D8503B">
        <w:rPr>
          <w:color w:val="A6A6A6"/>
        </w:rPr>
        <w:t>{</w:t>
      </w:r>
      <w:r w:rsidR="005D3B24" w:rsidRPr="00D8503B">
        <w:rPr>
          <w:color w:val="A6A6A6"/>
        </w:rPr>
        <w:t>NEW –formerly agree/disagree question in typology survey</w:t>
      </w:r>
      <w:r w:rsidR="00C0725F" w:rsidRPr="00D8503B">
        <w:rPr>
          <w:color w:val="A6A6A6"/>
        </w:rPr>
        <w:t>}</w:t>
      </w:r>
    </w:p>
    <w:p w14:paraId="284680BF" w14:textId="77777777" w:rsidR="005D3B24" w:rsidRPr="00D8503B" w:rsidRDefault="005D3B24" w:rsidP="005D3B24">
      <w:pPr>
        <w:pStyle w:val="AnswerCategory"/>
      </w:pPr>
      <w:r w:rsidRPr="00D8503B">
        <w:t>1</w:t>
      </w:r>
      <w:r w:rsidRPr="00D8503B">
        <w:tab/>
        <w:t>Yes</w:t>
      </w:r>
    </w:p>
    <w:p w14:paraId="33C5F52E" w14:textId="77777777" w:rsidR="005D3B24" w:rsidRPr="00D8503B" w:rsidRDefault="005D3B24" w:rsidP="005D3B24">
      <w:pPr>
        <w:pStyle w:val="AnswerCategory"/>
      </w:pPr>
      <w:r w:rsidRPr="00D8503B">
        <w:t>2</w:t>
      </w:r>
      <w:r w:rsidRPr="00D8503B">
        <w:tab/>
        <w:t>No</w:t>
      </w:r>
    </w:p>
    <w:p w14:paraId="4C5BBEBA"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76B0B750"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74757EC8" w14:textId="77777777" w:rsidR="005D3B24" w:rsidRPr="00D8503B" w:rsidRDefault="005D3B24" w:rsidP="00892F44"/>
    <w:p w14:paraId="6BEF03AF" w14:textId="77777777" w:rsidR="00564CF7" w:rsidRPr="00D8503B" w:rsidRDefault="00564CF7" w:rsidP="00564CF7">
      <w:pPr>
        <w:pStyle w:val="Filter"/>
      </w:pPr>
      <w:r w:rsidRPr="00D8503B">
        <w:t>ASK ALL</w:t>
      </w:r>
    </w:p>
    <w:p w14:paraId="5A8DAF46" w14:textId="5CE5285A" w:rsidR="005D3B24" w:rsidRPr="00D8503B" w:rsidRDefault="005D3B24" w:rsidP="00C0725F">
      <w:pPr>
        <w:pStyle w:val="Question"/>
      </w:pPr>
      <w:r w:rsidRPr="00D8503B">
        <w:t>Q17b</w:t>
      </w:r>
      <w:r w:rsidRPr="00D8503B">
        <w:tab/>
        <w:t>How effective do you think libraries in your community are at promoting</w:t>
      </w:r>
      <w:r w:rsidR="00012EC4" w:rsidRPr="00D8503B">
        <w:t xml:space="preserve"> literacy and a love of reading</w:t>
      </w:r>
      <w:r w:rsidRPr="00D8503B">
        <w:t xml:space="preserve"> to people?</w:t>
      </w:r>
      <w:r w:rsidR="00012EC4" w:rsidRPr="00D8503B">
        <w:t xml:space="preserve"> </w:t>
      </w:r>
      <w:r w:rsidRPr="00D8503B">
        <w:t xml:space="preserve">Are they </w:t>
      </w:r>
      <w:r w:rsidR="00D7655A" w:rsidRPr="00D8503B">
        <w:rPr>
          <w:b/>
        </w:rPr>
        <w:t>[READ]</w:t>
      </w:r>
      <w:r w:rsidRPr="00D8503B">
        <w:t xml:space="preserve"> </w:t>
      </w:r>
      <w:r w:rsidR="00C0725F" w:rsidRPr="00D8503B">
        <w:rPr>
          <w:color w:val="A6A6A6"/>
        </w:rPr>
        <w:t>{</w:t>
      </w:r>
      <w:r w:rsidRPr="00D8503B">
        <w:rPr>
          <w:color w:val="A6A6A6"/>
        </w:rPr>
        <w:t>NEW –formerly agree/disagree question in typology survey</w:t>
      </w:r>
      <w:r w:rsidR="00C0725F" w:rsidRPr="00D8503B">
        <w:rPr>
          <w:color w:val="A6A6A6"/>
        </w:rPr>
        <w:t>}</w:t>
      </w:r>
    </w:p>
    <w:p w14:paraId="0889EA92" w14:textId="77777777" w:rsidR="005D3B24" w:rsidRPr="00D8503B" w:rsidRDefault="005D3B24" w:rsidP="005D3B24">
      <w:pPr>
        <w:pStyle w:val="AnswerCategory"/>
      </w:pPr>
      <w:r w:rsidRPr="00D8503B">
        <w:t>1</w:t>
      </w:r>
      <w:r w:rsidRPr="00D8503B">
        <w:tab/>
        <w:t>Very effective</w:t>
      </w:r>
    </w:p>
    <w:p w14:paraId="2DF8AA39" w14:textId="77777777" w:rsidR="005D3B24" w:rsidRPr="00D8503B" w:rsidRDefault="005D3B24" w:rsidP="005D3B24">
      <w:pPr>
        <w:pStyle w:val="AnswerCategory"/>
      </w:pPr>
      <w:r w:rsidRPr="00D8503B">
        <w:t>2</w:t>
      </w:r>
      <w:r w:rsidRPr="00D8503B">
        <w:tab/>
        <w:t>Somewhat effective</w:t>
      </w:r>
    </w:p>
    <w:p w14:paraId="37A7159D" w14:textId="6F798045" w:rsidR="005D3B24" w:rsidRPr="00D8503B" w:rsidRDefault="005D3B24" w:rsidP="005D3B24">
      <w:pPr>
        <w:pStyle w:val="AnswerCategory"/>
      </w:pPr>
      <w:r w:rsidRPr="00D8503B">
        <w:t>3</w:t>
      </w:r>
      <w:r w:rsidRPr="00D8503B">
        <w:tab/>
        <w:t xml:space="preserve">Not </w:t>
      </w:r>
      <w:r w:rsidR="00D7655A" w:rsidRPr="00D8503B">
        <w:t xml:space="preserve">too </w:t>
      </w:r>
      <w:r w:rsidRPr="00D8503B">
        <w:t>effective</w:t>
      </w:r>
      <w:r w:rsidR="00D7655A" w:rsidRPr="00D8503B">
        <w:t>, OR</w:t>
      </w:r>
    </w:p>
    <w:p w14:paraId="1FF4F7C3" w14:textId="55DEFD6D" w:rsidR="005D3B24" w:rsidRPr="00D8503B" w:rsidRDefault="005D3B24" w:rsidP="005D3B24">
      <w:pPr>
        <w:pStyle w:val="AnswerCategory"/>
      </w:pPr>
      <w:r w:rsidRPr="00D8503B">
        <w:t>4</w:t>
      </w:r>
      <w:r w:rsidRPr="00D8503B">
        <w:tab/>
        <w:t>Not at all effective</w:t>
      </w:r>
      <w:r w:rsidR="00D7655A" w:rsidRPr="00D8503B">
        <w:t>?</w:t>
      </w:r>
    </w:p>
    <w:p w14:paraId="13D1B182"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6E938E82"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2DCEF99A" w14:textId="77777777" w:rsidR="005D3B24" w:rsidRPr="00D8503B" w:rsidRDefault="005D3B24" w:rsidP="00D71E42"/>
    <w:p w14:paraId="784A63D5" w14:textId="6D7D913C" w:rsidR="00012EC4" w:rsidRPr="00D8503B" w:rsidRDefault="00A61A1A" w:rsidP="00012EC4">
      <w:pPr>
        <w:pStyle w:val="Filter"/>
      </w:pPr>
      <w:r w:rsidRPr="00D8503B">
        <w:t>ASK ALL</w:t>
      </w:r>
    </w:p>
    <w:p w14:paraId="58E4C8E1" w14:textId="77777777" w:rsidR="00012EC4" w:rsidRPr="00D8503B" w:rsidRDefault="00012EC4" w:rsidP="00012EC4">
      <w:pPr>
        <w:pStyle w:val="Question"/>
      </w:pPr>
      <w:r w:rsidRPr="00D8503B">
        <w:t>Q</w:t>
      </w:r>
      <w:r w:rsidR="001026F4" w:rsidRPr="00D8503B">
        <w:t>18</w:t>
      </w:r>
      <w:r w:rsidRPr="00D8503B">
        <w:tab/>
        <w:t xml:space="preserve">If your local public library CLOSED, would that have a MAJOR impact, MINOR impact or NO IMPACT on... </w:t>
      </w:r>
      <w:r w:rsidRPr="00D8503B">
        <w:rPr>
          <w:b/>
        </w:rPr>
        <w:t>[INSERT ITEMS IN ORDER]</w:t>
      </w:r>
      <w:r w:rsidRPr="00D8503B">
        <w:t xml:space="preserve">? </w:t>
      </w:r>
      <w:r w:rsidRPr="00D8503B">
        <w:rPr>
          <w:color w:val="A6A6A6"/>
        </w:rPr>
        <w:t>{Trend: Library Typology ‘13}</w:t>
      </w:r>
      <w:r w:rsidRPr="00D8503B">
        <w:rPr>
          <w:color w:val="A6A6A6"/>
        </w:rPr>
        <w:tab/>
      </w:r>
    </w:p>
    <w:p w14:paraId="5BFB4C28" w14:textId="77777777" w:rsidR="00012EC4" w:rsidRPr="00D8503B" w:rsidRDefault="00012EC4" w:rsidP="00012EC4">
      <w:pPr>
        <w:pStyle w:val="QuestionItem"/>
      </w:pPr>
      <w:r w:rsidRPr="00D8503B">
        <w:t>a.</w:t>
      </w:r>
      <w:r w:rsidRPr="00D8503B">
        <w:tab/>
        <w:t>You and your family</w:t>
      </w:r>
    </w:p>
    <w:p w14:paraId="52A5945D" w14:textId="77777777" w:rsidR="00012EC4" w:rsidRPr="00D8503B" w:rsidRDefault="00012EC4" w:rsidP="00012EC4">
      <w:pPr>
        <w:pStyle w:val="QuestionItem"/>
      </w:pPr>
      <w:r w:rsidRPr="00D8503B">
        <w:t>b.</w:t>
      </w:r>
      <w:r w:rsidRPr="00D8503B">
        <w:tab/>
        <w:t>Your community as a whole</w:t>
      </w:r>
    </w:p>
    <w:p w14:paraId="35399AF6" w14:textId="77777777" w:rsidR="00012EC4" w:rsidRPr="00D8503B" w:rsidRDefault="00012EC4" w:rsidP="00012EC4">
      <w:pPr>
        <w:pStyle w:val="Categories"/>
        <w:keepLines w:val="0"/>
      </w:pPr>
      <w:r w:rsidRPr="00D8503B">
        <w:t>CATEGORIES</w:t>
      </w:r>
    </w:p>
    <w:p w14:paraId="7DFAADC6" w14:textId="77777777" w:rsidR="00012EC4" w:rsidRPr="00D8503B" w:rsidRDefault="00012EC4" w:rsidP="00012EC4">
      <w:pPr>
        <w:pStyle w:val="AnswerCategory"/>
      </w:pPr>
      <w:r w:rsidRPr="00D8503B">
        <w:t>1</w:t>
      </w:r>
      <w:r w:rsidRPr="00D8503B">
        <w:tab/>
        <w:t>Major impact</w:t>
      </w:r>
    </w:p>
    <w:p w14:paraId="14E9800A" w14:textId="77777777" w:rsidR="00012EC4" w:rsidRPr="00D8503B" w:rsidRDefault="00012EC4" w:rsidP="00012EC4">
      <w:pPr>
        <w:pStyle w:val="AnswerCategory"/>
      </w:pPr>
      <w:r w:rsidRPr="00D8503B">
        <w:t>2</w:t>
      </w:r>
      <w:r w:rsidRPr="00D8503B">
        <w:tab/>
        <w:t>Minor impact</w:t>
      </w:r>
    </w:p>
    <w:p w14:paraId="5CE1C3E4" w14:textId="77777777" w:rsidR="00012EC4" w:rsidRPr="00D8503B" w:rsidRDefault="00012EC4" w:rsidP="00012EC4">
      <w:pPr>
        <w:pStyle w:val="AnswerCategory"/>
      </w:pPr>
      <w:r w:rsidRPr="00D8503B">
        <w:t>3</w:t>
      </w:r>
      <w:r w:rsidRPr="00D8503B">
        <w:tab/>
        <w:t>No impact</w:t>
      </w:r>
    </w:p>
    <w:p w14:paraId="5C24EDE0" w14:textId="77777777" w:rsidR="00012EC4" w:rsidRPr="00D8503B" w:rsidRDefault="00012EC4" w:rsidP="00012EC4">
      <w:pPr>
        <w:pStyle w:val="AnswerCategory"/>
        <w:rPr>
          <w:b/>
        </w:rPr>
      </w:pPr>
      <w:r w:rsidRPr="00D8503B">
        <w:t>4</w:t>
      </w:r>
      <w:r w:rsidRPr="00D8503B">
        <w:tab/>
      </w:r>
      <w:r w:rsidRPr="00D8503B">
        <w:rPr>
          <w:b/>
        </w:rPr>
        <w:t>(VOL.)</w:t>
      </w:r>
      <w:r w:rsidRPr="00D8503B">
        <w:t xml:space="preserve"> Community does not have a public library</w:t>
      </w:r>
    </w:p>
    <w:p w14:paraId="0FC6815F"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4D5DC891"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41211BBF" w14:textId="77777777" w:rsidR="00740E91" w:rsidRPr="00D8503B" w:rsidRDefault="00740E91" w:rsidP="00564CF7"/>
    <w:p w14:paraId="65CF6F29" w14:textId="77777777" w:rsidR="00A61A1A" w:rsidRPr="00D8503B" w:rsidRDefault="00A61A1A" w:rsidP="002635F9">
      <w:pPr>
        <w:pStyle w:val="Filter"/>
      </w:pPr>
      <w:r w:rsidRPr="00D8503B">
        <w:br w:type="page"/>
      </w:r>
    </w:p>
    <w:p w14:paraId="2E3253D7" w14:textId="6DB8CE4E" w:rsidR="002635F9" w:rsidRPr="00D8503B" w:rsidRDefault="00A61A1A" w:rsidP="002635F9">
      <w:pPr>
        <w:pStyle w:val="Filter"/>
      </w:pPr>
      <w:r w:rsidRPr="00D8503B">
        <w:lastRenderedPageBreak/>
        <w:t>ASK ALL</w:t>
      </w:r>
    </w:p>
    <w:p w14:paraId="5BC736B2" w14:textId="3137BA9D" w:rsidR="002635F9" w:rsidRPr="00D8503B" w:rsidRDefault="008F22B7" w:rsidP="00C0725F">
      <w:pPr>
        <w:pStyle w:val="Question"/>
      </w:pPr>
      <w:r w:rsidRPr="00D8503B">
        <w:t>Q</w:t>
      </w:r>
      <w:r w:rsidR="001026F4" w:rsidRPr="00D8503B">
        <w:t>19</w:t>
      </w:r>
      <w:r w:rsidR="002635F9" w:rsidRPr="00D8503B">
        <w:tab/>
        <w:t xml:space="preserve">Now thinking about some </w:t>
      </w:r>
      <w:r w:rsidR="00401E87" w:rsidRPr="00D8503B">
        <w:t>new thing</w:t>
      </w:r>
      <w:r w:rsidR="00A634F6" w:rsidRPr="00D8503B">
        <w:t>s</w:t>
      </w:r>
      <w:r w:rsidR="002635F9" w:rsidRPr="00D8503B">
        <w:t xml:space="preserve"> public libraries could </w:t>
      </w:r>
      <w:r w:rsidR="00401E87" w:rsidRPr="00D8503B">
        <w:t>do to change how</w:t>
      </w:r>
      <w:r w:rsidR="002635F9" w:rsidRPr="00D8503B">
        <w:t xml:space="preserve"> they serve the public... Please tell me if each of the following is something you, personally, think public libraries should DEFINITELY do, should MAYBE do, or should definitely NOT do. (First/Next) How about... </w:t>
      </w:r>
      <w:r w:rsidR="002635F9" w:rsidRPr="00D8503B">
        <w:rPr>
          <w:b/>
        </w:rPr>
        <w:t>[INSERT ITEMS; RANDOMIZE]</w:t>
      </w:r>
      <w:r w:rsidR="002635F9" w:rsidRPr="00D8503B">
        <w:t>?</w:t>
      </w:r>
      <w:r w:rsidR="002635F9" w:rsidRPr="00D8503B">
        <w:rPr>
          <w:rFonts w:eastAsia="Calibri"/>
        </w:rPr>
        <w:t xml:space="preserve"> </w:t>
      </w:r>
      <w:r w:rsidR="002635F9" w:rsidRPr="00D8503B">
        <w:rPr>
          <w:rFonts w:eastAsia="Calibri"/>
          <w:b/>
        </w:rPr>
        <w:t>[READ IF NECESSARY:</w:t>
      </w:r>
      <w:r w:rsidR="002635F9" w:rsidRPr="00D8503B">
        <w:rPr>
          <w:rFonts w:eastAsia="Calibri"/>
        </w:rPr>
        <w:t xml:space="preserve"> </w:t>
      </w:r>
      <w:r w:rsidR="002635F9" w:rsidRPr="00D8503B">
        <w:t>Is this something you think public libraries should DEFINITELY do, should MAYBE do, or should definitely NOT do</w:t>
      </w:r>
      <w:r w:rsidR="002635F9" w:rsidRPr="00D8503B">
        <w:rPr>
          <w:rFonts w:eastAsia="Calibri"/>
        </w:rPr>
        <w:t>?</w:t>
      </w:r>
      <w:r w:rsidR="002635F9" w:rsidRPr="00D8503B">
        <w:rPr>
          <w:rFonts w:eastAsia="Calibri"/>
          <w:b/>
        </w:rPr>
        <w:t xml:space="preserve">] </w:t>
      </w:r>
      <w:r w:rsidR="002635F9" w:rsidRPr="00D8503B">
        <w:rPr>
          <w:rFonts w:eastAsia="Calibri"/>
          <w:color w:val="A6A6A6"/>
        </w:rPr>
        <w:t xml:space="preserve">{Library Services survey </w:t>
      </w:r>
      <w:r w:rsidR="00A634F6" w:rsidRPr="00D8503B">
        <w:rPr>
          <w:rFonts w:eastAsia="Calibri"/>
          <w:color w:val="A6A6A6"/>
        </w:rPr>
        <w:t>’</w:t>
      </w:r>
      <w:r w:rsidR="002635F9" w:rsidRPr="00D8503B">
        <w:rPr>
          <w:rFonts w:eastAsia="Calibri"/>
          <w:color w:val="A6A6A6"/>
        </w:rPr>
        <w:t>12</w:t>
      </w:r>
      <w:r w:rsidR="00A634F6" w:rsidRPr="00D8503B">
        <w:rPr>
          <w:rFonts w:eastAsia="Calibri"/>
          <w:color w:val="A6A6A6"/>
        </w:rPr>
        <w:t>-Modified transition</w:t>
      </w:r>
      <w:r w:rsidR="002635F9" w:rsidRPr="00D8503B">
        <w:rPr>
          <w:rFonts w:eastAsia="Calibri"/>
          <w:color w:val="A6A6A6"/>
        </w:rPr>
        <w:t>}</w:t>
      </w:r>
    </w:p>
    <w:p w14:paraId="048A3178" w14:textId="77777777" w:rsidR="002635F9" w:rsidRPr="00D8503B" w:rsidRDefault="002635F9" w:rsidP="00030F6F">
      <w:pPr>
        <w:pStyle w:val="QuestionItemFilter"/>
      </w:pPr>
      <w:r w:rsidRPr="00D8503B">
        <w:t>ASK ITEMS a-</w:t>
      </w:r>
      <w:r w:rsidR="00F4379A" w:rsidRPr="00D8503B">
        <w:t>e</w:t>
      </w:r>
      <w:r w:rsidRPr="00D8503B">
        <w:t xml:space="preserve"> OF FORM A:</w:t>
      </w:r>
    </w:p>
    <w:p w14:paraId="44988429" w14:textId="77777777" w:rsidR="002635F9" w:rsidRPr="00D8503B" w:rsidRDefault="00892F44" w:rsidP="00892F44">
      <w:pPr>
        <w:pStyle w:val="QuestionItem"/>
      </w:pPr>
      <w:r w:rsidRPr="00D8503B">
        <w:t>a.</w:t>
      </w:r>
      <w:r w:rsidRPr="00D8503B">
        <w:tab/>
      </w:r>
      <w:r w:rsidR="002635F9" w:rsidRPr="00D8503B">
        <w:t>Have more comfortable spaces for reading, working, and relaxing at the library</w:t>
      </w:r>
    </w:p>
    <w:p w14:paraId="2A13023F" w14:textId="77777777" w:rsidR="002635F9" w:rsidRPr="00D8503B" w:rsidRDefault="00892F44" w:rsidP="00892F44">
      <w:pPr>
        <w:pStyle w:val="QuestionItem"/>
      </w:pPr>
      <w:r w:rsidRPr="00D8503B">
        <w:t>b.</w:t>
      </w:r>
      <w:r w:rsidRPr="00D8503B">
        <w:tab/>
      </w:r>
      <w:r w:rsidR="002635F9" w:rsidRPr="00D8503B">
        <w:t>Move some print books and stacks OUT OF public locations to free up more space for things such as tech centers, reading rooms, meetings rooms, and cultural events</w:t>
      </w:r>
    </w:p>
    <w:p w14:paraId="3649ED33" w14:textId="77777777" w:rsidR="002635F9" w:rsidRPr="00D8503B" w:rsidRDefault="00892F44" w:rsidP="00892F44">
      <w:pPr>
        <w:pStyle w:val="QuestionItem"/>
      </w:pPr>
      <w:r w:rsidRPr="00D8503B">
        <w:t>c.</w:t>
      </w:r>
      <w:r w:rsidRPr="00D8503B">
        <w:tab/>
      </w:r>
      <w:r w:rsidR="002635F9" w:rsidRPr="00D8503B">
        <w:t>Offer free early literacy programs to help young children prepare for school</w:t>
      </w:r>
    </w:p>
    <w:p w14:paraId="4D1D8DDA" w14:textId="77777777" w:rsidR="00F4379A" w:rsidRPr="00D8503B" w:rsidRDefault="00892F44" w:rsidP="00892F44">
      <w:pPr>
        <w:pStyle w:val="QuestionItem"/>
      </w:pPr>
      <w:r w:rsidRPr="00D8503B">
        <w:t>d.</w:t>
      </w:r>
      <w:r w:rsidRPr="00D8503B">
        <w:tab/>
      </w:r>
      <w:r w:rsidR="002635F9" w:rsidRPr="00D8503B">
        <w:t>Coordinate more closely with local schools in providing resources to kids</w:t>
      </w:r>
    </w:p>
    <w:p w14:paraId="01D7B340" w14:textId="77777777" w:rsidR="002635F9" w:rsidRPr="00D8503B" w:rsidRDefault="00892F44" w:rsidP="00892F44">
      <w:pPr>
        <w:pStyle w:val="QuestionItem"/>
      </w:pPr>
      <w:r w:rsidRPr="00D8503B">
        <w:t>e.</w:t>
      </w:r>
      <w:r w:rsidRPr="00D8503B">
        <w:tab/>
      </w:r>
      <w:r w:rsidR="005B3AAD" w:rsidRPr="00D8503B">
        <w:t>Buy 3-D printers and other digital tools to allow people to learn how to use them to make different kinds of objects</w:t>
      </w:r>
      <w:r w:rsidR="00740E91" w:rsidRPr="00D8503B">
        <w:t xml:space="preserve"> </w:t>
      </w:r>
      <w:r w:rsidR="002635F9" w:rsidRPr="00D8503B">
        <w:rPr>
          <w:color w:val="A6A6A6"/>
        </w:rPr>
        <w:t>{new}</w:t>
      </w:r>
    </w:p>
    <w:p w14:paraId="4B044390" w14:textId="77777777" w:rsidR="00F4379A" w:rsidRPr="00D8503B" w:rsidRDefault="00F4379A" w:rsidP="00030F6F">
      <w:pPr>
        <w:pStyle w:val="QuestionItemFilter"/>
      </w:pPr>
      <w:r w:rsidRPr="00D8503B">
        <w:t>ASK ITEMS f-</w:t>
      </w:r>
      <w:r w:rsidR="00740E91" w:rsidRPr="00D8503B">
        <w:t>j</w:t>
      </w:r>
      <w:r w:rsidRPr="00D8503B">
        <w:t xml:space="preserve"> OF FORM B:</w:t>
      </w:r>
    </w:p>
    <w:p w14:paraId="7DA0D6AF" w14:textId="69DE2DE5" w:rsidR="002635F9" w:rsidRPr="00D8503B" w:rsidRDefault="00892F44" w:rsidP="00892F44">
      <w:pPr>
        <w:pStyle w:val="QuestionItem"/>
      </w:pPr>
      <w:r w:rsidRPr="00D8503B">
        <w:t>f.</w:t>
      </w:r>
      <w:r w:rsidRPr="00D8503B">
        <w:tab/>
      </w:r>
      <w:r w:rsidR="005B3AAD" w:rsidRPr="00D8503B">
        <w:t xml:space="preserve">Create </w:t>
      </w:r>
      <w:r w:rsidR="002635F9" w:rsidRPr="00D8503B">
        <w:t xml:space="preserve">services </w:t>
      </w:r>
      <w:r w:rsidR="00D7655A" w:rsidRPr="00D8503B">
        <w:t xml:space="preserve">or programs </w:t>
      </w:r>
      <w:r w:rsidR="002635F9" w:rsidRPr="00D8503B">
        <w:t xml:space="preserve">for local businesses and entrepreneurs </w:t>
      </w:r>
      <w:r w:rsidR="002635F9" w:rsidRPr="00D8503B">
        <w:rPr>
          <w:color w:val="A6A6A6"/>
        </w:rPr>
        <w:t>{new}</w:t>
      </w:r>
    </w:p>
    <w:p w14:paraId="1E58F395" w14:textId="0B938E86" w:rsidR="002635F9" w:rsidRPr="00D8503B" w:rsidRDefault="00892F44" w:rsidP="00892F44">
      <w:pPr>
        <w:pStyle w:val="QuestionItem"/>
      </w:pPr>
      <w:r w:rsidRPr="00D8503B">
        <w:t>g.</w:t>
      </w:r>
      <w:r w:rsidRPr="00D8503B">
        <w:tab/>
      </w:r>
      <w:r w:rsidR="005B3AAD" w:rsidRPr="00D8503B">
        <w:t xml:space="preserve">Create </w:t>
      </w:r>
      <w:r w:rsidR="002635F9" w:rsidRPr="00D8503B">
        <w:t xml:space="preserve">services </w:t>
      </w:r>
      <w:r w:rsidR="00D7655A" w:rsidRPr="00D8503B">
        <w:t xml:space="preserve">or programs </w:t>
      </w:r>
      <w:r w:rsidR="002635F9" w:rsidRPr="00D8503B">
        <w:t xml:space="preserve">for active military personnel and veterans </w:t>
      </w:r>
      <w:r w:rsidR="002635F9" w:rsidRPr="00D8503B">
        <w:rPr>
          <w:color w:val="A6A6A6"/>
        </w:rPr>
        <w:t>{new}</w:t>
      </w:r>
    </w:p>
    <w:p w14:paraId="55856648" w14:textId="36CF6679" w:rsidR="002635F9" w:rsidRPr="00D8503B" w:rsidRDefault="00892F44" w:rsidP="00892F44">
      <w:pPr>
        <w:pStyle w:val="QuestionItem"/>
        <w:rPr>
          <w:color w:val="A6A6A6"/>
        </w:rPr>
      </w:pPr>
      <w:r w:rsidRPr="00D8503B">
        <w:t>h.</w:t>
      </w:r>
      <w:r w:rsidRPr="00D8503B">
        <w:tab/>
      </w:r>
      <w:r w:rsidR="005B3AAD" w:rsidRPr="00D8503B">
        <w:t xml:space="preserve">Create </w:t>
      </w:r>
      <w:r w:rsidR="002635F9" w:rsidRPr="00D8503B">
        <w:t xml:space="preserve">services </w:t>
      </w:r>
      <w:r w:rsidR="00D7655A" w:rsidRPr="00D8503B">
        <w:t xml:space="preserve">or programs </w:t>
      </w:r>
      <w:r w:rsidR="002635F9" w:rsidRPr="00D8503B">
        <w:t xml:space="preserve">for immigrants and first-generation Americans </w:t>
      </w:r>
      <w:r w:rsidR="002635F9" w:rsidRPr="00D8503B">
        <w:rPr>
          <w:color w:val="A6A6A6"/>
        </w:rPr>
        <w:t>{new}</w:t>
      </w:r>
    </w:p>
    <w:p w14:paraId="79B1B91C" w14:textId="77777777" w:rsidR="00F4379A" w:rsidRPr="00D8503B" w:rsidRDefault="00892F44" w:rsidP="00892F44">
      <w:pPr>
        <w:pStyle w:val="QuestionItem"/>
      </w:pPr>
      <w:proofErr w:type="spellStart"/>
      <w:r w:rsidRPr="00D8503B">
        <w:t>i</w:t>
      </w:r>
      <w:proofErr w:type="spellEnd"/>
      <w:r w:rsidRPr="00D8503B">
        <w:t>.</w:t>
      </w:r>
      <w:r w:rsidRPr="00D8503B">
        <w:tab/>
      </w:r>
      <w:r w:rsidR="00F4379A" w:rsidRPr="00D8503B">
        <w:t>Offer programs to teach patrons about protecting their privacy and security online</w:t>
      </w:r>
      <w:r w:rsidR="00030F6F" w:rsidRPr="00D8503B">
        <w:t xml:space="preserve"> </w:t>
      </w:r>
      <w:r w:rsidR="00740E91" w:rsidRPr="00D8503B">
        <w:rPr>
          <w:color w:val="A6A6A6"/>
        </w:rPr>
        <w:t>{new}</w:t>
      </w:r>
    </w:p>
    <w:p w14:paraId="32176906" w14:textId="77777777" w:rsidR="00F4379A" w:rsidRPr="00D8503B" w:rsidRDefault="00892F44" w:rsidP="00892F44">
      <w:pPr>
        <w:pStyle w:val="QuestionItem"/>
      </w:pPr>
      <w:r w:rsidRPr="00D8503B">
        <w:t>j.</w:t>
      </w:r>
      <w:r w:rsidRPr="00D8503B">
        <w:tab/>
      </w:r>
      <w:r w:rsidR="00F4379A" w:rsidRPr="00D8503B">
        <w:t>Offer</w:t>
      </w:r>
      <w:r w:rsidR="00740E91" w:rsidRPr="00D8503B">
        <w:t xml:space="preserve"> programs to teach people, including kids and senior citizens, how to use digital tools such as computers, smartphones and apps </w:t>
      </w:r>
      <w:r w:rsidR="00740E91" w:rsidRPr="00D8503B">
        <w:rPr>
          <w:color w:val="A6A6A6"/>
        </w:rPr>
        <w:t>{new}</w:t>
      </w:r>
    </w:p>
    <w:p w14:paraId="6C3690B6" w14:textId="77777777" w:rsidR="002635F9" w:rsidRPr="00D8503B" w:rsidRDefault="002635F9" w:rsidP="002635F9">
      <w:pPr>
        <w:pStyle w:val="Categories"/>
      </w:pPr>
      <w:r w:rsidRPr="00D8503B">
        <w:t>CATEGORIES</w:t>
      </w:r>
    </w:p>
    <w:p w14:paraId="045A8ED5" w14:textId="77777777" w:rsidR="002635F9" w:rsidRPr="00D8503B" w:rsidRDefault="002635F9" w:rsidP="002635F9">
      <w:pPr>
        <w:pStyle w:val="AnswerCategory"/>
      </w:pPr>
      <w:r w:rsidRPr="00D8503B">
        <w:t>1</w:t>
      </w:r>
      <w:r w:rsidRPr="00D8503B">
        <w:tab/>
        <w:t>Should definitely do</w:t>
      </w:r>
    </w:p>
    <w:p w14:paraId="21262678" w14:textId="77777777" w:rsidR="002635F9" w:rsidRPr="00D8503B" w:rsidRDefault="002635F9" w:rsidP="002635F9">
      <w:pPr>
        <w:pStyle w:val="AnswerCategory"/>
      </w:pPr>
      <w:r w:rsidRPr="00D8503B">
        <w:t>2</w:t>
      </w:r>
      <w:r w:rsidRPr="00D8503B">
        <w:tab/>
        <w:t>Should maybe do</w:t>
      </w:r>
    </w:p>
    <w:p w14:paraId="4F9EA00F" w14:textId="77777777" w:rsidR="002635F9" w:rsidRPr="00D8503B" w:rsidRDefault="002635F9" w:rsidP="002635F9">
      <w:pPr>
        <w:pStyle w:val="AnswerCategory"/>
      </w:pPr>
      <w:r w:rsidRPr="00D8503B">
        <w:t>3</w:t>
      </w:r>
      <w:r w:rsidRPr="00D8503B">
        <w:tab/>
        <w:t>Should definitely NOT do</w:t>
      </w:r>
    </w:p>
    <w:p w14:paraId="136F50D2" w14:textId="77777777" w:rsidR="002635F9" w:rsidRPr="00D8503B" w:rsidRDefault="002635F9" w:rsidP="002635F9">
      <w:pPr>
        <w:pStyle w:val="AnswerCategory"/>
      </w:pPr>
      <w:r w:rsidRPr="00D8503B">
        <w:t>4</w:t>
      </w:r>
      <w:r w:rsidRPr="00D8503B">
        <w:tab/>
      </w:r>
      <w:r w:rsidRPr="00D8503B">
        <w:rPr>
          <w:b/>
        </w:rPr>
        <w:t>(VOL.)</w:t>
      </w:r>
      <w:r w:rsidRPr="00D8503B">
        <w:t xml:space="preserve"> </w:t>
      </w:r>
      <w:proofErr w:type="gramStart"/>
      <w:r w:rsidRPr="00D8503B">
        <w:t>Doesn’t</w:t>
      </w:r>
      <w:proofErr w:type="gramEnd"/>
      <w:r w:rsidRPr="00D8503B">
        <w:t xml:space="preserve"> really matter to me</w:t>
      </w:r>
    </w:p>
    <w:p w14:paraId="307C34F3"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28080BA5"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57B389B7" w14:textId="77777777" w:rsidR="00740E91" w:rsidRPr="00D8503B" w:rsidRDefault="00740E91" w:rsidP="005854FB"/>
    <w:p w14:paraId="395956EC" w14:textId="77777777" w:rsidR="00A61A1A" w:rsidRPr="00D8503B" w:rsidRDefault="00A61A1A" w:rsidP="00740E91">
      <w:pPr>
        <w:pStyle w:val="Filter"/>
      </w:pPr>
      <w:r w:rsidRPr="00D8503B">
        <w:br w:type="page"/>
      </w:r>
    </w:p>
    <w:p w14:paraId="1DB703FB" w14:textId="2940E336" w:rsidR="00740E91" w:rsidRPr="00D8503B" w:rsidRDefault="00740E91" w:rsidP="00740E91">
      <w:pPr>
        <w:pStyle w:val="Filter"/>
      </w:pPr>
      <w:r w:rsidRPr="00D8503B">
        <w:lastRenderedPageBreak/>
        <w:t xml:space="preserve">ASK </w:t>
      </w:r>
      <w:r w:rsidR="00FB0003" w:rsidRPr="00D8503B">
        <w:t>IF Q18A=1-3</w:t>
      </w:r>
      <w:proofErr w:type="gramStart"/>
      <w:r w:rsidR="00FB0003" w:rsidRPr="00D8503B">
        <w:t>,8,9</w:t>
      </w:r>
      <w:proofErr w:type="gramEnd"/>
      <w:r w:rsidR="00FB0003" w:rsidRPr="00D8503B">
        <w:t xml:space="preserve"> AND Q18B=1-3,8,9</w:t>
      </w:r>
      <w:r w:rsidRPr="00D8503B">
        <w:t>:</w:t>
      </w:r>
    </w:p>
    <w:p w14:paraId="72F48271" w14:textId="05E6B553" w:rsidR="001F132A" w:rsidRPr="00D8503B" w:rsidRDefault="008F22B7" w:rsidP="00D71E42">
      <w:pPr>
        <w:pStyle w:val="Question"/>
      </w:pPr>
      <w:r w:rsidRPr="00D8503B">
        <w:t>Q2</w:t>
      </w:r>
      <w:r w:rsidR="001026F4" w:rsidRPr="00D8503B">
        <w:t>0</w:t>
      </w:r>
      <w:r w:rsidR="00D7655A" w:rsidRPr="00D8503B">
        <w:tab/>
      </w:r>
      <w:r w:rsidR="001F132A" w:rsidRPr="00D8503B">
        <w:t xml:space="preserve">I’d like to know in what ways you think the public library contributes to your community. </w:t>
      </w:r>
      <w:r w:rsidR="001A0DD3" w:rsidRPr="00D8503B">
        <w:t xml:space="preserve">First, do you think the library contributes a lot in terms of </w:t>
      </w:r>
      <w:r w:rsidR="001F132A" w:rsidRPr="00D8503B">
        <w:rPr>
          <w:b/>
        </w:rPr>
        <w:t>[INSERT ITEMS; RANDOMIZE]</w:t>
      </w:r>
      <w:r w:rsidR="001A0DD3" w:rsidRPr="00D8503B">
        <w:t>, contributes somewhat, a little or not at all</w:t>
      </w:r>
      <w:r w:rsidR="001F132A" w:rsidRPr="00D8503B">
        <w:t>?</w:t>
      </w:r>
      <w:r w:rsidR="001F132A" w:rsidRPr="00D8503B">
        <w:rPr>
          <w:rFonts w:eastAsia="Calibri"/>
        </w:rPr>
        <w:t xml:space="preserve"> </w:t>
      </w:r>
      <w:r w:rsidR="001A0DD3" w:rsidRPr="00D8503B">
        <w:rPr>
          <w:rFonts w:eastAsia="Calibri"/>
        </w:rPr>
        <w:t>How about in</w:t>
      </w:r>
      <w:r w:rsidR="00C80C11">
        <w:rPr>
          <w:rFonts w:eastAsia="Calibri"/>
        </w:rPr>
        <w:t xml:space="preserve"> </w:t>
      </w:r>
      <w:r w:rsidR="00C80C11" w:rsidRPr="00D8503B">
        <w:rPr>
          <w:b/>
        </w:rPr>
        <w:t xml:space="preserve">[INSERT </w:t>
      </w:r>
      <w:r w:rsidR="00C80C11">
        <w:rPr>
          <w:b/>
        </w:rPr>
        <w:t>NEXT ITEM</w:t>
      </w:r>
      <w:r w:rsidR="00C80C11" w:rsidRPr="00D8503B">
        <w:rPr>
          <w:b/>
        </w:rPr>
        <w:t>]</w:t>
      </w:r>
      <w:r w:rsidR="00C80C11" w:rsidRPr="00C80C11">
        <w:t>?</w:t>
      </w:r>
      <w:r w:rsidR="001A0DD3" w:rsidRPr="00D8503B">
        <w:rPr>
          <w:rFonts w:eastAsia="Calibri"/>
        </w:rPr>
        <w:t xml:space="preserve"> </w:t>
      </w:r>
      <w:r w:rsidR="001F132A" w:rsidRPr="00D8503B">
        <w:rPr>
          <w:rFonts w:eastAsia="Calibri"/>
          <w:b/>
        </w:rPr>
        <w:t>[READ IF NECESSARY:</w:t>
      </w:r>
      <w:r w:rsidR="001F132A" w:rsidRPr="00D8503B">
        <w:rPr>
          <w:rFonts w:eastAsia="Calibri"/>
        </w:rPr>
        <w:t xml:space="preserve"> </w:t>
      </w:r>
      <w:r w:rsidR="001F132A" w:rsidRPr="00D8503B">
        <w:t xml:space="preserve">Do you think the </w:t>
      </w:r>
      <w:r w:rsidR="001A0DD3" w:rsidRPr="00D8503B">
        <w:t xml:space="preserve">public </w:t>
      </w:r>
      <w:r w:rsidR="001F132A" w:rsidRPr="00D8503B">
        <w:t>library contributes a lot to the community</w:t>
      </w:r>
      <w:r w:rsidR="001A0DD3" w:rsidRPr="00D8503B">
        <w:t xml:space="preserve"> in this way</w:t>
      </w:r>
      <w:r w:rsidR="001F132A" w:rsidRPr="00D8503B">
        <w:t>, somewhat, a little, or not at all?</w:t>
      </w:r>
      <w:r w:rsidR="001F132A" w:rsidRPr="00D8503B">
        <w:rPr>
          <w:rFonts w:eastAsia="Calibri"/>
          <w:b/>
        </w:rPr>
        <w:t>]</w:t>
      </w:r>
      <w:r w:rsidR="001F132A" w:rsidRPr="00D8503B">
        <w:t xml:space="preserve"> </w:t>
      </w:r>
      <w:r w:rsidR="001F132A" w:rsidRPr="00D8503B">
        <w:rPr>
          <w:color w:val="A6A6A6"/>
        </w:rPr>
        <w:t>{</w:t>
      </w:r>
      <w:proofErr w:type="gramStart"/>
      <w:r w:rsidR="001F132A" w:rsidRPr="00D8503B">
        <w:rPr>
          <w:color w:val="A6A6A6"/>
        </w:rPr>
        <w:t>new</w:t>
      </w:r>
      <w:proofErr w:type="gramEnd"/>
      <w:r w:rsidR="001F132A" w:rsidRPr="00D8503B">
        <w:rPr>
          <w:color w:val="A6A6A6"/>
        </w:rPr>
        <w:t>}</w:t>
      </w:r>
    </w:p>
    <w:p w14:paraId="54F7D054" w14:textId="77777777" w:rsidR="000807CC" w:rsidRPr="00D8503B" w:rsidRDefault="000807CC" w:rsidP="00030F6F">
      <w:pPr>
        <w:pStyle w:val="QuestionItemFilter"/>
      </w:pPr>
      <w:r w:rsidRPr="00D8503B">
        <w:t>ASK ITEMS a-c OF FORM A:</w:t>
      </w:r>
    </w:p>
    <w:p w14:paraId="4200187B" w14:textId="60979206" w:rsidR="00F4379A" w:rsidRPr="00D8503B" w:rsidRDefault="000807CC" w:rsidP="00030F6F">
      <w:pPr>
        <w:pStyle w:val="QuestionItem"/>
      </w:pPr>
      <w:r w:rsidRPr="00D8503B">
        <w:t>a.</w:t>
      </w:r>
      <w:r w:rsidRPr="00D8503B">
        <w:tab/>
      </w:r>
      <w:r w:rsidR="001A0DD3" w:rsidRPr="00D8503B">
        <w:t>H</w:t>
      </w:r>
      <w:r w:rsidR="00A30F75" w:rsidRPr="00D8503B">
        <w:t xml:space="preserve">elping </w:t>
      </w:r>
      <w:r w:rsidR="00F4379A" w:rsidRPr="00D8503B">
        <w:t>people f</w:t>
      </w:r>
      <w:r w:rsidR="007F40E6">
        <w:t>ind jobs or pursue job training</w:t>
      </w:r>
    </w:p>
    <w:p w14:paraId="18B80B17" w14:textId="028A2E48" w:rsidR="00F4379A" w:rsidRPr="00D8503B" w:rsidRDefault="000807CC" w:rsidP="00030F6F">
      <w:pPr>
        <w:pStyle w:val="QuestionItem"/>
      </w:pPr>
      <w:proofErr w:type="gramStart"/>
      <w:r w:rsidRPr="00D8503B">
        <w:t>b</w:t>
      </w:r>
      <w:proofErr w:type="gramEnd"/>
      <w:r w:rsidRPr="00D8503B">
        <w:t>.</w:t>
      </w:r>
      <w:r w:rsidRPr="00D8503B">
        <w:tab/>
      </w:r>
      <w:r w:rsidR="001A0DD3" w:rsidRPr="00D8503B">
        <w:t>H</w:t>
      </w:r>
      <w:r w:rsidR="00A30F75" w:rsidRPr="00D8503B">
        <w:t xml:space="preserve">elping </w:t>
      </w:r>
      <w:r w:rsidR="00F4379A" w:rsidRPr="00D8503B">
        <w:t>people learn about local events and resources that are available in your community</w:t>
      </w:r>
    </w:p>
    <w:p w14:paraId="678E341D" w14:textId="0A1E2027" w:rsidR="00F4379A" w:rsidRPr="00D8503B" w:rsidRDefault="000807CC" w:rsidP="00030F6F">
      <w:pPr>
        <w:pStyle w:val="QuestionItem"/>
      </w:pPr>
      <w:r w:rsidRPr="00D8503B">
        <w:t>c.</w:t>
      </w:r>
      <w:r w:rsidRPr="00D8503B">
        <w:tab/>
      </w:r>
      <w:r w:rsidR="001A0DD3" w:rsidRPr="00D8503B">
        <w:t>H</w:t>
      </w:r>
      <w:r w:rsidR="00A30F75" w:rsidRPr="00D8503B">
        <w:t xml:space="preserve">elping </w:t>
      </w:r>
      <w:r w:rsidR="00F4379A" w:rsidRPr="00D8503B">
        <w:t xml:space="preserve">people find out about volunteer opportunities and other ways </w:t>
      </w:r>
      <w:r w:rsidR="00B26D43" w:rsidRPr="00D8503B">
        <w:t xml:space="preserve">people can </w:t>
      </w:r>
      <w:r w:rsidRPr="00D8503B">
        <w:t xml:space="preserve">make </w:t>
      </w:r>
      <w:r w:rsidR="00F4379A" w:rsidRPr="00D8503B">
        <w:t>contributions to your community</w:t>
      </w:r>
    </w:p>
    <w:p w14:paraId="557236AB" w14:textId="77777777" w:rsidR="000807CC" w:rsidRPr="00D8503B" w:rsidRDefault="000807CC" w:rsidP="00030F6F">
      <w:pPr>
        <w:pStyle w:val="QuestionItemFilter"/>
      </w:pPr>
      <w:r w:rsidRPr="00D8503B">
        <w:t>ASK ITEMS d-f OF FORM B:</w:t>
      </w:r>
    </w:p>
    <w:p w14:paraId="19A81ACF" w14:textId="40C44127" w:rsidR="00F4379A" w:rsidRPr="00D8503B" w:rsidRDefault="000807CC" w:rsidP="00030F6F">
      <w:pPr>
        <w:pStyle w:val="QuestionItem"/>
      </w:pPr>
      <w:r w:rsidRPr="00D8503B">
        <w:t>d.</w:t>
      </w:r>
      <w:r w:rsidRPr="00D8503B">
        <w:tab/>
      </w:r>
      <w:r w:rsidR="001A0DD3" w:rsidRPr="00D8503B">
        <w:t>H</w:t>
      </w:r>
      <w:r w:rsidR="00A30F75" w:rsidRPr="00D8503B">
        <w:t xml:space="preserve">elping </w:t>
      </w:r>
      <w:r w:rsidR="00F4379A" w:rsidRPr="00D8503B">
        <w:t>people when they seek health information</w:t>
      </w:r>
    </w:p>
    <w:p w14:paraId="6119451F" w14:textId="44043C7E" w:rsidR="00F4379A" w:rsidRPr="00D8503B" w:rsidRDefault="000807CC" w:rsidP="00030F6F">
      <w:pPr>
        <w:pStyle w:val="QuestionItem"/>
      </w:pPr>
      <w:r w:rsidRPr="00D8503B">
        <w:t>e.</w:t>
      </w:r>
      <w:r w:rsidRPr="00D8503B">
        <w:tab/>
      </w:r>
      <w:r w:rsidR="001A0DD3" w:rsidRPr="00D8503B">
        <w:t>H</w:t>
      </w:r>
      <w:r w:rsidR="00A30F75" w:rsidRPr="00D8503B">
        <w:t xml:space="preserve">elping </w:t>
      </w:r>
      <w:r w:rsidR="00F4379A" w:rsidRPr="00D8503B">
        <w:t>people decide what information they can trust</w:t>
      </w:r>
    </w:p>
    <w:p w14:paraId="217DB2DF" w14:textId="71917554" w:rsidR="00F4379A" w:rsidRPr="00D8503B" w:rsidRDefault="000807CC" w:rsidP="00030F6F">
      <w:pPr>
        <w:pStyle w:val="QuestionItem"/>
      </w:pPr>
      <w:proofErr w:type="gramStart"/>
      <w:r w:rsidRPr="00D8503B">
        <w:t>f</w:t>
      </w:r>
      <w:proofErr w:type="gramEnd"/>
      <w:r w:rsidRPr="00D8503B">
        <w:t>.</w:t>
      </w:r>
      <w:r w:rsidRPr="00D8503B">
        <w:tab/>
      </w:r>
      <w:r w:rsidR="001A0DD3" w:rsidRPr="00D8503B">
        <w:t>H</w:t>
      </w:r>
      <w:r w:rsidR="00A30F75" w:rsidRPr="00D8503B">
        <w:t xml:space="preserve">elping </w:t>
      </w:r>
      <w:r w:rsidR="00F4379A" w:rsidRPr="00D8503B">
        <w:t>people learn how to use new technologies</w:t>
      </w:r>
    </w:p>
    <w:p w14:paraId="6E43CB1C" w14:textId="77777777" w:rsidR="002635F9" w:rsidRPr="00D8503B" w:rsidRDefault="002635F9" w:rsidP="00892F44">
      <w:pPr>
        <w:pStyle w:val="Categories"/>
      </w:pPr>
      <w:r w:rsidRPr="00D8503B">
        <w:t>CATEGORIES</w:t>
      </w:r>
    </w:p>
    <w:p w14:paraId="39D3D08E" w14:textId="77777777" w:rsidR="002635F9" w:rsidRPr="00D8503B" w:rsidRDefault="002635F9" w:rsidP="00892F44">
      <w:pPr>
        <w:pStyle w:val="AnswerCategory"/>
      </w:pPr>
      <w:r w:rsidRPr="00D8503B">
        <w:t>1</w:t>
      </w:r>
      <w:r w:rsidRPr="00D8503B">
        <w:tab/>
        <w:t>A lot</w:t>
      </w:r>
    </w:p>
    <w:p w14:paraId="0DF4BA45" w14:textId="77777777" w:rsidR="002635F9" w:rsidRPr="00D8503B" w:rsidRDefault="002635F9" w:rsidP="00892F44">
      <w:pPr>
        <w:pStyle w:val="AnswerCategory"/>
      </w:pPr>
      <w:r w:rsidRPr="00D8503B">
        <w:t>2</w:t>
      </w:r>
      <w:r w:rsidRPr="00D8503B">
        <w:tab/>
        <w:t>Somewhat</w:t>
      </w:r>
    </w:p>
    <w:p w14:paraId="009AA503" w14:textId="19E066A0" w:rsidR="002635F9" w:rsidRPr="00D8503B" w:rsidRDefault="00D86081" w:rsidP="00892F44">
      <w:pPr>
        <w:pStyle w:val="AnswerCategory"/>
      </w:pPr>
      <w:r>
        <w:t>3</w:t>
      </w:r>
      <w:r>
        <w:tab/>
        <w:t>A little</w:t>
      </w:r>
    </w:p>
    <w:p w14:paraId="47B9238E" w14:textId="77777777" w:rsidR="002635F9" w:rsidRPr="00D8503B" w:rsidRDefault="002635F9" w:rsidP="00892F44">
      <w:pPr>
        <w:pStyle w:val="AnswerCategory"/>
      </w:pPr>
      <w:r w:rsidRPr="00D8503B">
        <w:t>4</w:t>
      </w:r>
      <w:r w:rsidRPr="00D8503B">
        <w:tab/>
        <w:t>Not at all</w:t>
      </w:r>
    </w:p>
    <w:p w14:paraId="3902FA68" w14:textId="29767B74" w:rsidR="00FB0003" w:rsidRPr="00D8503B" w:rsidRDefault="00FB0003" w:rsidP="00FB0003">
      <w:pPr>
        <w:pStyle w:val="AnswerCategory"/>
        <w:rPr>
          <w:b/>
        </w:rPr>
      </w:pPr>
      <w:r w:rsidRPr="00D8503B">
        <w:t>5</w:t>
      </w:r>
      <w:r w:rsidRPr="00D8503B">
        <w:tab/>
      </w:r>
      <w:r w:rsidRPr="00D8503B">
        <w:rPr>
          <w:b/>
        </w:rPr>
        <w:t>(VOL.)</w:t>
      </w:r>
      <w:r w:rsidRPr="00D8503B">
        <w:t xml:space="preserve"> Community does not have a public library</w:t>
      </w:r>
    </w:p>
    <w:p w14:paraId="2495D2A9"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22BF54B2"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52520413" w14:textId="1B583275" w:rsidR="00A61A1A" w:rsidRPr="00D8503B" w:rsidRDefault="00A61A1A" w:rsidP="00A61A1A">
      <w:pPr>
        <w:rPr>
          <w:rStyle w:val="Timingmodule"/>
        </w:rPr>
      </w:pPr>
      <w:r w:rsidRPr="00D8503B">
        <w:rPr>
          <w:rStyle w:val="Timingmodule"/>
        </w:rPr>
        <w:t>END TIMING MODULE</w:t>
      </w:r>
    </w:p>
    <w:p w14:paraId="2120E617" w14:textId="77777777" w:rsidR="001026F4" w:rsidRPr="00D8503B" w:rsidRDefault="001026F4" w:rsidP="005854FB"/>
    <w:p w14:paraId="0627C764" w14:textId="77777777" w:rsidR="00B26D43" w:rsidRPr="00D8503B" w:rsidRDefault="00B26D43" w:rsidP="005854FB"/>
    <w:p w14:paraId="5F355E70" w14:textId="77777777" w:rsidR="00A61A1A" w:rsidRPr="00D8503B" w:rsidRDefault="00A61A1A" w:rsidP="00030F6F">
      <w:pPr>
        <w:rPr>
          <w:rStyle w:val="Sectionheading"/>
        </w:rPr>
      </w:pPr>
      <w:r w:rsidRPr="00D8503B">
        <w:rPr>
          <w:rStyle w:val="Sectionheading"/>
        </w:rPr>
        <w:br w:type="page"/>
      </w:r>
    </w:p>
    <w:p w14:paraId="3F19024C" w14:textId="4B142752" w:rsidR="001026F4" w:rsidRPr="00D8503B" w:rsidRDefault="00030F6F" w:rsidP="00030F6F">
      <w:pPr>
        <w:rPr>
          <w:rStyle w:val="Sectionheading"/>
        </w:rPr>
      </w:pPr>
      <w:r w:rsidRPr="00D8503B">
        <w:rPr>
          <w:rStyle w:val="Sectionheading"/>
        </w:rPr>
        <w:lastRenderedPageBreak/>
        <w:t>Digital Skills &amp; Libraries</w:t>
      </w:r>
    </w:p>
    <w:p w14:paraId="3D79F593" w14:textId="77777777" w:rsidR="001026F4" w:rsidRPr="00D8503B" w:rsidRDefault="001026F4" w:rsidP="00030F6F"/>
    <w:p w14:paraId="21946EF9" w14:textId="77777777" w:rsidR="00A61A1A" w:rsidRPr="00D8503B" w:rsidRDefault="00A61A1A" w:rsidP="00A61A1A">
      <w:pPr>
        <w:rPr>
          <w:rStyle w:val="Timingmodule"/>
        </w:rPr>
      </w:pPr>
      <w:r w:rsidRPr="00D8503B">
        <w:rPr>
          <w:rStyle w:val="Timingmodule"/>
        </w:rPr>
        <w:t>START TIMING MODULE</w:t>
      </w:r>
    </w:p>
    <w:p w14:paraId="0ACEEBB0" w14:textId="70E990D3" w:rsidR="001026F4" w:rsidRPr="00D8503B" w:rsidRDefault="00564CF7" w:rsidP="00A61A1A">
      <w:r w:rsidRPr="00D8503B">
        <w:rPr>
          <w:b/>
        </w:rPr>
        <w:t>[READ TO ALL:]</w:t>
      </w:r>
      <w:r w:rsidRPr="00D8503B">
        <w:t xml:space="preserve"> </w:t>
      </w:r>
      <w:r w:rsidR="00B26D43" w:rsidRPr="00D8503B">
        <w:t>Now</w:t>
      </w:r>
      <w:r w:rsidR="001026F4" w:rsidRPr="00D8503B">
        <w:t>, we have a few questions on the role of libraries in helping people address information needs that often play out on the internet.</w:t>
      </w:r>
    </w:p>
    <w:p w14:paraId="3F3465E7" w14:textId="77777777" w:rsidR="001026F4" w:rsidRPr="00D8503B" w:rsidRDefault="001026F4" w:rsidP="00C0725F"/>
    <w:p w14:paraId="0F5239BD" w14:textId="77777777" w:rsidR="00FB0003" w:rsidRPr="00D8503B" w:rsidRDefault="00FB0003" w:rsidP="00FB0003">
      <w:pPr>
        <w:pStyle w:val="Filter"/>
        <w:rPr>
          <w:rFonts w:cs="Tahoma"/>
        </w:rPr>
      </w:pPr>
      <w:r w:rsidRPr="00D8503B">
        <w:rPr>
          <w:rFonts w:cs="Tahoma"/>
        </w:rPr>
        <w:t>ASK ALL INTERNET USERS OR DIGITAL CONNECTORS (EMINUSE=1 OR INTMOB=1 OR SNSINT=1):</w:t>
      </w:r>
    </w:p>
    <w:p w14:paraId="2DA1905C" w14:textId="0CF3DBCA" w:rsidR="001026F4" w:rsidRPr="00D8503B" w:rsidRDefault="001026F4" w:rsidP="00030F6F">
      <w:pPr>
        <w:pStyle w:val="Question"/>
      </w:pPr>
      <w:r w:rsidRPr="00D8503B">
        <w:t>Q21</w:t>
      </w:r>
      <w:r w:rsidRPr="00D8503B">
        <w:tab/>
        <w:t xml:space="preserve">These days, institutions such as government and schools often expect that people will contact them or </w:t>
      </w:r>
      <w:r w:rsidR="00B26D43" w:rsidRPr="00D8503B">
        <w:t xml:space="preserve">learn about </w:t>
      </w:r>
      <w:r w:rsidRPr="00D8503B">
        <w:t>them using the internet. How easy is it for you to carry out tasks with these institutions using the internet</w:t>
      </w:r>
      <w:r w:rsidR="00B26D43" w:rsidRPr="00D8503B">
        <w:t xml:space="preserve"> or email</w:t>
      </w:r>
      <w:r w:rsidRPr="00D8503B">
        <w:t>?</w:t>
      </w:r>
      <w:r w:rsidR="00FB0003" w:rsidRPr="00D8503B">
        <w:t xml:space="preserve"> </w:t>
      </w:r>
      <w:r w:rsidR="00FB0003" w:rsidRPr="00D8503B">
        <w:rPr>
          <w:b/>
        </w:rPr>
        <w:t>[READ]</w:t>
      </w:r>
      <w:r w:rsidR="00B5741F" w:rsidRPr="00D8503B">
        <w:t xml:space="preserve"> </w:t>
      </w:r>
      <w:r w:rsidR="00B5741F" w:rsidRPr="00D8503B">
        <w:rPr>
          <w:color w:val="A6A6A6"/>
        </w:rPr>
        <w:t>{</w:t>
      </w:r>
      <w:proofErr w:type="gramStart"/>
      <w:r w:rsidR="00B5741F" w:rsidRPr="00D8503B">
        <w:rPr>
          <w:color w:val="A6A6A6"/>
        </w:rPr>
        <w:t>new</w:t>
      </w:r>
      <w:proofErr w:type="gramEnd"/>
      <w:r w:rsidR="00B5741F" w:rsidRPr="00D8503B">
        <w:rPr>
          <w:color w:val="A6A6A6"/>
        </w:rPr>
        <w:t>}</w:t>
      </w:r>
    </w:p>
    <w:p w14:paraId="2A2BF5CF" w14:textId="77777777" w:rsidR="001026F4" w:rsidRPr="00D8503B" w:rsidRDefault="001026F4" w:rsidP="00030F6F">
      <w:pPr>
        <w:pStyle w:val="AnswerCategory"/>
      </w:pPr>
      <w:r w:rsidRPr="00D8503B">
        <w:t>1</w:t>
      </w:r>
      <w:r w:rsidRPr="00D8503B">
        <w:tab/>
        <w:t>Very easy</w:t>
      </w:r>
    </w:p>
    <w:p w14:paraId="7381DE9D" w14:textId="77777777" w:rsidR="001026F4" w:rsidRPr="00D8503B" w:rsidRDefault="001026F4" w:rsidP="00030F6F">
      <w:pPr>
        <w:pStyle w:val="AnswerCategory"/>
      </w:pPr>
      <w:r w:rsidRPr="00D8503B">
        <w:t>2</w:t>
      </w:r>
      <w:r w:rsidRPr="00D8503B">
        <w:tab/>
        <w:t>Somewhat easy</w:t>
      </w:r>
    </w:p>
    <w:p w14:paraId="584613C3" w14:textId="056B8E67" w:rsidR="001026F4" w:rsidRPr="00D8503B" w:rsidRDefault="001026F4" w:rsidP="00030F6F">
      <w:pPr>
        <w:pStyle w:val="AnswerCategory"/>
      </w:pPr>
      <w:r w:rsidRPr="00D8503B">
        <w:t>3</w:t>
      </w:r>
      <w:r w:rsidRPr="00D8503B">
        <w:tab/>
        <w:t>Not too easy</w:t>
      </w:r>
      <w:r w:rsidR="00FB0003" w:rsidRPr="00D8503B">
        <w:t>, OR</w:t>
      </w:r>
    </w:p>
    <w:p w14:paraId="1370FAE1" w14:textId="0A42CC01" w:rsidR="001026F4" w:rsidRPr="00D8503B" w:rsidRDefault="001026F4" w:rsidP="00030F6F">
      <w:pPr>
        <w:pStyle w:val="AnswerCategory"/>
      </w:pPr>
      <w:r w:rsidRPr="00D8503B">
        <w:t>4</w:t>
      </w:r>
      <w:r w:rsidRPr="00D8503B">
        <w:tab/>
        <w:t>Not at all easy</w:t>
      </w:r>
      <w:r w:rsidR="00FB0003" w:rsidRPr="00D8503B">
        <w:t>?</w:t>
      </w:r>
    </w:p>
    <w:p w14:paraId="705557D0"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1516AABF"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21A10F52" w14:textId="77777777" w:rsidR="001026F4" w:rsidRPr="00D8503B" w:rsidRDefault="001026F4" w:rsidP="00892F44"/>
    <w:p w14:paraId="5BFC89BC" w14:textId="1E856322" w:rsidR="00FB0003" w:rsidRPr="00D8503B" w:rsidRDefault="00FB0003" w:rsidP="00FB0003">
      <w:pPr>
        <w:pStyle w:val="Filter"/>
        <w:rPr>
          <w:rFonts w:cs="Tahoma"/>
        </w:rPr>
      </w:pPr>
      <w:r w:rsidRPr="00D8503B">
        <w:rPr>
          <w:rFonts w:cs="Tahoma"/>
        </w:rPr>
        <w:t xml:space="preserve">ASK ALL INTERNET USERS </w:t>
      </w:r>
      <w:r w:rsidR="00257EE5" w:rsidRPr="00D8503B">
        <w:rPr>
          <w:rFonts w:cs="Tahoma"/>
        </w:rPr>
        <w:t xml:space="preserve">OR DIGITAL CONNECTORS </w:t>
      </w:r>
      <w:r w:rsidRPr="00D8503B">
        <w:rPr>
          <w:rFonts w:cs="Tahoma"/>
        </w:rPr>
        <w:t>(EMINUSE=1 OR INTMOB=1 OR SNSINT=1):</w:t>
      </w:r>
    </w:p>
    <w:p w14:paraId="70B71CE9" w14:textId="024385B1" w:rsidR="001026F4" w:rsidRPr="00D8503B" w:rsidRDefault="001026F4" w:rsidP="00564CF7">
      <w:pPr>
        <w:pStyle w:val="Question"/>
      </w:pPr>
      <w:r w:rsidRPr="00D8503B">
        <w:t>Q22</w:t>
      </w:r>
      <w:r w:rsidRPr="00D8503B">
        <w:tab/>
        <w:t>Sometimes, these institutions expect people will use mobile apps to contact them</w:t>
      </w:r>
      <w:r w:rsidR="00A30F75" w:rsidRPr="00D8503B">
        <w:t xml:space="preserve"> and perform other tasks, such as signing up for services or getting information</w:t>
      </w:r>
      <w:r w:rsidRPr="00D8503B">
        <w:t>. How easy is it for you to carry out tasks with these institutions using mobile apps?</w:t>
      </w:r>
      <w:r w:rsidR="00FB0003" w:rsidRPr="00D8503B">
        <w:t xml:space="preserve"> </w:t>
      </w:r>
      <w:r w:rsidR="00FB0003" w:rsidRPr="00D8503B">
        <w:rPr>
          <w:b/>
        </w:rPr>
        <w:t>[READ]</w:t>
      </w:r>
      <w:r w:rsidR="00B5741F" w:rsidRPr="00D8503B">
        <w:t xml:space="preserve"> </w:t>
      </w:r>
      <w:r w:rsidR="00B5741F" w:rsidRPr="00D8503B">
        <w:rPr>
          <w:color w:val="A6A6A6"/>
        </w:rPr>
        <w:t>{</w:t>
      </w:r>
      <w:proofErr w:type="gramStart"/>
      <w:r w:rsidR="00B5741F" w:rsidRPr="00D8503B">
        <w:rPr>
          <w:color w:val="A6A6A6"/>
        </w:rPr>
        <w:t>new</w:t>
      </w:r>
      <w:proofErr w:type="gramEnd"/>
      <w:r w:rsidR="00B5741F" w:rsidRPr="00D8503B">
        <w:rPr>
          <w:color w:val="A6A6A6"/>
        </w:rPr>
        <w:t>}</w:t>
      </w:r>
    </w:p>
    <w:p w14:paraId="4B6BF227" w14:textId="77777777" w:rsidR="00FB0003" w:rsidRPr="00D8503B" w:rsidRDefault="00FB0003" w:rsidP="00FB0003">
      <w:pPr>
        <w:pStyle w:val="AnswerCategory"/>
      </w:pPr>
      <w:r w:rsidRPr="00D8503B">
        <w:t>1</w:t>
      </w:r>
      <w:r w:rsidRPr="00D8503B">
        <w:tab/>
        <w:t>Very easy</w:t>
      </w:r>
    </w:p>
    <w:p w14:paraId="07358E13" w14:textId="77777777" w:rsidR="00FB0003" w:rsidRPr="00D8503B" w:rsidRDefault="00FB0003" w:rsidP="00FB0003">
      <w:pPr>
        <w:pStyle w:val="AnswerCategory"/>
      </w:pPr>
      <w:r w:rsidRPr="00D8503B">
        <w:t>2</w:t>
      </w:r>
      <w:r w:rsidRPr="00D8503B">
        <w:tab/>
        <w:t>Somewhat easy</w:t>
      </w:r>
    </w:p>
    <w:p w14:paraId="2C982274" w14:textId="77777777" w:rsidR="00FB0003" w:rsidRPr="00D8503B" w:rsidRDefault="00FB0003" w:rsidP="00FB0003">
      <w:pPr>
        <w:pStyle w:val="AnswerCategory"/>
      </w:pPr>
      <w:r w:rsidRPr="00D8503B">
        <w:t>3</w:t>
      </w:r>
      <w:r w:rsidRPr="00D8503B">
        <w:tab/>
        <w:t>Not too easy, OR</w:t>
      </w:r>
    </w:p>
    <w:p w14:paraId="636E94C7" w14:textId="77777777" w:rsidR="00FB0003" w:rsidRPr="00D8503B" w:rsidRDefault="00FB0003" w:rsidP="00FB0003">
      <w:pPr>
        <w:pStyle w:val="AnswerCategory"/>
      </w:pPr>
      <w:r w:rsidRPr="00D8503B">
        <w:t>4</w:t>
      </w:r>
      <w:r w:rsidRPr="00D8503B">
        <w:tab/>
        <w:t>Not at all easy?</w:t>
      </w:r>
    </w:p>
    <w:p w14:paraId="743DCD5F" w14:textId="2392AE09" w:rsidR="00FB0003" w:rsidRPr="00D8503B" w:rsidRDefault="00FB0003" w:rsidP="00FB0003">
      <w:pPr>
        <w:pStyle w:val="AnswerCategory"/>
        <w:rPr>
          <w:rFonts w:cs="Tahoma"/>
        </w:rPr>
      </w:pPr>
      <w:r w:rsidRPr="00D8503B">
        <w:rPr>
          <w:rFonts w:cs="Tahoma"/>
        </w:rPr>
        <w:t>5</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use mobile apps</w:t>
      </w:r>
    </w:p>
    <w:p w14:paraId="7A3A3E93"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277F78C7"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71B70CD6" w14:textId="77777777" w:rsidR="00B26D43" w:rsidRPr="00D8503B" w:rsidRDefault="00B26D43" w:rsidP="00564CF7"/>
    <w:p w14:paraId="16746927" w14:textId="77777777" w:rsidR="001026F4" w:rsidRPr="00D8503B" w:rsidRDefault="001026F4" w:rsidP="00D71E42">
      <w:pPr>
        <w:pStyle w:val="Filter"/>
      </w:pPr>
      <w:r w:rsidRPr="00D8503B">
        <w:t xml:space="preserve">ASK ALL </w:t>
      </w:r>
    </w:p>
    <w:p w14:paraId="1C60F0C1" w14:textId="736C7857" w:rsidR="001026F4" w:rsidRPr="00D8503B" w:rsidRDefault="001026F4" w:rsidP="00564CF7">
      <w:pPr>
        <w:pStyle w:val="Question"/>
      </w:pPr>
      <w:r w:rsidRPr="00D8503B">
        <w:t>Q23</w:t>
      </w:r>
      <w:r w:rsidRPr="00D8503B">
        <w:tab/>
        <w:t xml:space="preserve">Have you ever used </w:t>
      </w:r>
      <w:r w:rsidR="00A30F75" w:rsidRPr="00D8503B">
        <w:t xml:space="preserve">the </w:t>
      </w:r>
      <w:r w:rsidRPr="00D8503B">
        <w:t xml:space="preserve">public library </w:t>
      </w:r>
      <w:r w:rsidR="00A30F75" w:rsidRPr="00D8503B">
        <w:t xml:space="preserve">for help on how to use the internet or mobile apps </w:t>
      </w:r>
      <w:r w:rsidRPr="00D8503B">
        <w:t xml:space="preserve">to carry out tasks </w:t>
      </w:r>
      <w:r w:rsidR="00A30F75" w:rsidRPr="00D8503B">
        <w:t>involving</w:t>
      </w:r>
      <w:r w:rsidRPr="00D8503B">
        <w:t xml:space="preserve"> government, schools, banks, or other businesses?</w:t>
      </w:r>
      <w:r w:rsidR="00B5741F" w:rsidRPr="00D8503B">
        <w:t xml:space="preserve"> </w:t>
      </w:r>
      <w:r w:rsidR="00B5741F" w:rsidRPr="00D8503B">
        <w:rPr>
          <w:color w:val="A6A6A6"/>
        </w:rPr>
        <w:t>{</w:t>
      </w:r>
      <w:proofErr w:type="gramStart"/>
      <w:r w:rsidR="00B5741F" w:rsidRPr="00D8503B">
        <w:rPr>
          <w:color w:val="A6A6A6"/>
        </w:rPr>
        <w:t>new</w:t>
      </w:r>
      <w:proofErr w:type="gramEnd"/>
      <w:r w:rsidR="00B5741F" w:rsidRPr="00D8503B">
        <w:rPr>
          <w:color w:val="A6A6A6"/>
        </w:rPr>
        <w:t>}</w:t>
      </w:r>
    </w:p>
    <w:p w14:paraId="0FF4E7DC" w14:textId="77777777" w:rsidR="001026F4" w:rsidRPr="00D8503B" w:rsidRDefault="001026F4" w:rsidP="00D71E42">
      <w:pPr>
        <w:pStyle w:val="AnswerCategory"/>
      </w:pPr>
      <w:r w:rsidRPr="00D8503B">
        <w:t>1</w:t>
      </w:r>
      <w:r w:rsidRPr="00D8503B">
        <w:tab/>
        <w:t>Yes</w:t>
      </w:r>
    </w:p>
    <w:p w14:paraId="416F9367" w14:textId="77777777" w:rsidR="001026F4" w:rsidRPr="00D8503B" w:rsidRDefault="001026F4" w:rsidP="00D71E42">
      <w:pPr>
        <w:pStyle w:val="AnswerCategory"/>
      </w:pPr>
      <w:r w:rsidRPr="00D8503B">
        <w:t>2</w:t>
      </w:r>
      <w:r w:rsidRPr="00D8503B">
        <w:tab/>
        <w:t>No</w:t>
      </w:r>
    </w:p>
    <w:p w14:paraId="70769DE6"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11946556"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0500538F" w14:textId="77777777" w:rsidR="001026F4" w:rsidRPr="00D8503B" w:rsidRDefault="001026F4" w:rsidP="005854FB"/>
    <w:p w14:paraId="00ADCA00" w14:textId="77777777" w:rsidR="00A61A1A" w:rsidRPr="00D8503B" w:rsidRDefault="00A61A1A" w:rsidP="001026F4">
      <w:pPr>
        <w:pStyle w:val="Filter"/>
      </w:pPr>
      <w:r w:rsidRPr="00D8503B">
        <w:br w:type="page"/>
      </w:r>
    </w:p>
    <w:p w14:paraId="78925B14" w14:textId="6A3EA787" w:rsidR="001026F4" w:rsidRPr="00D8503B" w:rsidRDefault="00A61A1A" w:rsidP="001026F4">
      <w:pPr>
        <w:pStyle w:val="Filter"/>
      </w:pPr>
      <w:r w:rsidRPr="00D8503B">
        <w:lastRenderedPageBreak/>
        <w:t xml:space="preserve">ASK </w:t>
      </w:r>
      <w:r w:rsidR="001026F4" w:rsidRPr="00D8503B">
        <w:t>IF EVER USED PUBLIC LIBRARY or LIBRARY WEBSITE (</w:t>
      </w:r>
      <w:proofErr w:type="spellStart"/>
      <w:r w:rsidR="00B26D43" w:rsidRPr="00D8503B">
        <w:t>LIBUSEa</w:t>
      </w:r>
      <w:proofErr w:type="spellEnd"/>
      <w:r w:rsidR="00B26D43" w:rsidRPr="00D8503B">
        <w:t>=1</w:t>
      </w:r>
      <w:proofErr w:type="gramStart"/>
      <w:r w:rsidR="00FB0003" w:rsidRPr="00D8503B">
        <w:t>,2</w:t>
      </w:r>
      <w:proofErr w:type="gramEnd"/>
      <w:r w:rsidR="00B26D43" w:rsidRPr="00D8503B">
        <w:t xml:space="preserve"> or </w:t>
      </w:r>
      <w:proofErr w:type="spellStart"/>
      <w:r w:rsidR="00B26D43" w:rsidRPr="00D8503B">
        <w:t>LIBUSEb</w:t>
      </w:r>
      <w:proofErr w:type="spellEnd"/>
      <w:r w:rsidR="00B26D43" w:rsidRPr="00D8503B">
        <w:t>=</w:t>
      </w:r>
      <w:r w:rsidR="001026F4" w:rsidRPr="00D8503B">
        <w:t>1</w:t>
      </w:r>
      <w:r w:rsidR="00FB0003" w:rsidRPr="00D8503B">
        <w:t>,2</w:t>
      </w:r>
      <w:r w:rsidR="001026F4" w:rsidRPr="00D8503B">
        <w:t>):</w:t>
      </w:r>
    </w:p>
    <w:p w14:paraId="7CB1B016" w14:textId="2351A5C9" w:rsidR="001026F4" w:rsidRPr="00D8503B" w:rsidRDefault="001026F4" w:rsidP="00564CF7">
      <w:pPr>
        <w:pStyle w:val="Question"/>
      </w:pPr>
      <w:r w:rsidRPr="00D8503B">
        <w:t>Q24</w:t>
      </w:r>
      <w:r w:rsidRPr="00D8503B">
        <w:tab/>
        <w:t>Have you ever use</w:t>
      </w:r>
      <w:r w:rsidR="003C21C4" w:rsidRPr="00D8503B">
        <w:t>d</w:t>
      </w:r>
      <w:r w:rsidRPr="00D8503B">
        <w:t xml:space="preserve"> the library or its website to find material or videos that would help you learn how to </w:t>
      </w:r>
      <w:r w:rsidRPr="00D8503B">
        <w:rPr>
          <w:b/>
        </w:rPr>
        <w:t>[INSERT ITEMS; RANDOMIZE]</w:t>
      </w:r>
      <w:r w:rsidRPr="00D8503B">
        <w:t>?</w:t>
      </w:r>
      <w:r w:rsidR="00611DF1" w:rsidRPr="00D8503B">
        <w:t xml:space="preserve"> How about to help you learn how to </w:t>
      </w:r>
      <w:r w:rsidR="00611DF1" w:rsidRPr="00D8503B">
        <w:rPr>
          <w:b/>
        </w:rPr>
        <w:t>[INSERT NEXT ITEM]</w:t>
      </w:r>
      <w:r w:rsidR="00611DF1" w:rsidRPr="00D8503B">
        <w:t xml:space="preserve">? </w:t>
      </w:r>
      <w:r w:rsidR="00611DF1" w:rsidRPr="00D8503B">
        <w:rPr>
          <w:b/>
        </w:rPr>
        <w:t>[READ IF NECESSARY:</w:t>
      </w:r>
      <w:r w:rsidR="00611DF1" w:rsidRPr="00D8503B">
        <w:t xml:space="preserve"> Have you ever used the library or its website to find material or videos that would help you learn how to do this?</w:t>
      </w:r>
      <w:r w:rsidR="00611DF1" w:rsidRPr="00D8503B">
        <w:rPr>
          <w:b/>
        </w:rPr>
        <w:t>]</w:t>
      </w:r>
      <w:r w:rsidR="00B5741F" w:rsidRPr="00D8503B">
        <w:t xml:space="preserve"> </w:t>
      </w:r>
      <w:r w:rsidR="00B5741F" w:rsidRPr="00D8503B">
        <w:rPr>
          <w:color w:val="A6A6A6"/>
        </w:rPr>
        <w:t>{</w:t>
      </w:r>
      <w:proofErr w:type="gramStart"/>
      <w:r w:rsidR="00B5741F" w:rsidRPr="00D8503B">
        <w:rPr>
          <w:color w:val="A6A6A6"/>
        </w:rPr>
        <w:t>new</w:t>
      </w:r>
      <w:proofErr w:type="gramEnd"/>
      <w:r w:rsidR="00B5741F" w:rsidRPr="00D8503B">
        <w:rPr>
          <w:color w:val="A6A6A6"/>
        </w:rPr>
        <w:t>}</w:t>
      </w:r>
    </w:p>
    <w:p w14:paraId="47BD2F9B" w14:textId="77777777" w:rsidR="001026F4" w:rsidRPr="00D8503B" w:rsidRDefault="001026F4" w:rsidP="00030F6F">
      <w:pPr>
        <w:pStyle w:val="QuestionItemFilter"/>
      </w:pPr>
      <w:r w:rsidRPr="00D8503B">
        <w:t>ASK ITEMS a-c OF FORM A:</w:t>
      </w:r>
    </w:p>
    <w:p w14:paraId="3FD831A3" w14:textId="7E38D3E8" w:rsidR="001026F4" w:rsidRPr="00D8503B" w:rsidRDefault="001026F4" w:rsidP="00892F44">
      <w:pPr>
        <w:pStyle w:val="QuestionItem"/>
      </w:pPr>
      <w:r w:rsidRPr="00D8503B">
        <w:t>a.</w:t>
      </w:r>
      <w:r w:rsidRPr="00D8503B">
        <w:tab/>
        <w:t xml:space="preserve">Use different kinds of technology </w:t>
      </w:r>
      <w:r w:rsidR="0066162A" w:rsidRPr="00D8503B">
        <w:t xml:space="preserve">applications </w:t>
      </w:r>
      <w:r w:rsidRPr="00D8503B">
        <w:t xml:space="preserve">such as how to use </w:t>
      </w:r>
      <w:r w:rsidR="0066162A" w:rsidRPr="00D8503B">
        <w:t xml:space="preserve">Linked-In, </w:t>
      </w:r>
      <w:r w:rsidRPr="00D8503B">
        <w:t>Facebook or Twitter</w:t>
      </w:r>
    </w:p>
    <w:p w14:paraId="63F51C5E" w14:textId="4AF6BC18" w:rsidR="001026F4" w:rsidRPr="00D8503B" w:rsidRDefault="001026F4" w:rsidP="00892F44">
      <w:pPr>
        <w:pStyle w:val="QuestionItem"/>
      </w:pPr>
      <w:r w:rsidRPr="00D8503B">
        <w:t>b.</w:t>
      </w:r>
      <w:r w:rsidRPr="00D8503B">
        <w:tab/>
        <w:t>Use apps on smartphones or tablet computers</w:t>
      </w:r>
    </w:p>
    <w:p w14:paraId="4D4E4067" w14:textId="769AD063" w:rsidR="001026F4" w:rsidRPr="00D8503B" w:rsidRDefault="001026F4" w:rsidP="00892F44">
      <w:pPr>
        <w:pStyle w:val="QuestionItem"/>
      </w:pPr>
      <w:r w:rsidRPr="00D8503B">
        <w:t>c.</w:t>
      </w:r>
      <w:r w:rsidRPr="00D8503B">
        <w:tab/>
        <w:t>Download</w:t>
      </w:r>
      <w:r w:rsidR="00B26D43" w:rsidRPr="00D8503B">
        <w:t xml:space="preserve"> and use </w:t>
      </w:r>
      <w:r w:rsidRPr="00D8503B">
        <w:t>e-books or other</w:t>
      </w:r>
      <w:r w:rsidR="00B26D43" w:rsidRPr="00D8503B">
        <w:t xml:space="preserve"> digital</w:t>
      </w:r>
      <w:r w:rsidRPr="00D8503B">
        <w:t xml:space="preserve"> material</w:t>
      </w:r>
    </w:p>
    <w:p w14:paraId="5F425661" w14:textId="77777777" w:rsidR="001026F4" w:rsidRPr="00D8503B" w:rsidRDefault="001026F4" w:rsidP="00030F6F">
      <w:pPr>
        <w:pStyle w:val="QuestionItemFilter"/>
      </w:pPr>
      <w:r w:rsidRPr="00D8503B">
        <w:t>ASK ITEMS d-f OF FORM B:</w:t>
      </w:r>
    </w:p>
    <w:p w14:paraId="0EF8B217" w14:textId="2C3966D8" w:rsidR="001026F4" w:rsidRPr="00D8503B" w:rsidRDefault="001026F4" w:rsidP="00892F44">
      <w:pPr>
        <w:pStyle w:val="QuestionItem"/>
      </w:pPr>
      <w:r w:rsidRPr="00D8503B">
        <w:t>d.</w:t>
      </w:r>
      <w:r w:rsidRPr="00D8503B">
        <w:tab/>
        <w:t>Create software or write computer code for websites, games, or apps</w:t>
      </w:r>
    </w:p>
    <w:p w14:paraId="75D4D094" w14:textId="00793CA9" w:rsidR="001026F4" w:rsidRPr="00D8503B" w:rsidRDefault="001026F4" w:rsidP="00892F44">
      <w:pPr>
        <w:pStyle w:val="QuestionItem"/>
      </w:pPr>
      <w:r w:rsidRPr="00D8503B">
        <w:t>e.</w:t>
      </w:r>
      <w:r w:rsidRPr="00D8503B">
        <w:tab/>
      </w:r>
      <w:r w:rsidR="00D75108" w:rsidRPr="00D8503B">
        <w:t xml:space="preserve">Create </w:t>
      </w:r>
      <w:r w:rsidRPr="00D8503B">
        <w:t>digital audio or music</w:t>
      </w:r>
    </w:p>
    <w:p w14:paraId="0052AEC3" w14:textId="4618DC63" w:rsidR="001026F4" w:rsidRPr="00D8503B" w:rsidRDefault="001026F4" w:rsidP="00892F44">
      <w:pPr>
        <w:pStyle w:val="QuestionItem"/>
      </w:pPr>
      <w:r w:rsidRPr="00D8503B">
        <w:t>f.</w:t>
      </w:r>
      <w:r w:rsidRPr="00D8503B">
        <w:tab/>
      </w:r>
      <w:r w:rsidR="00D75108" w:rsidRPr="00D8503B">
        <w:t xml:space="preserve">Create </w:t>
      </w:r>
      <w:r w:rsidRPr="00D8503B">
        <w:t xml:space="preserve">videos </w:t>
      </w:r>
    </w:p>
    <w:p w14:paraId="7F071F04" w14:textId="77777777" w:rsidR="00892F44" w:rsidRPr="00D8503B" w:rsidRDefault="00892F44" w:rsidP="00892F44">
      <w:pPr>
        <w:pStyle w:val="Categories"/>
      </w:pPr>
      <w:r w:rsidRPr="00D8503B">
        <w:t>CATEGORIES</w:t>
      </w:r>
    </w:p>
    <w:p w14:paraId="4F3DD4CA" w14:textId="77777777" w:rsidR="001026F4" w:rsidRPr="00D8503B" w:rsidRDefault="001026F4" w:rsidP="001026F4">
      <w:pPr>
        <w:pStyle w:val="AnswerCategory"/>
      </w:pPr>
      <w:r w:rsidRPr="00D8503B">
        <w:t>1</w:t>
      </w:r>
      <w:r w:rsidRPr="00D8503B">
        <w:tab/>
        <w:t>Yes</w:t>
      </w:r>
    </w:p>
    <w:p w14:paraId="121926AC" w14:textId="77777777" w:rsidR="001026F4" w:rsidRPr="00D8503B" w:rsidRDefault="001026F4" w:rsidP="001026F4">
      <w:pPr>
        <w:pStyle w:val="AnswerCategory"/>
      </w:pPr>
      <w:r w:rsidRPr="00D8503B">
        <w:t>2</w:t>
      </w:r>
      <w:r w:rsidRPr="00D8503B">
        <w:tab/>
        <w:t>No</w:t>
      </w:r>
    </w:p>
    <w:p w14:paraId="69ED4D6D"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4FC05099"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4B65E9D6" w14:textId="374E004B" w:rsidR="00A61A1A" w:rsidRPr="00D8503B" w:rsidRDefault="00A61A1A" w:rsidP="00A61A1A">
      <w:pPr>
        <w:rPr>
          <w:rStyle w:val="Timingmodule"/>
        </w:rPr>
      </w:pPr>
      <w:r w:rsidRPr="00D8503B">
        <w:rPr>
          <w:rStyle w:val="Timingmodule"/>
        </w:rPr>
        <w:t>END TIMING MODULE</w:t>
      </w:r>
    </w:p>
    <w:p w14:paraId="108CB236" w14:textId="77777777" w:rsidR="00B26D43" w:rsidRPr="00D8503B" w:rsidRDefault="00B26D43" w:rsidP="00892F44"/>
    <w:p w14:paraId="009D727A" w14:textId="77777777" w:rsidR="002635F9" w:rsidRPr="00D8503B" w:rsidRDefault="002635F9" w:rsidP="00892F44">
      <w:pPr>
        <w:rPr>
          <w:rStyle w:val="Sectionheading"/>
        </w:rPr>
      </w:pPr>
      <w:r w:rsidRPr="00D8503B">
        <w:rPr>
          <w:rStyle w:val="Sectionheading"/>
        </w:rPr>
        <w:t>Demographics</w:t>
      </w:r>
    </w:p>
    <w:p w14:paraId="333D4FEB" w14:textId="77777777" w:rsidR="002635F9" w:rsidRPr="00D8503B" w:rsidRDefault="002635F9" w:rsidP="00892F44"/>
    <w:p w14:paraId="466E0EC5" w14:textId="77777777" w:rsidR="00A61A1A" w:rsidRPr="00D8503B" w:rsidRDefault="00A61A1A" w:rsidP="00A61A1A">
      <w:pPr>
        <w:rPr>
          <w:rStyle w:val="Timingmodule"/>
        </w:rPr>
      </w:pPr>
      <w:r w:rsidRPr="00D8503B">
        <w:rPr>
          <w:rStyle w:val="Timingmodule"/>
        </w:rPr>
        <w:t>START TIMING MODULE</w:t>
      </w:r>
    </w:p>
    <w:p w14:paraId="522FBA8B" w14:textId="40320149" w:rsidR="002635F9" w:rsidRPr="00D8503B" w:rsidRDefault="002635F9" w:rsidP="00A61A1A">
      <w:r w:rsidRPr="00D8503B">
        <w:rPr>
          <w:b/>
        </w:rPr>
        <w:t>[READ TO ALL:]</w:t>
      </w:r>
      <w:r w:rsidRPr="00D8503B">
        <w:t xml:space="preserve"> A few last questions for statistical purposes only...</w:t>
      </w:r>
    </w:p>
    <w:p w14:paraId="0C14597A" w14:textId="77777777" w:rsidR="002635F9" w:rsidRPr="00D8503B" w:rsidRDefault="002635F9" w:rsidP="002635F9"/>
    <w:p w14:paraId="03B95991" w14:textId="386B204C" w:rsidR="002635F9" w:rsidRPr="00D8503B" w:rsidRDefault="00A61A1A" w:rsidP="002635F9">
      <w:pPr>
        <w:pStyle w:val="Filter"/>
      </w:pPr>
      <w:r w:rsidRPr="00D8503B">
        <w:t>ASK ALL</w:t>
      </w:r>
    </w:p>
    <w:p w14:paraId="78ADC4A6" w14:textId="77777777" w:rsidR="002635F9" w:rsidRPr="00D8503B" w:rsidRDefault="002635F9" w:rsidP="002635F9">
      <w:pPr>
        <w:pStyle w:val="Question"/>
      </w:pPr>
      <w:r w:rsidRPr="00D8503B">
        <w:t>AGE</w:t>
      </w:r>
      <w:r w:rsidRPr="00D8503B">
        <w:tab/>
      </w:r>
      <w:proofErr w:type="gramStart"/>
      <w:r w:rsidRPr="00D8503B">
        <w:t>What</w:t>
      </w:r>
      <w:proofErr w:type="gramEnd"/>
      <w:r w:rsidRPr="00D8503B">
        <w:t xml:space="preserve"> is your age?</w:t>
      </w:r>
    </w:p>
    <w:p w14:paraId="3D5DFE41" w14:textId="77777777" w:rsidR="002635F9" w:rsidRPr="00D8503B" w:rsidRDefault="002635F9" w:rsidP="002635F9">
      <w:pPr>
        <w:pStyle w:val="AnswerCategory"/>
        <w:rPr>
          <w:rFonts w:cs="Tahoma"/>
        </w:rPr>
      </w:pPr>
      <w:r w:rsidRPr="00D8503B">
        <w:rPr>
          <w:rFonts w:cs="Tahoma"/>
        </w:rPr>
        <w:t>____</w:t>
      </w:r>
      <w:r w:rsidRPr="00D8503B">
        <w:rPr>
          <w:rFonts w:cs="Tahoma"/>
        </w:rPr>
        <w:tab/>
      </w:r>
      <w:proofErr w:type="gramStart"/>
      <w:r w:rsidRPr="00D8503B">
        <w:rPr>
          <w:rFonts w:cs="Tahoma"/>
        </w:rPr>
        <w:t>years</w:t>
      </w:r>
      <w:proofErr w:type="gramEnd"/>
      <w:r w:rsidRPr="00D8503B">
        <w:rPr>
          <w:rFonts w:cs="Tahoma"/>
        </w:rPr>
        <w:t xml:space="preserve"> </w:t>
      </w:r>
      <w:r w:rsidRPr="00D8503B">
        <w:rPr>
          <w:rFonts w:cs="Tahoma"/>
          <w:b/>
        </w:rPr>
        <w:t>[RECORD EX</w:t>
      </w:r>
      <w:r w:rsidRPr="00D8503B">
        <w:rPr>
          <w:rFonts w:cs="Tahoma"/>
          <w:b/>
          <w:bCs/>
        </w:rPr>
        <w:t>ACT</w:t>
      </w:r>
      <w:r w:rsidRPr="00D8503B">
        <w:rPr>
          <w:rFonts w:cs="Tahoma"/>
          <w:b/>
        </w:rPr>
        <w:t xml:space="preserve"> AGE 16-96]</w:t>
      </w:r>
    </w:p>
    <w:p w14:paraId="59EFD775" w14:textId="77777777" w:rsidR="002635F9" w:rsidRPr="00D8503B" w:rsidRDefault="002635F9" w:rsidP="002635F9">
      <w:pPr>
        <w:pStyle w:val="AnswerCategory"/>
        <w:rPr>
          <w:rFonts w:cs="Tahoma"/>
        </w:rPr>
      </w:pPr>
      <w:r w:rsidRPr="00D8503B">
        <w:rPr>
          <w:rFonts w:cs="Tahoma"/>
        </w:rPr>
        <w:t>97</w:t>
      </w:r>
      <w:r w:rsidRPr="00D8503B">
        <w:rPr>
          <w:rFonts w:cs="Tahoma"/>
        </w:rPr>
        <w:tab/>
        <w:t>97 or older</w:t>
      </w:r>
    </w:p>
    <w:p w14:paraId="61298728" w14:textId="77777777" w:rsidR="002635F9" w:rsidRPr="00D8503B" w:rsidRDefault="002635F9" w:rsidP="002635F9">
      <w:pPr>
        <w:pStyle w:val="AnswerCategory"/>
        <w:rPr>
          <w:rFonts w:cs="Tahoma"/>
        </w:rPr>
      </w:pPr>
      <w:r w:rsidRPr="00D8503B">
        <w:rPr>
          <w:rFonts w:cs="Tahoma"/>
        </w:rPr>
        <w:t>98</w:t>
      </w:r>
      <w:r w:rsidRPr="00D8503B">
        <w:rPr>
          <w:rFonts w:cs="Tahoma"/>
        </w:rPr>
        <w:tab/>
        <w:t>Don't know</w:t>
      </w:r>
    </w:p>
    <w:p w14:paraId="1132F9B4" w14:textId="77777777" w:rsidR="002635F9" w:rsidRPr="00D8503B" w:rsidRDefault="002635F9" w:rsidP="002635F9">
      <w:pPr>
        <w:pStyle w:val="AnswerCategory"/>
        <w:rPr>
          <w:rFonts w:cs="Tahoma"/>
        </w:rPr>
      </w:pPr>
      <w:r w:rsidRPr="00D8503B">
        <w:rPr>
          <w:rFonts w:cs="Tahoma"/>
        </w:rPr>
        <w:t>99</w:t>
      </w:r>
      <w:r w:rsidRPr="00D8503B">
        <w:rPr>
          <w:rFonts w:cs="Tahoma"/>
        </w:rPr>
        <w:tab/>
        <w:t>Refused</w:t>
      </w:r>
    </w:p>
    <w:p w14:paraId="6BA21EA4" w14:textId="77777777" w:rsidR="002635F9" w:rsidRPr="00D8503B" w:rsidRDefault="002635F9" w:rsidP="002635F9"/>
    <w:p w14:paraId="792C708D" w14:textId="77777777" w:rsidR="002734F6" w:rsidRPr="00D8503B" w:rsidRDefault="002734F6" w:rsidP="002635F9">
      <w:pPr>
        <w:pStyle w:val="Filter"/>
      </w:pPr>
      <w:r w:rsidRPr="00D8503B">
        <w:br w:type="page"/>
      </w:r>
    </w:p>
    <w:p w14:paraId="457E78E2" w14:textId="3D0B64F2" w:rsidR="002635F9" w:rsidRPr="00D8503B" w:rsidRDefault="00A61A1A" w:rsidP="002635F9">
      <w:pPr>
        <w:pStyle w:val="Filter"/>
      </w:pPr>
      <w:r w:rsidRPr="00D8503B">
        <w:lastRenderedPageBreak/>
        <w:t>ASK ALL</w:t>
      </w:r>
    </w:p>
    <w:p w14:paraId="1FF040F5" w14:textId="7EE91F11" w:rsidR="002635F9" w:rsidRPr="00D8503B" w:rsidRDefault="002635F9" w:rsidP="002635F9">
      <w:pPr>
        <w:pStyle w:val="Question"/>
      </w:pPr>
      <w:r w:rsidRPr="00D8503B">
        <w:rPr>
          <w:sz w:val="14"/>
        </w:rPr>
        <w:t>MARITAL</w:t>
      </w:r>
      <w:r w:rsidRPr="00D8503B">
        <w:tab/>
        <w:t xml:space="preserve">Are you currently married, living with a partner, divorced, separated, widowed, or have you never been married? </w:t>
      </w:r>
      <w:r w:rsidRPr="00D8503B">
        <w:rPr>
          <w:b/>
        </w:rPr>
        <w:t>[IF R SAYS “SINGLE” PROBE TO DETERMINE APPROPRIATE CATEGORY]</w:t>
      </w:r>
    </w:p>
    <w:p w14:paraId="5EF8BC16" w14:textId="77777777" w:rsidR="002635F9" w:rsidRPr="00D8503B" w:rsidRDefault="002635F9" w:rsidP="002635F9">
      <w:pPr>
        <w:pStyle w:val="AnswerCategory"/>
        <w:rPr>
          <w:rFonts w:cs="Tahoma"/>
        </w:rPr>
      </w:pPr>
      <w:r w:rsidRPr="00D8503B">
        <w:rPr>
          <w:rFonts w:cs="Tahoma"/>
        </w:rPr>
        <w:t>1</w:t>
      </w:r>
      <w:r w:rsidRPr="00D8503B">
        <w:rPr>
          <w:rFonts w:cs="Tahoma"/>
        </w:rPr>
        <w:tab/>
        <w:t>Married</w:t>
      </w:r>
    </w:p>
    <w:p w14:paraId="075483F8" w14:textId="77777777" w:rsidR="002635F9" w:rsidRPr="00D8503B" w:rsidRDefault="002635F9" w:rsidP="002635F9">
      <w:pPr>
        <w:pStyle w:val="AnswerCategory"/>
        <w:rPr>
          <w:rFonts w:cs="Tahoma"/>
        </w:rPr>
      </w:pPr>
      <w:r w:rsidRPr="00D8503B">
        <w:rPr>
          <w:rFonts w:cs="Tahoma"/>
        </w:rPr>
        <w:t>2</w:t>
      </w:r>
      <w:r w:rsidRPr="00D8503B">
        <w:rPr>
          <w:rFonts w:cs="Tahoma"/>
        </w:rPr>
        <w:tab/>
        <w:t>Living with a partner</w:t>
      </w:r>
    </w:p>
    <w:p w14:paraId="50576AC1" w14:textId="77777777" w:rsidR="002635F9" w:rsidRPr="00D8503B" w:rsidRDefault="002635F9" w:rsidP="002635F9">
      <w:pPr>
        <w:pStyle w:val="AnswerCategory"/>
        <w:rPr>
          <w:rFonts w:cs="Tahoma"/>
        </w:rPr>
      </w:pPr>
      <w:r w:rsidRPr="00D8503B">
        <w:rPr>
          <w:rFonts w:cs="Tahoma"/>
        </w:rPr>
        <w:t>3</w:t>
      </w:r>
      <w:r w:rsidRPr="00D8503B">
        <w:rPr>
          <w:rFonts w:cs="Tahoma"/>
        </w:rPr>
        <w:tab/>
        <w:t>Divorced</w:t>
      </w:r>
    </w:p>
    <w:p w14:paraId="44A747A7" w14:textId="77777777" w:rsidR="002635F9" w:rsidRPr="00D8503B" w:rsidRDefault="002635F9" w:rsidP="002635F9">
      <w:pPr>
        <w:pStyle w:val="AnswerCategory"/>
        <w:rPr>
          <w:rFonts w:cs="Tahoma"/>
        </w:rPr>
      </w:pPr>
      <w:r w:rsidRPr="00D8503B">
        <w:rPr>
          <w:rFonts w:cs="Tahoma"/>
        </w:rPr>
        <w:t>4</w:t>
      </w:r>
      <w:r w:rsidRPr="00D8503B">
        <w:rPr>
          <w:rFonts w:cs="Tahoma"/>
        </w:rPr>
        <w:tab/>
        <w:t>Separated</w:t>
      </w:r>
    </w:p>
    <w:p w14:paraId="6074ADD4" w14:textId="77777777" w:rsidR="002635F9" w:rsidRPr="00D8503B" w:rsidRDefault="002635F9" w:rsidP="002635F9">
      <w:pPr>
        <w:pStyle w:val="AnswerCategory"/>
        <w:rPr>
          <w:rFonts w:cs="Tahoma"/>
        </w:rPr>
      </w:pPr>
      <w:r w:rsidRPr="00D8503B">
        <w:rPr>
          <w:rFonts w:cs="Tahoma"/>
        </w:rPr>
        <w:t>5</w:t>
      </w:r>
      <w:r w:rsidRPr="00D8503B">
        <w:rPr>
          <w:rFonts w:cs="Tahoma"/>
        </w:rPr>
        <w:tab/>
        <w:t>Widowed</w:t>
      </w:r>
    </w:p>
    <w:p w14:paraId="773D87E3" w14:textId="77777777" w:rsidR="002635F9" w:rsidRPr="00D8503B" w:rsidRDefault="002635F9" w:rsidP="002635F9">
      <w:pPr>
        <w:pStyle w:val="AnswerCategory"/>
        <w:rPr>
          <w:rFonts w:cs="Tahoma"/>
        </w:rPr>
      </w:pPr>
      <w:r w:rsidRPr="00D8503B">
        <w:rPr>
          <w:rFonts w:cs="Tahoma"/>
        </w:rPr>
        <w:t>6</w:t>
      </w:r>
      <w:r w:rsidRPr="00D8503B">
        <w:rPr>
          <w:rFonts w:cs="Tahoma"/>
        </w:rPr>
        <w:tab/>
        <w:t>Never been married</w:t>
      </w:r>
    </w:p>
    <w:p w14:paraId="0E93028F"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38D5DB6D"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6D9AFA3E" w14:textId="77777777" w:rsidR="002734F6" w:rsidRPr="00D8503B" w:rsidRDefault="002734F6" w:rsidP="002734F6"/>
    <w:p w14:paraId="5B4FA36D" w14:textId="326A5E04" w:rsidR="00503C69" w:rsidRPr="00D8503B" w:rsidRDefault="00A61A1A" w:rsidP="00503C69">
      <w:pPr>
        <w:pStyle w:val="Filter"/>
      </w:pPr>
      <w:r w:rsidRPr="00D8503B">
        <w:t>ASK ALL</w:t>
      </w:r>
    </w:p>
    <w:p w14:paraId="7C9EACCD" w14:textId="11AE812E" w:rsidR="002635F9" w:rsidRPr="00D8503B" w:rsidRDefault="002635F9" w:rsidP="002635F9">
      <w:pPr>
        <w:pStyle w:val="Question"/>
        <w:rPr>
          <w:rFonts w:cs="Tahoma"/>
        </w:rPr>
      </w:pPr>
      <w:r w:rsidRPr="00D8503B">
        <w:rPr>
          <w:rFonts w:cs="Tahoma"/>
        </w:rPr>
        <w:t>HH1</w:t>
      </w:r>
      <w:r w:rsidRPr="00D8503B">
        <w:rPr>
          <w:rFonts w:cs="Tahoma"/>
        </w:rPr>
        <w:tab/>
        <w:t xml:space="preserve">How many adults </w:t>
      </w:r>
      <w:r w:rsidR="00A61A1A" w:rsidRPr="00D8503B">
        <w:rPr>
          <w:rFonts w:cs="Tahoma"/>
        </w:rPr>
        <w:t xml:space="preserve">age 18 and over </w:t>
      </w:r>
      <w:r w:rsidRPr="00D8503B">
        <w:rPr>
          <w:rFonts w:cs="Tahoma"/>
        </w:rPr>
        <w:t xml:space="preserve">currently live in your household </w:t>
      </w:r>
      <w:r w:rsidRPr="00D8503B">
        <w:rPr>
          <w:rFonts w:cs="Tahoma"/>
          <w:b/>
        </w:rPr>
        <w:t>[IF AGE=18-99</w:t>
      </w:r>
      <w:proofErr w:type="gramStart"/>
      <w:r w:rsidRPr="00D8503B">
        <w:rPr>
          <w:rFonts w:cs="Tahoma"/>
          <w:b/>
        </w:rPr>
        <w:t>:</w:t>
      </w:r>
      <w:r w:rsidRPr="00D8503B">
        <w:rPr>
          <w:rFonts w:cs="Tahoma"/>
        </w:rPr>
        <w:t xml:space="preserve"> ,</w:t>
      </w:r>
      <w:proofErr w:type="gramEnd"/>
      <w:r w:rsidRPr="00D8503B">
        <w:rPr>
          <w:rFonts w:cs="Tahoma"/>
        </w:rPr>
        <w:t xml:space="preserve"> INCLUDING YOURSELF</w:t>
      </w:r>
      <w:r w:rsidRPr="00D8503B">
        <w:rPr>
          <w:rFonts w:cs="Tahoma"/>
          <w:b/>
        </w:rPr>
        <w:t>]</w:t>
      </w:r>
      <w:r w:rsidR="00A61A1A" w:rsidRPr="00D8503B">
        <w:rPr>
          <w:rFonts w:cs="Tahoma"/>
        </w:rPr>
        <w:t>?</w:t>
      </w:r>
    </w:p>
    <w:p w14:paraId="6E582D8E" w14:textId="77777777" w:rsidR="002635F9" w:rsidRPr="00D8503B" w:rsidRDefault="002635F9" w:rsidP="002635F9">
      <w:pPr>
        <w:pStyle w:val="AnswerCategory"/>
      </w:pPr>
      <w:r w:rsidRPr="00D8503B">
        <w:t>___</w:t>
      </w:r>
      <w:r w:rsidRPr="00D8503B">
        <w:tab/>
      </w:r>
      <w:r w:rsidRPr="00D8503B">
        <w:rPr>
          <w:b/>
        </w:rPr>
        <w:t>[RECORD EXACT NUMBER 0-5]</w:t>
      </w:r>
    </w:p>
    <w:p w14:paraId="47D88ECE" w14:textId="77777777" w:rsidR="002635F9" w:rsidRPr="00D8503B" w:rsidRDefault="002635F9" w:rsidP="002635F9">
      <w:pPr>
        <w:pStyle w:val="AnswerCategory"/>
      </w:pPr>
      <w:r w:rsidRPr="00D8503B">
        <w:t>6</w:t>
      </w:r>
      <w:r w:rsidRPr="00D8503B">
        <w:tab/>
        <w:t>6 or greater</w:t>
      </w:r>
    </w:p>
    <w:p w14:paraId="59EB562B"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34558797"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503F68C6" w14:textId="77777777" w:rsidR="002635F9" w:rsidRPr="00D8503B" w:rsidRDefault="002635F9" w:rsidP="002635F9"/>
    <w:p w14:paraId="2BA34142" w14:textId="2C21ED7D" w:rsidR="002635F9" w:rsidRPr="00D8503B" w:rsidRDefault="00A61A1A" w:rsidP="002635F9">
      <w:pPr>
        <w:pStyle w:val="Filter"/>
      </w:pPr>
      <w:r w:rsidRPr="00D8503B">
        <w:t>ASK ALL</w:t>
      </w:r>
    </w:p>
    <w:p w14:paraId="310B45D6" w14:textId="77777777" w:rsidR="002635F9" w:rsidRPr="00D8503B" w:rsidRDefault="002635F9" w:rsidP="002635F9">
      <w:pPr>
        <w:pStyle w:val="Question"/>
      </w:pPr>
      <w:r w:rsidRPr="00D8503B">
        <w:t>PAR</w:t>
      </w:r>
      <w:r w:rsidRPr="00D8503B">
        <w:tab/>
        <w:t>Are you the parent or guardian of any children under age 18 now living in your household?</w:t>
      </w:r>
    </w:p>
    <w:p w14:paraId="1882F9D0" w14:textId="77777777" w:rsidR="002635F9" w:rsidRPr="00D8503B" w:rsidRDefault="002635F9" w:rsidP="002635F9">
      <w:pPr>
        <w:pStyle w:val="AnswerCategory"/>
        <w:rPr>
          <w:rFonts w:cs="Tahoma"/>
        </w:rPr>
      </w:pPr>
      <w:r w:rsidRPr="00D8503B">
        <w:rPr>
          <w:rFonts w:cs="Tahoma"/>
        </w:rPr>
        <w:t>1</w:t>
      </w:r>
      <w:r w:rsidRPr="00D8503B">
        <w:rPr>
          <w:rFonts w:cs="Tahoma"/>
        </w:rPr>
        <w:tab/>
        <w:t>Yes</w:t>
      </w:r>
    </w:p>
    <w:p w14:paraId="73B65695" w14:textId="77777777" w:rsidR="002635F9" w:rsidRPr="00D8503B" w:rsidRDefault="002635F9" w:rsidP="002635F9">
      <w:pPr>
        <w:pStyle w:val="AnswerCategory"/>
        <w:rPr>
          <w:rFonts w:cs="Tahoma"/>
        </w:rPr>
      </w:pPr>
      <w:r w:rsidRPr="00D8503B">
        <w:rPr>
          <w:rFonts w:cs="Tahoma"/>
        </w:rPr>
        <w:t>2</w:t>
      </w:r>
      <w:r w:rsidRPr="00D8503B">
        <w:rPr>
          <w:rFonts w:cs="Tahoma"/>
        </w:rPr>
        <w:tab/>
        <w:t>No</w:t>
      </w:r>
    </w:p>
    <w:p w14:paraId="352490E9"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56D7FB02"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36C556B1" w14:textId="77777777" w:rsidR="00B26D43" w:rsidRPr="00D8503B" w:rsidRDefault="00B26D43" w:rsidP="005854FB"/>
    <w:p w14:paraId="4B9B8B68" w14:textId="77777777" w:rsidR="002635F9" w:rsidRPr="00D8503B" w:rsidRDefault="002635F9" w:rsidP="002635F9">
      <w:pPr>
        <w:pStyle w:val="Filter"/>
      </w:pPr>
      <w:r w:rsidRPr="00D8503B">
        <w:t xml:space="preserve">ASK IF </w:t>
      </w:r>
      <w:proofErr w:type="gramStart"/>
      <w:r w:rsidRPr="00D8503B">
        <w:t>HAVE CHILDREN UNDER AGE 18</w:t>
      </w:r>
      <w:proofErr w:type="gramEnd"/>
      <w:r w:rsidRPr="00D8503B">
        <w:t xml:space="preserve"> (PAR=1):</w:t>
      </w:r>
    </w:p>
    <w:p w14:paraId="293FFD15" w14:textId="77777777" w:rsidR="002635F9" w:rsidRPr="00D8503B" w:rsidRDefault="002635F9" w:rsidP="002635F9">
      <w:pPr>
        <w:pStyle w:val="Question"/>
      </w:pPr>
      <w:r w:rsidRPr="00D8503B">
        <w:rPr>
          <w:sz w:val="14"/>
        </w:rPr>
        <w:t>KidAge1</w:t>
      </w:r>
      <w:r w:rsidRPr="00D8503B">
        <w:tab/>
        <w:t xml:space="preserve">How many of these children are age 5 or younger? </w:t>
      </w:r>
      <w:r w:rsidRPr="00D8503B">
        <w:rPr>
          <w:color w:val="A6A6A6"/>
        </w:rPr>
        <w:t>{Formerly D2b1 with larger range}</w:t>
      </w:r>
    </w:p>
    <w:p w14:paraId="16DCE27A" w14:textId="77777777" w:rsidR="002635F9" w:rsidRPr="00D8503B" w:rsidRDefault="002635F9" w:rsidP="002635F9">
      <w:pPr>
        <w:pStyle w:val="AnswerCategory"/>
        <w:rPr>
          <w:b/>
        </w:rPr>
      </w:pPr>
      <w:r w:rsidRPr="00D8503B">
        <w:t>___</w:t>
      </w:r>
      <w:r w:rsidRPr="00D8503B">
        <w:tab/>
      </w:r>
      <w:r w:rsidRPr="00D8503B">
        <w:rPr>
          <w:b/>
        </w:rPr>
        <w:t>[RECORD EXACT NUMBER 0-4]</w:t>
      </w:r>
    </w:p>
    <w:p w14:paraId="32E91F9D" w14:textId="77777777" w:rsidR="002635F9" w:rsidRPr="00D8503B" w:rsidRDefault="002635F9" w:rsidP="002635F9">
      <w:pPr>
        <w:pStyle w:val="AnswerCategory"/>
      </w:pPr>
      <w:r w:rsidRPr="00D8503B">
        <w:t>5</w:t>
      </w:r>
      <w:r w:rsidRPr="00D8503B">
        <w:tab/>
        <w:t>5 or more</w:t>
      </w:r>
    </w:p>
    <w:p w14:paraId="346E93D7"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112A75BA"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24F31326" w14:textId="77777777" w:rsidR="002635F9" w:rsidRPr="00D8503B" w:rsidRDefault="002635F9" w:rsidP="002635F9"/>
    <w:p w14:paraId="1C326396" w14:textId="77777777" w:rsidR="002635F9" w:rsidRPr="00D8503B" w:rsidRDefault="002635F9" w:rsidP="002635F9">
      <w:pPr>
        <w:pStyle w:val="Filter"/>
      </w:pPr>
      <w:r w:rsidRPr="00D8503B">
        <w:t xml:space="preserve">ASK IF </w:t>
      </w:r>
      <w:proofErr w:type="gramStart"/>
      <w:r w:rsidRPr="00D8503B">
        <w:t>HAVE CHILDREN UNDER AGE 18</w:t>
      </w:r>
      <w:proofErr w:type="gramEnd"/>
      <w:r w:rsidRPr="00D8503B">
        <w:t xml:space="preserve"> (PAR=1):</w:t>
      </w:r>
    </w:p>
    <w:p w14:paraId="54232F9B" w14:textId="77777777" w:rsidR="002635F9" w:rsidRPr="00D8503B" w:rsidRDefault="002635F9" w:rsidP="002635F9">
      <w:pPr>
        <w:pStyle w:val="Question"/>
      </w:pPr>
      <w:r w:rsidRPr="00D8503B">
        <w:rPr>
          <w:rFonts w:eastAsia="Calibri"/>
          <w:sz w:val="14"/>
        </w:rPr>
        <w:t>KidAge2</w:t>
      </w:r>
      <w:r w:rsidRPr="00D8503B">
        <w:tab/>
        <w:t xml:space="preserve">How many of these children are between ages 6 and 11? </w:t>
      </w:r>
      <w:r w:rsidRPr="00D8503B">
        <w:rPr>
          <w:color w:val="A6A6A6"/>
        </w:rPr>
        <w:t>{Formerly D2b2 with larger range}</w:t>
      </w:r>
    </w:p>
    <w:p w14:paraId="64E63D66" w14:textId="77777777" w:rsidR="002635F9" w:rsidRPr="00D8503B" w:rsidRDefault="002635F9" w:rsidP="002635F9">
      <w:pPr>
        <w:pStyle w:val="AnswerCategory"/>
        <w:rPr>
          <w:b/>
        </w:rPr>
      </w:pPr>
      <w:r w:rsidRPr="00D8503B">
        <w:t>___</w:t>
      </w:r>
      <w:r w:rsidRPr="00D8503B">
        <w:tab/>
      </w:r>
      <w:r w:rsidRPr="00D8503B">
        <w:rPr>
          <w:b/>
        </w:rPr>
        <w:t>[RECORD EXACT NUMBER 0-4]</w:t>
      </w:r>
    </w:p>
    <w:p w14:paraId="6FCE6810" w14:textId="77777777" w:rsidR="002635F9" w:rsidRPr="00D8503B" w:rsidRDefault="002635F9" w:rsidP="002635F9">
      <w:pPr>
        <w:pStyle w:val="AnswerCategory"/>
      </w:pPr>
      <w:r w:rsidRPr="00D8503B">
        <w:t>5</w:t>
      </w:r>
      <w:r w:rsidRPr="00D8503B">
        <w:tab/>
        <w:t>5 or more</w:t>
      </w:r>
    </w:p>
    <w:p w14:paraId="5C7B313C"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7D1CBBB6"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525A2B0E" w14:textId="77777777" w:rsidR="002635F9" w:rsidRPr="00D8503B" w:rsidRDefault="002635F9" w:rsidP="002635F9"/>
    <w:p w14:paraId="68328E54" w14:textId="77777777" w:rsidR="002635F9" w:rsidRPr="00D8503B" w:rsidRDefault="002635F9" w:rsidP="002635F9">
      <w:pPr>
        <w:pStyle w:val="Filter"/>
      </w:pPr>
      <w:r w:rsidRPr="00D8503B">
        <w:lastRenderedPageBreak/>
        <w:t xml:space="preserve">ASK IF </w:t>
      </w:r>
      <w:proofErr w:type="gramStart"/>
      <w:r w:rsidRPr="00D8503B">
        <w:t>HAVE CHILDREN UNDER AGE 18</w:t>
      </w:r>
      <w:proofErr w:type="gramEnd"/>
      <w:r w:rsidRPr="00D8503B">
        <w:t xml:space="preserve"> (PAR=1):</w:t>
      </w:r>
    </w:p>
    <w:p w14:paraId="768B08F9" w14:textId="77777777" w:rsidR="002635F9" w:rsidRPr="00D8503B" w:rsidRDefault="002635F9" w:rsidP="002635F9">
      <w:pPr>
        <w:pStyle w:val="Question"/>
      </w:pPr>
      <w:r w:rsidRPr="00D8503B">
        <w:rPr>
          <w:sz w:val="14"/>
        </w:rPr>
        <w:t>KidAge3</w:t>
      </w:r>
      <w:r w:rsidRPr="00D8503B">
        <w:tab/>
        <w:t xml:space="preserve">How many of these children are between ages 12 and 17? </w:t>
      </w:r>
      <w:r w:rsidRPr="00D8503B">
        <w:rPr>
          <w:color w:val="A6A6A6"/>
        </w:rPr>
        <w:t>{Formerly D2c with larger range}</w:t>
      </w:r>
    </w:p>
    <w:p w14:paraId="4EE43E34" w14:textId="77777777" w:rsidR="002635F9" w:rsidRPr="00D8503B" w:rsidRDefault="002635F9" w:rsidP="002635F9">
      <w:pPr>
        <w:pStyle w:val="AnswerCategory"/>
        <w:rPr>
          <w:b/>
        </w:rPr>
      </w:pPr>
      <w:r w:rsidRPr="00D8503B">
        <w:t>___</w:t>
      </w:r>
      <w:r w:rsidRPr="00D8503B">
        <w:tab/>
      </w:r>
      <w:r w:rsidRPr="00D8503B">
        <w:rPr>
          <w:b/>
        </w:rPr>
        <w:t>[RECORD EXACT NUMBER 0-4]</w:t>
      </w:r>
    </w:p>
    <w:p w14:paraId="25333393" w14:textId="77777777" w:rsidR="002635F9" w:rsidRPr="00D8503B" w:rsidRDefault="002635F9" w:rsidP="002635F9">
      <w:pPr>
        <w:pStyle w:val="AnswerCategory"/>
      </w:pPr>
      <w:r w:rsidRPr="00D8503B">
        <w:t>5</w:t>
      </w:r>
      <w:r w:rsidRPr="00D8503B">
        <w:tab/>
        <w:t>5 or more</w:t>
      </w:r>
    </w:p>
    <w:p w14:paraId="384E4A59"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2E86F7CC"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0ADD212F" w14:textId="77777777" w:rsidR="002635F9" w:rsidRPr="00D8503B" w:rsidRDefault="002635F9" w:rsidP="002635F9"/>
    <w:p w14:paraId="7F872CD0" w14:textId="5FA9E68F" w:rsidR="002635F9" w:rsidRPr="00D8503B" w:rsidRDefault="00A61A1A" w:rsidP="002635F9">
      <w:pPr>
        <w:pStyle w:val="Filter"/>
      </w:pPr>
      <w:r w:rsidRPr="00D8503B">
        <w:t>ASK ALL</w:t>
      </w:r>
    </w:p>
    <w:p w14:paraId="7FCF20B8" w14:textId="77777777" w:rsidR="002635F9" w:rsidRPr="00D8503B" w:rsidRDefault="002635F9" w:rsidP="002635F9">
      <w:pPr>
        <w:pStyle w:val="Question"/>
      </w:pPr>
      <w:r w:rsidRPr="00D8503B">
        <w:rPr>
          <w:sz w:val="14"/>
        </w:rPr>
        <w:t>EDUC2</w:t>
      </w:r>
      <w:r w:rsidRPr="00D8503B">
        <w:tab/>
        <w:t xml:space="preserve">What is the highest level of school you have completed or the highest degree you have received? </w:t>
      </w:r>
      <w:r w:rsidRPr="00D8503B">
        <w:rPr>
          <w:b/>
        </w:rPr>
        <w:t>[DO NOT READ] [INTERVIEWER NOTE: Enter code 3-HS grad if R completed training that did NOT count toward a degree]</w:t>
      </w:r>
    </w:p>
    <w:p w14:paraId="4827281B" w14:textId="77777777" w:rsidR="002635F9" w:rsidRPr="00D8503B" w:rsidRDefault="002635F9" w:rsidP="002635F9">
      <w:pPr>
        <w:pStyle w:val="AnswerCategory"/>
      </w:pPr>
      <w:r w:rsidRPr="00D8503B">
        <w:t>1</w:t>
      </w:r>
      <w:r w:rsidRPr="00D8503B">
        <w:tab/>
        <w:t>Less than high school (Grades 1-8 or no formal schooling)</w:t>
      </w:r>
    </w:p>
    <w:p w14:paraId="213A77FD" w14:textId="77777777" w:rsidR="002635F9" w:rsidRPr="00D8503B" w:rsidRDefault="002635F9" w:rsidP="002635F9">
      <w:pPr>
        <w:pStyle w:val="AnswerCategory"/>
      </w:pPr>
      <w:r w:rsidRPr="00D8503B">
        <w:t>2</w:t>
      </w:r>
      <w:r w:rsidRPr="00D8503B">
        <w:tab/>
        <w:t>High school incomplete (Grades 9-11 or Grade 12 with NO diploma)</w:t>
      </w:r>
    </w:p>
    <w:p w14:paraId="5B19F921" w14:textId="77777777" w:rsidR="002635F9" w:rsidRPr="00D8503B" w:rsidRDefault="002635F9" w:rsidP="002635F9">
      <w:pPr>
        <w:pStyle w:val="AnswerCategory"/>
      </w:pPr>
      <w:r w:rsidRPr="00D8503B">
        <w:t>3</w:t>
      </w:r>
      <w:r w:rsidRPr="00D8503B">
        <w:tab/>
        <w:t>High school graduate (Grade 12 with diploma or GED certificate)</w:t>
      </w:r>
    </w:p>
    <w:p w14:paraId="0E774720" w14:textId="77777777" w:rsidR="002635F9" w:rsidRPr="00D8503B" w:rsidRDefault="002635F9" w:rsidP="002635F9">
      <w:pPr>
        <w:pStyle w:val="AnswerCategory"/>
      </w:pPr>
      <w:r w:rsidRPr="00D8503B">
        <w:t>4</w:t>
      </w:r>
      <w:r w:rsidRPr="00D8503B">
        <w:tab/>
        <w:t>Some college, no degree (includes some community college)</w:t>
      </w:r>
    </w:p>
    <w:p w14:paraId="10F04BD4" w14:textId="77777777" w:rsidR="002635F9" w:rsidRPr="00D8503B" w:rsidRDefault="002635F9" w:rsidP="002635F9">
      <w:pPr>
        <w:pStyle w:val="AnswerCategory"/>
      </w:pPr>
      <w:r w:rsidRPr="00D8503B">
        <w:t>5</w:t>
      </w:r>
      <w:r w:rsidRPr="00D8503B">
        <w:tab/>
        <w:t>Two year associate degree from a college or university</w:t>
      </w:r>
    </w:p>
    <w:p w14:paraId="6D99B624" w14:textId="77777777" w:rsidR="002635F9" w:rsidRPr="00D8503B" w:rsidRDefault="002635F9" w:rsidP="002635F9">
      <w:pPr>
        <w:pStyle w:val="AnswerCategory"/>
      </w:pPr>
      <w:r w:rsidRPr="00D8503B">
        <w:t>6</w:t>
      </w:r>
      <w:r w:rsidRPr="00D8503B">
        <w:tab/>
        <w:t>Four year college or university degree/Bachelor’s degree (e.g., BS, BA, AB)</w:t>
      </w:r>
    </w:p>
    <w:p w14:paraId="3CED70C6" w14:textId="77777777" w:rsidR="002635F9" w:rsidRPr="00D8503B" w:rsidRDefault="002635F9" w:rsidP="002635F9">
      <w:pPr>
        <w:pStyle w:val="AnswerCategory"/>
      </w:pPr>
      <w:r w:rsidRPr="00D8503B">
        <w:t>7</w:t>
      </w:r>
      <w:r w:rsidRPr="00D8503B">
        <w:tab/>
        <w:t>Some postgraduate or professional schooling, no postgraduate degree</w:t>
      </w:r>
    </w:p>
    <w:p w14:paraId="7C0C32C5" w14:textId="77777777" w:rsidR="002635F9" w:rsidRPr="00D8503B" w:rsidRDefault="002635F9" w:rsidP="002635F9">
      <w:pPr>
        <w:pStyle w:val="AnswerCategory"/>
      </w:pPr>
      <w:r w:rsidRPr="00D8503B">
        <w:t>8</w:t>
      </w:r>
      <w:r w:rsidRPr="00D8503B">
        <w:tab/>
        <w:t>Postgraduate or professional degree, including master’s, doctorate, medical or law degree (e.g., MA, MS, PhD, MD, JD)</w:t>
      </w:r>
    </w:p>
    <w:p w14:paraId="7B049D68" w14:textId="77777777" w:rsidR="002635F9" w:rsidRPr="00D8503B" w:rsidRDefault="002635F9" w:rsidP="002635F9">
      <w:pPr>
        <w:pStyle w:val="AnswerCategory"/>
        <w:rPr>
          <w:rFonts w:cs="Tahoma"/>
        </w:rPr>
      </w:pPr>
      <w:r w:rsidRPr="00D8503B">
        <w:rPr>
          <w:rFonts w:cs="Tahoma"/>
        </w:rPr>
        <w:t>98</w:t>
      </w:r>
      <w:r w:rsidRPr="00D8503B">
        <w:rPr>
          <w:rFonts w:cs="Tahoma"/>
        </w:rPr>
        <w:tab/>
        <w:t>Don’t know</w:t>
      </w:r>
    </w:p>
    <w:p w14:paraId="7B17AA12" w14:textId="77777777" w:rsidR="002635F9" w:rsidRPr="00D8503B" w:rsidRDefault="002635F9" w:rsidP="002635F9">
      <w:pPr>
        <w:pStyle w:val="AnswerCategory"/>
        <w:rPr>
          <w:rFonts w:cs="Tahoma"/>
        </w:rPr>
      </w:pPr>
      <w:r w:rsidRPr="00D8503B">
        <w:rPr>
          <w:rFonts w:cs="Tahoma"/>
        </w:rPr>
        <w:t>99</w:t>
      </w:r>
      <w:r w:rsidRPr="00D8503B">
        <w:rPr>
          <w:rFonts w:cs="Tahoma"/>
        </w:rPr>
        <w:tab/>
        <w:t>Refused</w:t>
      </w:r>
    </w:p>
    <w:p w14:paraId="55E46827" w14:textId="77777777" w:rsidR="002635F9" w:rsidRPr="00D8503B" w:rsidRDefault="002635F9" w:rsidP="002635F9"/>
    <w:p w14:paraId="367C847F" w14:textId="77777777" w:rsidR="002635F9" w:rsidRPr="00D8503B" w:rsidRDefault="002635F9" w:rsidP="00030F6F">
      <w:pPr>
        <w:pStyle w:val="Question"/>
        <w:ind w:firstLine="0"/>
        <w:rPr>
          <w:color w:val="A6A6A6"/>
        </w:rPr>
      </w:pPr>
      <w:r w:rsidRPr="00D8503B">
        <w:rPr>
          <w:b/>
          <w:color w:val="A6A6A6"/>
        </w:rPr>
        <w:t>[MAKE FULL NOTE AVAILABLE FOR INTERVIEWERS:</w:t>
      </w:r>
      <w:r w:rsidRPr="00D8503B">
        <w:rPr>
          <w:color w:val="A6A6A6"/>
        </w:rPr>
        <w:t xml:space="preserve"> Enter code 3-HS graduate if R completed vocational, business, technical, or training courses after high school that did NOT count toward an associate degree from a college, community college or university (e.g., training for a certificate or an apprenticeship)</w:t>
      </w:r>
      <w:r w:rsidRPr="00D8503B">
        <w:rPr>
          <w:b/>
          <w:color w:val="A6A6A6"/>
        </w:rPr>
        <w:t>]</w:t>
      </w:r>
    </w:p>
    <w:p w14:paraId="61F3DE4B" w14:textId="77777777" w:rsidR="002635F9" w:rsidRPr="00D8503B" w:rsidRDefault="002635F9" w:rsidP="00030F6F"/>
    <w:p w14:paraId="63A3BB23" w14:textId="72A89C5C" w:rsidR="002635F9" w:rsidRPr="00D8503B" w:rsidRDefault="00A61A1A" w:rsidP="002635F9">
      <w:pPr>
        <w:pStyle w:val="Filter"/>
      </w:pPr>
      <w:r w:rsidRPr="00D8503B">
        <w:t>ASK ALL</w:t>
      </w:r>
    </w:p>
    <w:p w14:paraId="1B4F0A07" w14:textId="2A79415E" w:rsidR="002635F9" w:rsidRPr="00D8503B" w:rsidRDefault="002635F9" w:rsidP="002635F9">
      <w:pPr>
        <w:pStyle w:val="Question"/>
        <w:rPr>
          <w:rFonts w:cs="Tahoma"/>
        </w:rPr>
      </w:pPr>
      <w:r w:rsidRPr="00D8503B">
        <w:rPr>
          <w:sz w:val="14"/>
        </w:rPr>
        <w:t>EMPLNW</w:t>
      </w:r>
      <w:r w:rsidRPr="00D8503B">
        <w:rPr>
          <w:rFonts w:cs="Tahoma"/>
        </w:rPr>
        <w:tab/>
        <w:t xml:space="preserve">Are you now employed full-time, part-time, retired, or are you not employed for pay? </w:t>
      </w:r>
      <w:r w:rsidRPr="00D8503B">
        <w:rPr>
          <w:color w:val="A6A6A6"/>
        </w:rPr>
        <w:t>{PIAL trend</w:t>
      </w:r>
      <w:r w:rsidR="00536560" w:rsidRPr="00D8503B">
        <w:rPr>
          <w:color w:val="A6A6A6"/>
        </w:rPr>
        <w:t xml:space="preserve"> – added 98 ‘DK’ and change REF from ‘9’ to ‘99’</w:t>
      </w:r>
      <w:r w:rsidRPr="00D8503B">
        <w:rPr>
          <w:color w:val="A6A6A6"/>
        </w:rPr>
        <w:t>}</w:t>
      </w:r>
    </w:p>
    <w:p w14:paraId="42407FFD" w14:textId="77777777" w:rsidR="002635F9" w:rsidRPr="00D8503B" w:rsidRDefault="002635F9" w:rsidP="002635F9">
      <w:pPr>
        <w:pStyle w:val="AnswerCategory"/>
      </w:pPr>
      <w:r w:rsidRPr="00D8503B">
        <w:t>1</w:t>
      </w:r>
      <w:r w:rsidRPr="00D8503B">
        <w:tab/>
        <w:t>Employed full-time</w:t>
      </w:r>
    </w:p>
    <w:p w14:paraId="3F7AF7C2" w14:textId="77777777" w:rsidR="002635F9" w:rsidRPr="00D8503B" w:rsidRDefault="002635F9" w:rsidP="002635F9">
      <w:pPr>
        <w:pStyle w:val="AnswerCategory"/>
      </w:pPr>
      <w:r w:rsidRPr="00D8503B">
        <w:t>2</w:t>
      </w:r>
      <w:r w:rsidRPr="00D8503B">
        <w:tab/>
        <w:t>Employed part-time</w:t>
      </w:r>
    </w:p>
    <w:p w14:paraId="6B7FA810" w14:textId="77777777" w:rsidR="002635F9" w:rsidRPr="00D8503B" w:rsidRDefault="002635F9" w:rsidP="002635F9">
      <w:pPr>
        <w:pStyle w:val="AnswerCategory"/>
      </w:pPr>
      <w:r w:rsidRPr="00D8503B">
        <w:t>3</w:t>
      </w:r>
      <w:r w:rsidRPr="00D8503B">
        <w:tab/>
        <w:t>Retired</w:t>
      </w:r>
    </w:p>
    <w:p w14:paraId="1B5F5ECF" w14:textId="77777777" w:rsidR="002635F9" w:rsidRPr="00D8503B" w:rsidRDefault="002635F9" w:rsidP="002635F9">
      <w:pPr>
        <w:pStyle w:val="AnswerCategory"/>
      </w:pPr>
      <w:r w:rsidRPr="00D8503B">
        <w:t>4</w:t>
      </w:r>
      <w:r w:rsidRPr="00D8503B">
        <w:tab/>
        <w:t>Not employed for pay</w:t>
      </w:r>
    </w:p>
    <w:p w14:paraId="34C4DB61" w14:textId="77777777" w:rsidR="002635F9" w:rsidRPr="00D8503B" w:rsidRDefault="002635F9" w:rsidP="002635F9">
      <w:pPr>
        <w:pStyle w:val="AnswerCategory"/>
      </w:pPr>
      <w:r w:rsidRPr="00D8503B">
        <w:t>5</w:t>
      </w:r>
      <w:r w:rsidRPr="00D8503B">
        <w:tab/>
      </w:r>
      <w:r w:rsidRPr="00D8503B">
        <w:rPr>
          <w:b/>
        </w:rPr>
        <w:t>(VOL.)</w:t>
      </w:r>
      <w:r w:rsidRPr="00D8503B">
        <w:t xml:space="preserve"> Have own business/self-employed</w:t>
      </w:r>
    </w:p>
    <w:p w14:paraId="7F20EA35" w14:textId="77777777" w:rsidR="002635F9" w:rsidRPr="00D8503B" w:rsidRDefault="002635F9" w:rsidP="002635F9">
      <w:pPr>
        <w:pStyle w:val="AnswerCategory"/>
      </w:pPr>
      <w:r w:rsidRPr="00D8503B">
        <w:t>6</w:t>
      </w:r>
      <w:r w:rsidRPr="00D8503B">
        <w:tab/>
      </w:r>
      <w:r w:rsidRPr="00D8503B">
        <w:rPr>
          <w:b/>
        </w:rPr>
        <w:t>(VOL.)</w:t>
      </w:r>
      <w:r w:rsidRPr="00D8503B">
        <w:t xml:space="preserve"> Disabled</w:t>
      </w:r>
    </w:p>
    <w:p w14:paraId="2CC5E885" w14:textId="77777777" w:rsidR="002635F9" w:rsidRPr="00D8503B" w:rsidRDefault="002635F9" w:rsidP="002635F9">
      <w:pPr>
        <w:pStyle w:val="AnswerCategory"/>
      </w:pPr>
      <w:r w:rsidRPr="00D8503B">
        <w:t>7</w:t>
      </w:r>
      <w:r w:rsidRPr="00D8503B">
        <w:tab/>
      </w:r>
      <w:r w:rsidRPr="00D8503B">
        <w:rPr>
          <w:b/>
        </w:rPr>
        <w:t>(VOL.)</w:t>
      </w:r>
      <w:r w:rsidRPr="00D8503B">
        <w:t xml:space="preserve"> Student</w:t>
      </w:r>
    </w:p>
    <w:p w14:paraId="3F75F422" w14:textId="77777777" w:rsidR="002635F9" w:rsidRPr="00D8503B" w:rsidRDefault="002635F9" w:rsidP="002635F9">
      <w:pPr>
        <w:pStyle w:val="AnswerCategory"/>
      </w:pPr>
      <w:r w:rsidRPr="00D8503B">
        <w:t>8</w:t>
      </w:r>
      <w:r w:rsidRPr="00D8503B">
        <w:tab/>
      </w:r>
      <w:r w:rsidRPr="00D8503B">
        <w:rPr>
          <w:b/>
        </w:rPr>
        <w:t>(VOL.)</w:t>
      </w:r>
      <w:r w:rsidRPr="00D8503B">
        <w:t xml:space="preserve"> Other</w:t>
      </w:r>
    </w:p>
    <w:p w14:paraId="2B239093" w14:textId="77777777" w:rsidR="005854FB" w:rsidRPr="00D8503B" w:rsidRDefault="005854FB" w:rsidP="005854FB">
      <w:pPr>
        <w:pStyle w:val="AnswerCategory"/>
        <w:rPr>
          <w:rFonts w:cs="Tahoma"/>
        </w:rPr>
      </w:pPr>
      <w:r w:rsidRPr="00D8503B">
        <w:rPr>
          <w:rFonts w:cs="Tahoma"/>
        </w:rPr>
        <w:t>98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0E6E112D" w14:textId="77777777" w:rsidR="005854FB" w:rsidRPr="00D8503B" w:rsidRDefault="005854FB" w:rsidP="005854FB">
      <w:pPr>
        <w:pStyle w:val="AnswerCategory"/>
        <w:rPr>
          <w:rFonts w:cs="Tahoma"/>
        </w:rPr>
      </w:pPr>
      <w:r w:rsidRPr="00D8503B">
        <w:rPr>
          <w:rFonts w:cs="Tahoma"/>
        </w:rPr>
        <w:t>99</w:t>
      </w:r>
      <w:r w:rsidRPr="00D8503B">
        <w:rPr>
          <w:rFonts w:cs="Tahoma"/>
        </w:rPr>
        <w:tab/>
      </w:r>
      <w:r w:rsidRPr="00D8503B">
        <w:rPr>
          <w:rFonts w:cs="Tahoma"/>
          <w:b/>
        </w:rPr>
        <w:t>(VOL.)</w:t>
      </w:r>
      <w:r w:rsidRPr="00D8503B">
        <w:rPr>
          <w:rFonts w:cs="Tahoma"/>
        </w:rPr>
        <w:t xml:space="preserve"> Refused</w:t>
      </w:r>
    </w:p>
    <w:p w14:paraId="2F95A08C" w14:textId="77777777" w:rsidR="002635F9" w:rsidRPr="00D8503B" w:rsidRDefault="002635F9" w:rsidP="002635F9"/>
    <w:p w14:paraId="12813225" w14:textId="77777777" w:rsidR="002734F6" w:rsidRPr="00D8503B" w:rsidRDefault="002734F6" w:rsidP="002635F9">
      <w:pPr>
        <w:pStyle w:val="Filter"/>
      </w:pPr>
      <w:r w:rsidRPr="00D8503B">
        <w:br w:type="page"/>
      </w:r>
    </w:p>
    <w:p w14:paraId="0DD9547A" w14:textId="063DF8DF" w:rsidR="002635F9" w:rsidRPr="00D8503B" w:rsidRDefault="002635F9" w:rsidP="002635F9">
      <w:pPr>
        <w:pStyle w:val="Filter"/>
      </w:pPr>
      <w:r w:rsidRPr="00D8503B">
        <w:lastRenderedPageBreak/>
        <w:t>ASK IF EMPLNW DOES NOT EQUAL 7 (EMPLNW=1-6</w:t>
      </w:r>
      <w:proofErr w:type="gramStart"/>
      <w:r w:rsidRPr="00D8503B">
        <w:t>,8,9</w:t>
      </w:r>
      <w:r w:rsidR="00D85C82" w:rsidRPr="00D8503B">
        <w:t>8,99</w:t>
      </w:r>
      <w:proofErr w:type="gramEnd"/>
      <w:r w:rsidRPr="00D8503B">
        <w:t>):</w:t>
      </w:r>
    </w:p>
    <w:p w14:paraId="658A88A3" w14:textId="77777777" w:rsidR="002635F9" w:rsidRPr="00D8503B" w:rsidRDefault="002635F9" w:rsidP="002635F9">
      <w:pPr>
        <w:pStyle w:val="Question"/>
        <w:rPr>
          <w:rFonts w:cs="Tahoma"/>
        </w:rPr>
      </w:pPr>
      <w:r w:rsidRPr="00D8503B">
        <w:rPr>
          <w:rFonts w:cs="Tahoma"/>
        </w:rPr>
        <w:t>STUD</w:t>
      </w:r>
      <w:r w:rsidRPr="00D8503B">
        <w:rPr>
          <w:rFonts w:cs="Tahoma"/>
        </w:rPr>
        <w:tab/>
        <w:t xml:space="preserve">Are you a full- or part-time student? </w:t>
      </w:r>
      <w:r w:rsidRPr="00D8503B">
        <w:rPr>
          <w:color w:val="A6A6A6"/>
        </w:rPr>
        <w:t>{PIAL trend}</w:t>
      </w:r>
    </w:p>
    <w:p w14:paraId="0EA8B786" w14:textId="77777777" w:rsidR="002635F9" w:rsidRPr="00D8503B" w:rsidRDefault="002635F9" w:rsidP="002635F9">
      <w:pPr>
        <w:pStyle w:val="AnswerCategory"/>
      </w:pPr>
      <w:r w:rsidRPr="00D8503B">
        <w:t>1</w:t>
      </w:r>
      <w:r w:rsidRPr="00D8503B">
        <w:tab/>
        <w:t>Yes, full-time</w:t>
      </w:r>
    </w:p>
    <w:p w14:paraId="79954F24" w14:textId="77777777" w:rsidR="002635F9" w:rsidRPr="00D8503B" w:rsidRDefault="002635F9" w:rsidP="002635F9">
      <w:pPr>
        <w:pStyle w:val="AnswerCategory"/>
      </w:pPr>
      <w:r w:rsidRPr="00D8503B">
        <w:t>2</w:t>
      </w:r>
      <w:r w:rsidRPr="00D8503B">
        <w:tab/>
        <w:t>Yes, part-time</w:t>
      </w:r>
    </w:p>
    <w:p w14:paraId="700A1282" w14:textId="77777777" w:rsidR="002635F9" w:rsidRPr="00D8503B" w:rsidRDefault="002635F9" w:rsidP="002635F9">
      <w:pPr>
        <w:pStyle w:val="AnswerCategory"/>
      </w:pPr>
      <w:r w:rsidRPr="00D8503B">
        <w:t>3</w:t>
      </w:r>
      <w:r w:rsidRPr="00D8503B">
        <w:tab/>
        <w:t>No</w:t>
      </w:r>
    </w:p>
    <w:p w14:paraId="4D74FDF0"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1C3EABA5"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2B4B890C" w14:textId="77777777" w:rsidR="002635F9" w:rsidRPr="00D8503B" w:rsidRDefault="002635F9" w:rsidP="002635F9"/>
    <w:p w14:paraId="0BD55C5E" w14:textId="31E3C7C1" w:rsidR="002635F9" w:rsidRPr="00D8503B" w:rsidRDefault="002635F9" w:rsidP="002635F9">
      <w:pPr>
        <w:pStyle w:val="Filter"/>
      </w:pPr>
      <w:r w:rsidRPr="00D8503B">
        <w:t>ASK IF (EMPLNW=7 or STUD=1</w:t>
      </w:r>
      <w:proofErr w:type="gramStart"/>
      <w:r w:rsidRPr="00D8503B">
        <w:t>,2</w:t>
      </w:r>
      <w:proofErr w:type="gramEnd"/>
      <w:r w:rsidRPr="00D8503B">
        <w:t>):</w:t>
      </w:r>
    </w:p>
    <w:p w14:paraId="13452ECF" w14:textId="77777777" w:rsidR="002635F9" w:rsidRPr="00D8503B" w:rsidRDefault="002635F9" w:rsidP="002635F9">
      <w:pPr>
        <w:pStyle w:val="Question"/>
        <w:rPr>
          <w:rFonts w:cs="Tahoma"/>
        </w:rPr>
      </w:pPr>
      <w:proofErr w:type="spellStart"/>
      <w:r w:rsidRPr="00D8503B">
        <w:rPr>
          <w:sz w:val="16"/>
        </w:rPr>
        <w:t>EDInst</w:t>
      </w:r>
      <w:proofErr w:type="spellEnd"/>
      <w:r w:rsidRPr="00D8503B">
        <w:rPr>
          <w:rFonts w:cs="Tahoma"/>
        </w:rPr>
        <w:tab/>
        <w:t>Are you enrolled</w:t>
      </w:r>
      <w:proofErr w:type="gramStart"/>
      <w:r w:rsidRPr="00D8503B">
        <w:rPr>
          <w:rFonts w:cs="Tahoma"/>
        </w:rPr>
        <w:t>...</w:t>
      </w:r>
      <w:proofErr w:type="gramEnd"/>
      <w:r w:rsidRPr="00D8503B">
        <w:rPr>
          <w:rFonts w:cs="Tahoma"/>
        </w:rPr>
        <w:t xml:space="preserve"> </w:t>
      </w:r>
      <w:r w:rsidRPr="00D8503B">
        <w:rPr>
          <w:rFonts w:cs="Tahoma"/>
          <w:b/>
        </w:rPr>
        <w:t>[READ 1-5]</w:t>
      </w:r>
      <w:r w:rsidRPr="00D8503B">
        <w:rPr>
          <w:color w:val="A6A6A6"/>
        </w:rPr>
        <w:t xml:space="preserve"> {</w:t>
      </w:r>
      <w:proofErr w:type="gramStart"/>
      <w:r w:rsidRPr="00D8503B">
        <w:rPr>
          <w:color w:val="A6A6A6"/>
        </w:rPr>
        <w:t>modified</w:t>
      </w:r>
      <w:proofErr w:type="gramEnd"/>
      <w:r w:rsidRPr="00D8503B">
        <w:rPr>
          <w:color w:val="A6A6A6"/>
        </w:rPr>
        <w:t xml:space="preserve"> PIAL trend}</w:t>
      </w:r>
    </w:p>
    <w:p w14:paraId="60217890" w14:textId="77777777" w:rsidR="002635F9" w:rsidRPr="00D8503B" w:rsidRDefault="002635F9" w:rsidP="002635F9">
      <w:pPr>
        <w:pStyle w:val="AnswerCategory"/>
      </w:pPr>
      <w:r w:rsidRPr="00D8503B">
        <w:t>1</w:t>
      </w:r>
      <w:r w:rsidRPr="00D8503B">
        <w:tab/>
        <w:t>In high school, OR</w:t>
      </w:r>
    </w:p>
    <w:p w14:paraId="7F1B2372" w14:textId="77777777" w:rsidR="002635F9" w:rsidRPr="00D8503B" w:rsidRDefault="002635F9" w:rsidP="002635F9">
      <w:pPr>
        <w:pStyle w:val="AnswerCategory"/>
      </w:pPr>
      <w:r w:rsidRPr="00D8503B">
        <w:t>2</w:t>
      </w:r>
      <w:r w:rsidRPr="00D8503B">
        <w:tab/>
        <w:t>As an undergraduate at a college or university, OR</w:t>
      </w:r>
    </w:p>
    <w:p w14:paraId="4F2BC546" w14:textId="77777777" w:rsidR="002635F9" w:rsidRPr="00D8503B" w:rsidRDefault="002635F9" w:rsidP="002635F9">
      <w:pPr>
        <w:pStyle w:val="AnswerCategory"/>
      </w:pPr>
      <w:r w:rsidRPr="00D8503B">
        <w:t>3</w:t>
      </w:r>
      <w:r w:rsidRPr="00D8503B">
        <w:tab/>
        <w:t>As a graduate student at a university, OR</w:t>
      </w:r>
    </w:p>
    <w:p w14:paraId="5D3BE7D1" w14:textId="77777777" w:rsidR="002635F9" w:rsidRPr="00D8503B" w:rsidRDefault="002635F9" w:rsidP="002635F9">
      <w:pPr>
        <w:pStyle w:val="AnswerCategory"/>
      </w:pPr>
      <w:r w:rsidRPr="00D8503B">
        <w:t>4</w:t>
      </w:r>
      <w:r w:rsidRPr="00D8503B">
        <w:tab/>
        <w:t>At a community college, OR</w:t>
      </w:r>
    </w:p>
    <w:p w14:paraId="5E393183" w14:textId="77777777" w:rsidR="002635F9" w:rsidRPr="00D8503B" w:rsidRDefault="002635F9" w:rsidP="002635F9">
      <w:pPr>
        <w:pStyle w:val="AnswerCategory"/>
      </w:pPr>
      <w:r w:rsidRPr="00D8503B">
        <w:t>5</w:t>
      </w:r>
      <w:r w:rsidRPr="00D8503B">
        <w:tab/>
        <w:t>At a technical, trade or vocational school?</w:t>
      </w:r>
    </w:p>
    <w:p w14:paraId="532D60B4" w14:textId="77777777" w:rsidR="002635F9" w:rsidRPr="00D8503B" w:rsidRDefault="002635F9" w:rsidP="002635F9">
      <w:pPr>
        <w:pStyle w:val="AnswerCategory"/>
      </w:pPr>
      <w:r w:rsidRPr="00D8503B">
        <w:t>6</w:t>
      </w:r>
      <w:r w:rsidRPr="00D8503B">
        <w:tab/>
      </w:r>
      <w:r w:rsidRPr="00D8503B">
        <w:rPr>
          <w:b/>
        </w:rPr>
        <w:t>(VOL.)</w:t>
      </w:r>
      <w:r w:rsidRPr="00D8503B">
        <w:t xml:space="preserve"> Other </w:t>
      </w:r>
      <w:r w:rsidRPr="00D8503B">
        <w:rPr>
          <w:b/>
        </w:rPr>
        <w:t>(SPECIFY)</w:t>
      </w:r>
    </w:p>
    <w:p w14:paraId="0EE3CBBC"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540BA5D1"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5DE51772" w14:textId="77777777" w:rsidR="002635F9" w:rsidRPr="00D8503B" w:rsidRDefault="002635F9" w:rsidP="00D71E42"/>
    <w:p w14:paraId="38C1460F" w14:textId="50CBE953" w:rsidR="002635F9" w:rsidRPr="00D8503B" w:rsidRDefault="00A61A1A" w:rsidP="002635F9">
      <w:pPr>
        <w:pStyle w:val="Filter"/>
      </w:pPr>
      <w:r w:rsidRPr="00D8503B">
        <w:t>ASK ALL</w:t>
      </w:r>
    </w:p>
    <w:p w14:paraId="69A97886" w14:textId="77777777" w:rsidR="002635F9" w:rsidRPr="00D8503B" w:rsidRDefault="002635F9" w:rsidP="002635F9">
      <w:pPr>
        <w:pStyle w:val="Question"/>
      </w:pPr>
      <w:r w:rsidRPr="00D8503B">
        <w:t>DISA</w:t>
      </w:r>
      <w:r w:rsidRPr="00D8503B">
        <w:tab/>
        <w:t>Does any disability, handicap, or chronic disease keep you from participating fully in work, school, housework, or other activities, or not?</w:t>
      </w:r>
    </w:p>
    <w:p w14:paraId="2581AD09" w14:textId="77777777" w:rsidR="002635F9" w:rsidRPr="00D8503B" w:rsidRDefault="002635F9" w:rsidP="002635F9">
      <w:pPr>
        <w:pStyle w:val="AnswerCategory"/>
      </w:pPr>
      <w:r w:rsidRPr="00D8503B">
        <w:t>1</w:t>
      </w:r>
      <w:r w:rsidRPr="00D8503B">
        <w:tab/>
        <w:t>Yes</w:t>
      </w:r>
    </w:p>
    <w:p w14:paraId="7AD7EB83" w14:textId="77777777" w:rsidR="002635F9" w:rsidRPr="00D8503B" w:rsidRDefault="002635F9" w:rsidP="002635F9">
      <w:pPr>
        <w:pStyle w:val="AnswerCategory"/>
      </w:pPr>
      <w:r w:rsidRPr="00D8503B">
        <w:t>2</w:t>
      </w:r>
      <w:r w:rsidRPr="00D8503B">
        <w:tab/>
        <w:t>No</w:t>
      </w:r>
    </w:p>
    <w:p w14:paraId="4872F81A"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7DA4CC7E"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3645EFD1" w14:textId="77777777" w:rsidR="002635F9" w:rsidRPr="00D8503B" w:rsidRDefault="002635F9" w:rsidP="005854FB"/>
    <w:p w14:paraId="340DEA16" w14:textId="05350503" w:rsidR="002635F9" w:rsidRPr="00D8503B" w:rsidRDefault="00A61A1A" w:rsidP="002635F9">
      <w:pPr>
        <w:pStyle w:val="Filter"/>
      </w:pPr>
      <w:r w:rsidRPr="00D8503B">
        <w:t>ASK ALL</w:t>
      </w:r>
    </w:p>
    <w:p w14:paraId="14DA1A92" w14:textId="1BC4FBCE" w:rsidR="002635F9" w:rsidRPr="00D8503B" w:rsidRDefault="002635F9" w:rsidP="002635F9">
      <w:pPr>
        <w:pStyle w:val="Question"/>
      </w:pPr>
      <w:r w:rsidRPr="00D8503B">
        <w:rPr>
          <w:sz w:val="14"/>
        </w:rPr>
        <w:t>PARTY</w:t>
      </w:r>
      <w:r w:rsidRPr="00D8503B">
        <w:tab/>
        <w:t>In politics TODAY, do you consider yourself a Republican, Democrat, or independent?</w:t>
      </w:r>
    </w:p>
    <w:p w14:paraId="0E3A1EF2" w14:textId="4C002399" w:rsidR="002635F9" w:rsidRPr="00D8503B" w:rsidRDefault="00EC660E" w:rsidP="002635F9">
      <w:pPr>
        <w:pStyle w:val="AnswerCategory"/>
      </w:pPr>
      <w:r>
        <w:t>1</w:t>
      </w:r>
      <w:r>
        <w:tab/>
        <w:t>Republican</w:t>
      </w:r>
    </w:p>
    <w:p w14:paraId="66C1DD76" w14:textId="2A5C3E1D" w:rsidR="002635F9" w:rsidRPr="00D8503B" w:rsidRDefault="00EC660E" w:rsidP="002635F9">
      <w:pPr>
        <w:pStyle w:val="AnswerCategory"/>
      </w:pPr>
      <w:r>
        <w:t>2</w:t>
      </w:r>
      <w:r>
        <w:tab/>
        <w:t>Democrat</w:t>
      </w:r>
    </w:p>
    <w:p w14:paraId="3659F6DF" w14:textId="1A276180" w:rsidR="002635F9" w:rsidRPr="00D8503B" w:rsidRDefault="00EC660E" w:rsidP="002635F9">
      <w:pPr>
        <w:pStyle w:val="AnswerCategory"/>
      </w:pPr>
      <w:r>
        <w:t>3</w:t>
      </w:r>
      <w:r>
        <w:tab/>
        <w:t>Independent</w:t>
      </w:r>
    </w:p>
    <w:p w14:paraId="34609E48" w14:textId="31CA5516" w:rsidR="002635F9" w:rsidRPr="00D8503B" w:rsidRDefault="002635F9" w:rsidP="002635F9">
      <w:pPr>
        <w:pStyle w:val="AnswerCategory"/>
      </w:pPr>
      <w:r w:rsidRPr="00D8503B">
        <w:t>4</w:t>
      </w:r>
      <w:r w:rsidRPr="00D8503B">
        <w:tab/>
      </w:r>
      <w:r w:rsidRPr="00D8503B">
        <w:rPr>
          <w:b/>
        </w:rPr>
        <w:t>(VOL.)</w:t>
      </w:r>
      <w:r w:rsidRPr="00D8503B">
        <w:t xml:space="preserve"> No preference</w:t>
      </w:r>
    </w:p>
    <w:p w14:paraId="79A4FEC1" w14:textId="412A8DC7" w:rsidR="002635F9" w:rsidRPr="00D8503B" w:rsidRDefault="002635F9" w:rsidP="002635F9">
      <w:pPr>
        <w:pStyle w:val="AnswerCategory"/>
      </w:pPr>
      <w:r w:rsidRPr="00D8503B">
        <w:t>5</w:t>
      </w:r>
      <w:r w:rsidRPr="00D8503B">
        <w:tab/>
      </w:r>
      <w:r w:rsidRPr="00D8503B">
        <w:rPr>
          <w:b/>
        </w:rPr>
        <w:t>(VOL.)</w:t>
      </w:r>
      <w:r w:rsidRPr="00D8503B">
        <w:t xml:space="preserve"> Other party</w:t>
      </w:r>
    </w:p>
    <w:p w14:paraId="49CE20B5" w14:textId="2ADA4C3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03C99D7E" w14:textId="213D95E9"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68ABA72A" w14:textId="52ACDA05" w:rsidR="002635F9" w:rsidRPr="00D8503B" w:rsidRDefault="002635F9" w:rsidP="002635F9"/>
    <w:p w14:paraId="161678B7" w14:textId="4C34CB81" w:rsidR="00D50137" w:rsidRPr="00D8503B" w:rsidRDefault="00D50137" w:rsidP="00D50137">
      <w:pPr>
        <w:pStyle w:val="Filter"/>
      </w:pPr>
      <w:r w:rsidRPr="00D8503B">
        <w:t>ASK IF INDEP/NO PREF/OTHER/DK/</w:t>
      </w:r>
      <w:smartTag w:uri="urn:schemas-microsoft-com:office:smarttags" w:element="stockticker">
        <w:r w:rsidRPr="00D8503B">
          <w:t>REF</w:t>
        </w:r>
      </w:smartTag>
      <w:r w:rsidRPr="00D8503B">
        <w:t xml:space="preserve"> (PARTY=3</w:t>
      </w:r>
      <w:proofErr w:type="gramStart"/>
      <w:r w:rsidRPr="00D8503B">
        <w:t>,4,5,8,9</w:t>
      </w:r>
      <w:proofErr w:type="gramEnd"/>
      <w:r w:rsidRPr="00D8503B">
        <w:t>):</w:t>
      </w:r>
    </w:p>
    <w:p w14:paraId="7721BA0D" w14:textId="472FD57A" w:rsidR="00D50137" w:rsidRPr="00D8503B" w:rsidRDefault="00D50137" w:rsidP="00D50137">
      <w:pPr>
        <w:pStyle w:val="Question"/>
      </w:pPr>
      <w:r w:rsidRPr="00D8503B">
        <w:rPr>
          <w:sz w:val="16"/>
        </w:rPr>
        <w:t>PARTYLN</w:t>
      </w:r>
      <w:r w:rsidRPr="00D8503B">
        <w:tab/>
        <w:t>As of today, do you lean more to the Republican Party or more to the Democratic Party?</w:t>
      </w:r>
    </w:p>
    <w:p w14:paraId="63EB800E" w14:textId="111D7C1F" w:rsidR="00D50137" w:rsidRPr="00D8503B" w:rsidRDefault="00D50137" w:rsidP="00D50137">
      <w:pPr>
        <w:pStyle w:val="AnswerCategory"/>
      </w:pPr>
      <w:r w:rsidRPr="00D8503B">
        <w:t>1</w:t>
      </w:r>
      <w:r w:rsidRPr="00D8503B">
        <w:tab/>
        <w:t>Republican</w:t>
      </w:r>
    </w:p>
    <w:p w14:paraId="5C9C7253" w14:textId="332F59B9" w:rsidR="00D50137" w:rsidRPr="00D8503B" w:rsidRDefault="00D50137" w:rsidP="00D50137">
      <w:pPr>
        <w:pStyle w:val="AnswerCategory"/>
      </w:pPr>
      <w:r w:rsidRPr="00D8503B">
        <w:t>2</w:t>
      </w:r>
      <w:r w:rsidRPr="00D8503B">
        <w:tab/>
        <w:t>Democrat</w:t>
      </w:r>
    </w:p>
    <w:p w14:paraId="14A7665D" w14:textId="5BC2CD7C" w:rsidR="00D50137" w:rsidRPr="00D8503B" w:rsidRDefault="00D50137" w:rsidP="00D50137">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750EAEDC" w14:textId="729417FF" w:rsidR="00D50137" w:rsidRPr="00D8503B" w:rsidRDefault="00D50137" w:rsidP="00D50137">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4ECC7E4F" w14:textId="36697837" w:rsidR="00D50137" w:rsidRPr="00D8503B" w:rsidRDefault="00D50137" w:rsidP="002635F9"/>
    <w:p w14:paraId="1C38DF89" w14:textId="4E67DA16" w:rsidR="002635F9" w:rsidRPr="00D8503B" w:rsidRDefault="00A61A1A" w:rsidP="002635F9">
      <w:pPr>
        <w:pStyle w:val="Filter"/>
      </w:pPr>
      <w:r w:rsidRPr="00D8503B">
        <w:lastRenderedPageBreak/>
        <w:t>ASK ALL</w:t>
      </w:r>
    </w:p>
    <w:p w14:paraId="4CE4461D" w14:textId="7CFE783A" w:rsidR="002635F9" w:rsidRPr="00D8503B" w:rsidRDefault="002635F9" w:rsidP="002635F9">
      <w:pPr>
        <w:pStyle w:val="Question"/>
      </w:pPr>
      <w:r w:rsidRPr="00D8503B">
        <w:t>IDEO</w:t>
      </w:r>
      <w:r w:rsidRPr="00D8503B">
        <w:tab/>
        <w:t>In general, would you describe your political views as</w:t>
      </w:r>
      <w:proofErr w:type="gramStart"/>
      <w:r w:rsidRPr="00D8503B">
        <w:t>...</w:t>
      </w:r>
      <w:proofErr w:type="gramEnd"/>
      <w:r w:rsidRPr="00D8503B">
        <w:t xml:space="preserve"> </w:t>
      </w:r>
      <w:r w:rsidRPr="00D8503B">
        <w:rPr>
          <w:b/>
        </w:rPr>
        <w:t>[READ]</w:t>
      </w:r>
    </w:p>
    <w:p w14:paraId="6C629AFA" w14:textId="4957526A" w:rsidR="002635F9" w:rsidRPr="00D8503B" w:rsidRDefault="002635F9" w:rsidP="002635F9">
      <w:pPr>
        <w:pStyle w:val="AnswerCategory"/>
      </w:pPr>
      <w:r w:rsidRPr="00D8503B">
        <w:t>1</w:t>
      </w:r>
      <w:r w:rsidRPr="00D8503B">
        <w:tab/>
        <w:t>Very conservative</w:t>
      </w:r>
    </w:p>
    <w:p w14:paraId="1DE05DDC" w14:textId="36018466" w:rsidR="002635F9" w:rsidRPr="00D8503B" w:rsidRDefault="002635F9" w:rsidP="002635F9">
      <w:pPr>
        <w:pStyle w:val="AnswerCategory"/>
      </w:pPr>
      <w:r w:rsidRPr="00D8503B">
        <w:t>2</w:t>
      </w:r>
      <w:r w:rsidRPr="00D8503B">
        <w:tab/>
        <w:t>Conservative</w:t>
      </w:r>
    </w:p>
    <w:p w14:paraId="437D9045" w14:textId="7341195D" w:rsidR="002635F9" w:rsidRPr="00D8503B" w:rsidRDefault="002635F9" w:rsidP="002635F9">
      <w:pPr>
        <w:pStyle w:val="AnswerCategory"/>
      </w:pPr>
      <w:r w:rsidRPr="00D8503B">
        <w:t>3</w:t>
      </w:r>
      <w:r w:rsidRPr="00D8503B">
        <w:tab/>
        <w:t>Moderate</w:t>
      </w:r>
    </w:p>
    <w:p w14:paraId="43148E9E" w14:textId="26C53E25" w:rsidR="002635F9" w:rsidRPr="00D8503B" w:rsidRDefault="005854FB" w:rsidP="002635F9">
      <w:pPr>
        <w:pStyle w:val="AnswerCategory"/>
      </w:pPr>
      <w:r w:rsidRPr="00D8503B">
        <w:t>4</w:t>
      </w:r>
      <w:r w:rsidRPr="00D8503B">
        <w:tab/>
        <w:t>Liberal, OR</w:t>
      </w:r>
    </w:p>
    <w:p w14:paraId="06B01E4A" w14:textId="6A8F4332" w:rsidR="002635F9" w:rsidRPr="00D8503B" w:rsidRDefault="002635F9" w:rsidP="002635F9">
      <w:pPr>
        <w:pStyle w:val="AnswerCategory"/>
      </w:pPr>
      <w:r w:rsidRPr="00D8503B">
        <w:t>5</w:t>
      </w:r>
      <w:r w:rsidRPr="00D8503B">
        <w:tab/>
        <w:t>Very liberal</w:t>
      </w:r>
      <w:r w:rsidR="005854FB" w:rsidRPr="00D8503B">
        <w:t>?</w:t>
      </w:r>
    </w:p>
    <w:p w14:paraId="2D86BD06" w14:textId="16897C06"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250E553D" w14:textId="74485C74"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44675704" w14:textId="77777777" w:rsidR="005854FB" w:rsidRPr="00D8503B" w:rsidRDefault="005854FB" w:rsidP="005854FB"/>
    <w:p w14:paraId="4B820201" w14:textId="5CA1589A" w:rsidR="002635F9" w:rsidRPr="00D8503B" w:rsidRDefault="00A61A1A" w:rsidP="002635F9">
      <w:pPr>
        <w:pStyle w:val="Filter"/>
      </w:pPr>
      <w:r w:rsidRPr="00D8503B">
        <w:t>ASK ALL</w:t>
      </w:r>
    </w:p>
    <w:p w14:paraId="5593BA20" w14:textId="77777777" w:rsidR="002635F9" w:rsidRPr="00D8503B" w:rsidRDefault="002635F9" w:rsidP="002635F9">
      <w:pPr>
        <w:pStyle w:val="Question"/>
      </w:pPr>
      <w:r w:rsidRPr="00D8503B">
        <w:t>HISP</w:t>
      </w:r>
      <w:r w:rsidRPr="00D8503B">
        <w:tab/>
        <w:t>Are you, yourself, of Hispanic or Latino origin or descent, such as Mexican, Puerto Rican, Cuban, or some other Latin American background?</w:t>
      </w:r>
    </w:p>
    <w:p w14:paraId="1F584EB2" w14:textId="77777777" w:rsidR="002635F9" w:rsidRPr="00D8503B" w:rsidRDefault="002635F9" w:rsidP="002635F9">
      <w:pPr>
        <w:pStyle w:val="AnswerCategory"/>
        <w:rPr>
          <w:rFonts w:cs="Tahoma"/>
        </w:rPr>
      </w:pPr>
      <w:r w:rsidRPr="00D8503B">
        <w:rPr>
          <w:rFonts w:cs="Tahoma"/>
        </w:rPr>
        <w:t>1</w:t>
      </w:r>
      <w:r w:rsidRPr="00D8503B">
        <w:rPr>
          <w:rFonts w:cs="Tahoma"/>
        </w:rPr>
        <w:tab/>
        <w:t>Yes</w:t>
      </w:r>
    </w:p>
    <w:p w14:paraId="19CFB9D0" w14:textId="77777777" w:rsidR="002635F9" w:rsidRPr="00D8503B" w:rsidRDefault="002635F9" w:rsidP="002635F9">
      <w:pPr>
        <w:pStyle w:val="AnswerCategory"/>
        <w:rPr>
          <w:rFonts w:cs="Tahoma"/>
        </w:rPr>
      </w:pPr>
      <w:r w:rsidRPr="00D8503B">
        <w:rPr>
          <w:rFonts w:cs="Tahoma"/>
        </w:rPr>
        <w:t>2</w:t>
      </w:r>
      <w:r w:rsidRPr="00D8503B">
        <w:rPr>
          <w:rFonts w:cs="Tahoma"/>
        </w:rPr>
        <w:tab/>
        <w:t>No</w:t>
      </w:r>
    </w:p>
    <w:p w14:paraId="51182E6A"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27B967C9"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0ECF443E" w14:textId="77777777" w:rsidR="002635F9" w:rsidRPr="00D8503B" w:rsidRDefault="002635F9" w:rsidP="002635F9"/>
    <w:p w14:paraId="4079B72B" w14:textId="77777777" w:rsidR="002635F9" w:rsidRPr="00D8503B" w:rsidRDefault="002635F9" w:rsidP="002635F9">
      <w:pPr>
        <w:pStyle w:val="Filter"/>
      </w:pPr>
      <w:r w:rsidRPr="00D8503B">
        <w:t>ASK IF HISPANIC (HISP=1):</w:t>
      </w:r>
    </w:p>
    <w:p w14:paraId="1874D2C0" w14:textId="77777777" w:rsidR="002635F9" w:rsidRPr="00D8503B" w:rsidRDefault="002635F9" w:rsidP="002635F9">
      <w:pPr>
        <w:pStyle w:val="Question"/>
      </w:pPr>
      <w:r w:rsidRPr="00D8503B">
        <w:rPr>
          <w:sz w:val="14"/>
        </w:rPr>
        <w:t>BIRTH_HISP</w:t>
      </w:r>
      <w:r w:rsidRPr="00D8503B">
        <w:tab/>
        <w:t>Were you born in the United States, on the island of Puerto Rico, or in another country?</w:t>
      </w:r>
    </w:p>
    <w:p w14:paraId="54C5D954" w14:textId="77777777" w:rsidR="002635F9" w:rsidRPr="00D8503B" w:rsidRDefault="002635F9" w:rsidP="002635F9">
      <w:pPr>
        <w:pStyle w:val="AnswerCategory"/>
      </w:pPr>
      <w:r w:rsidRPr="00D8503B">
        <w:t>1</w:t>
      </w:r>
      <w:r w:rsidRPr="00D8503B">
        <w:tab/>
        <w:t>U.S.</w:t>
      </w:r>
    </w:p>
    <w:p w14:paraId="452F5397" w14:textId="77777777" w:rsidR="002635F9" w:rsidRPr="00D8503B" w:rsidRDefault="002635F9" w:rsidP="002635F9">
      <w:pPr>
        <w:pStyle w:val="AnswerCategory"/>
      </w:pPr>
      <w:r w:rsidRPr="00D8503B">
        <w:t>2</w:t>
      </w:r>
      <w:r w:rsidRPr="00D8503B">
        <w:tab/>
        <w:t>Puerto Rico</w:t>
      </w:r>
    </w:p>
    <w:p w14:paraId="43A6AD29" w14:textId="77777777" w:rsidR="002635F9" w:rsidRPr="00D8503B" w:rsidRDefault="002635F9" w:rsidP="002635F9">
      <w:pPr>
        <w:pStyle w:val="AnswerCategory"/>
      </w:pPr>
      <w:r w:rsidRPr="00D8503B">
        <w:t>3</w:t>
      </w:r>
      <w:r w:rsidRPr="00D8503B">
        <w:tab/>
        <w:t>Another country</w:t>
      </w:r>
    </w:p>
    <w:p w14:paraId="6C4DC78C"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7EED34E6"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6D13633F" w14:textId="77777777" w:rsidR="002635F9" w:rsidRPr="00D8503B" w:rsidRDefault="002635F9" w:rsidP="002635F9"/>
    <w:p w14:paraId="1BD3664B" w14:textId="4E7EF102" w:rsidR="002635F9" w:rsidRPr="00D8503B" w:rsidRDefault="00A61A1A" w:rsidP="002635F9">
      <w:pPr>
        <w:pStyle w:val="Filter"/>
      </w:pPr>
      <w:r w:rsidRPr="00D8503B">
        <w:t>ASK ALL</w:t>
      </w:r>
    </w:p>
    <w:p w14:paraId="18080F35" w14:textId="77777777" w:rsidR="002635F9" w:rsidRPr="00D8503B" w:rsidRDefault="002635F9" w:rsidP="002635F9">
      <w:pPr>
        <w:pStyle w:val="Question"/>
      </w:pPr>
      <w:r w:rsidRPr="00D8503B">
        <w:t>RACE</w:t>
      </w:r>
      <w:r w:rsidRPr="00D8503B">
        <w:tab/>
        <w:t>What is your race? Are you white, black, Asian, or some other race?</w:t>
      </w:r>
    </w:p>
    <w:p w14:paraId="083C346E" w14:textId="77777777" w:rsidR="002635F9" w:rsidRPr="00D8503B" w:rsidRDefault="002635F9" w:rsidP="002635F9">
      <w:pPr>
        <w:pStyle w:val="Question"/>
        <w:ind w:firstLine="0"/>
      </w:pPr>
      <w:r w:rsidRPr="00D8503B">
        <w:rPr>
          <w:b/>
        </w:rPr>
        <w:t>IF R SAYS HISPANIC OR LATINO, PROBE:</w:t>
      </w:r>
      <w:r w:rsidRPr="00D8503B">
        <w:t xml:space="preserve"> Do you consider yourself a WHITE (Hispanic/Latino) or a BLACK (Hispanic/Latino)? </w:t>
      </w:r>
      <w:r w:rsidRPr="00D8503B">
        <w:rPr>
          <w:b/>
        </w:rPr>
        <w:t>IF R DOES NOT SAY WHITE, BLACK OR ONE OF THE RACE CATEGORIES LISTED, RECORD AS “OTHER” (CODE 6)</w:t>
      </w:r>
    </w:p>
    <w:p w14:paraId="08B42114" w14:textId="77777777" w:rsidR="002635F9" w:rsidRPr="00D8503B" w:rsidRDefault="002635F9" w:rsidP="002635F9">
      <w:pPr>
        <w:pStyle w:val="AnswerCategory"/>
        <w:rPr>
          <w:rFonts w:cs="Tahoma"/>
        </w:rPr>
      </w:pPr>
      <w:r w:rsidRPr="00D8503B">
        <w:rPr>
          <w:rFonts w:cs="Tahoma"/>
        </w:rPr>
        <w:t>1</w:t>
      </w:r>
      <w:r w:rsidRPr="00D8503B">
        <w:rPr>
          <w:rFonts w:cs="Tahoma"/>
        </w:rPr>
        <w:tab/>
        <w:t>White</w:t>
      </w:r>
    </w:p>
    <w:p w14:paraId="0165A9D4" w14:textId="77777777" w:rsidR="002635F9" w:rsidRPr="00D8503B" w:rsidRDefault="002635F9" w:rsidP="002635F9">
      <w:pPr>
        <w:pStyle w:val="AnswerCategory"/>
        <w:rPr>
          <w:rFonts w:cs="Tahoma"/>
        </w:rPr>
      </w:pPr>
      <w:r w:rsidRPr="00D8503B">
        <w:rPr>
          <w:rFonts w:cs="Tahoma"/>
        </w:rPr>
        <w:t>2</w:t>
      </w:r>
      <w:r w:rsidRPr="00D8503B">
        <w:rPr>
          <w:rFonts w:cs="Tahoma"/>
        </w:rPr>
        <w:tab/>
        <w:t>Black or African-American</w:t>
      </w:r>
    </w:p>
    <w:p w14:paraId="3430C7EA" w14:textId="77777777" w:rsidR="002635F9" w:rsidRPr="00D8503B" w:rsidRDefault="002635F9" w:rsidP="002635F9">
      <w:pPr>
        <w:pStyle w:val="AnswerCategory"/>
        <w:rPr>
          <w:rFonts w:cs="Tahoma"/>
        </w:rPr>
      </w:pPr>
      <w:r w:rsidRPr="00D8503B">
        <w:rPr>
          <w:rFonts w:cs="Tahoma"/>
        </w:rPr>
        <w:t>3</w:t>
      </w:r>
      <w:r w:rsidRPr="00D8503B">
        <w:rPr>
          <w:rFonts w:cs="Tahoma"/>
        </w:rPr>
        <w:tab/>
        <w:t>Asian or Pacific Islander</w:t>
      </w:r>
    </w:p>
    <w:p w14:paraId="4E7221B1" w14:textId="77777777" w:rsidR="002635F9" w:rsidRPr="00D8503B" w:rsidRDefault="002635F9" w:rsidP="002635F9">
      <w:pPr>
        <w:pStyle w:val="AnswerCategory"/>
        <w:rPr>
          <w:rFonts w:cs="Tahoma"/>
        </w:rPr>
      </w:pPr>
      <w:r w:rsidRPr="00D8503B">
        <w:rPr>
          <w:rFonts w:cs="Tahoma"/>
        </w:rPr>
        <w:t>4</w:t>
      </w:r>
      <w:r w:rsidRPr="00D8503B">
        <w:rPr>
          <w:rFonts w:cs="Tahoma"/>
        </w:rPr>
        <w:tab/>
        <w:t>Mixed race</w:t>
      </w:r>
    </w:p>
    <w:p w14:paraId="0B8365CC" w14:textId="77777777" w:rsidR="002635F9" w:rsidRPr="00D8503B" w:rsidRDefault="002635F9" w:rsidP="002635F9">
      <w:pPr>
        <w:pStyle w:val="AnswerCategory"/>
        <w:rPr>
          <w:rFonts w:cs="Tahoma"/>
        </w:rPr>
      </w:pPr>
      <w:r w:rsidRPr="00D8503B">
        <w:rPr>
          <w:rFonts w:cs="Tahoma"/>
        </w:rPr>
        <w:t>5</w:t>
      </w:r>
      <w:r w:rsidRPr="00D8503B">
        <w:rPr>
          <w:rFonts w:cs="Tahoma"/>
        </w:rPr>
        <w:tab/>
        <w:t>Native American/American Indian</w:t>
      </w:r>
    </w:p>
    <w:p w14:paraId="4AE500DA" w14:textId="77777777" w:rsidR="002635F9" w:rsidRPr="00D8503B" w:rsidRDefault="002635F9" w:rsidP="002635F9">
      <w:pPr>
        <w:pStyle w:val="AnswerCategory"/>
        <w:rPr>
          <w:rFonts w:cs="Tahoma"/>
        </w:rPr>
      </w:pPr>
      <w:r w:rsidRPr="00D8503B">
        <w:rPr>
          <w:rFonts w:cs="Tahoma"/>
        </w:rPr>
        <w:t>6</w:t>
      </w:r>
      <w:r w:rsidRPr="00D8503B">
        <w:rPr>
          <w:rFonts w:cs="Tahoma"/>
        </w:rPr>
        <w:tab/>
        <w:t xml:space="preserve">Other </w:t>
      </w:r>
      <w:r w:rsidRPr="00D8503B">
        <w:rPr>
          <w:rFonts w:cs="Tahoma"/>
          <w:b/>
        </w:rPr>
        <w:t>(SPECIFY)</w:t>
      </w:r>
    </w:p>
    <w:p w14:paraId="4E5E7872"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193F91AC"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36C4284F" w14:textId="77777777" w:rsidR="002635F9" w:rsidRPr="00D8503B" w:rsidRDefault="002635F9" w:rsidP="002635F9"/>
    <w:p w14:paraId="339B45DB" w14:textId="77777777" w:rsidR="00A61A1A" w:rsidRPr="00D8503B" w:rsidRDefault="00A61A1A" w:rsidP="002635F9">
      <w:pPr>
        <w:pStyle w:val="Filter"/>
      </w:pPr>
      <w:r w:rsidRPr="00D8503B">
        <w:br w:type="page"/>
      </w:r>
    </w:p>
    <w:p w14:paraId="1E4B3AB7" w14:textId="6F9B4B0E" w:rsidR="002635F9" w:rsidRPr="00D8503B" w:rsidRDefault="00A61A1A" w:rsidP="002635F9">
      <w:pPr>
        <w:pStyle w:val="Filter"/>
      </w:pPr>
      <w:r w:rsidRPr="00D8503B">
        <w:lastRenderedPageBreak/>
        <w:t>ASK ALL</w:t>
      </w:r>
    </w:p>
    <w:p w14:paraId="4718340E" w14:textId="77777777" w:rsidR="002635F9" w:rsidRPr="00D8503B" w:rsidRDefault="002635F9" w:rsidP="002635F9">
      <w:pPr>
        <w:pStyle w:val="Question"/>
      </w:pPr>
      <w:r w:rsidRPr="00D8503B">
        <w:t>INC</w:t>
      </w:r>
      <w:r w:rsidRPr="00D8503B">
        <w:tab/>
        <w:t xml:space="preserve">Last year -- that is in 2014 -- what was your total family income from all sources, before taxes? Just stop me when I get to the right category... </w:t>
      </w:r>
      <w:r w:rsidR="005854FB" w:rsidRPr="00D8503B">
        <w:rPr>
          <w:b/>
        </w:rPr>
        <w:t>[READ</w:t>
      </w:r>
      <w:r w:rsidRPr="00D8503B">
        <w:rPr>
          <w:b/>
        </w:rPr>
        <w:t>]</w:t>
      </w:r>
      <w:r w:rsidRPr="00D8503B">
        <w:rPr>
          <w:color w:val="A6A6A6"/>
        </w:rPr>
        <w:t xml:space="preserve"> {Master INC2}</w:t>
      </w:r>
    </w:p>
    <w:p w14:paraId="0691D20F" w14:textId="77777777" w:rsidR="002635F9" w:rsidRPr="00D8503B" w:rsidRDefault="002635F9" w:rsidP="002635F9">
      <w:pPr>
        <w:pStyle w:val="AnswerCategory"/>
        <w:rPr>
          <w:rFonts w:cs="Tahoma"/>
        </w:rPr>
      </w:pPr>
      <w:r w:rsidRPr="00D8503B">
        <w:rPr>
          <w:rFonts w:cs="Tahoma"/>
        </w:rPr>
        <w:t>1</w:t>
      </w:r>
      <w:r w:rsidRPr="00D8503B">
        <w:rPr>
          <w:rFonts w:cs="Tahoma"/>
        </w:rPr>
        <w:tab/>
        <w:t>Less than $10,000</w:t>
      </w:r>
    </w:p>
    <w:p w14:paraId="23343C2E" w14:textId="77777777" w:rsidR="002635F9" w:rsidRPr="00D8503B" w:rsidRDefault="002635F9" w:rsidP="002635F9">
      <w:pPr>
        <w:pStyle w:val="AnswerCategory"/>
        <w:rPr>
          <w:rFonts w:cs="Tahoma"/>
        </w:rPr>
      </w:pPr>
      <w:r w:rsidRPr="00D8503B">
        <w:rPr>
          <w:rFonts w:cs="Tahoma"/>
        </w:rPr>
        <w:t>2</w:t>
      </w:r>
      <w:r w:rsidRPr="00D8503B">
        <w:rPr>
          <w:rFonts w:cs="Tahoma"/>
        </w:rPr>
        <w:tab/>
        <w:t>10 to under $20,000</w:t>
      </w:r>
    </w:p>
    <w:p w14:paraId="25F56311" w14:textId="77777777" w:rsidR="002635F9" w:rsidRPr="00D8503B" w:rsidRDefault="002635F9" w:rsidP="002635F9">
      <w:pPr>
        <w:pStyle w:val="AnswerCategory"/>
        <w:rPr>
          <w:rFonts w:cs="Tahoma"/>
        </w:rPr>
      </w:pPr>
      <w:r w:rsidRPr="00D8503B">
        <w:rPr>
          <w:rFonts w:cs="Tahoma"/>
        </w:rPr>
        <w:t>3</w:t>
      </w:r>
      <w:r w:rsidRPr="00D8503B">
        <w:rPr>
          <w:rFonts w:cs="Tahoma"/>
        </w:rPr>
        <w:tab/>
        <w:t>20 to under $30,000</w:t>
      </w:r>
    </w:p>
    <w:p w14:paraId="51E6390C" w14:textId="77777777" w:rsidR="002635F9" w:rsidRPr="00D8503B" w:rsidRDefault="002635F9" w:rsidP="002635F9">
      <w:pPr>
        <w:pStyle w:val="AnswerCategory"/>
        <w:rPr>
          <w:rFonts w:cs="Tahoma"/>
        </w:rPr>
      </w:pPr>
      <w:r w:rsidRPr="00D8503B">
        <w:rPr>
          <w:rFonts w:cs="Tahoma"/>
        </w:rPr>
        <w:t>4</w:t>
      </w:r>
      <w:r w:rsidRPr="00D8503B">
        <w:rPr>
          <w:rFonts w:cs="Tahoma"/>
        </w:rPr>
        <w:tab/>
        <w:t>30 to under $40,000</w:t>
      </w:r>
    </w:p>
    <w:p w14:paraId="08277235" w14:textId="77777777" w:rsidR="002635F9" w:rsidRPr="00D8503B" w:rsidRDefault="002635F9" w:rsidP="002635F9">
      <w:pPr>
        <w:pStyle w:val="AnswerCategory"/>
        <w:rPr>
          <w:rFonts w:cs="Tahoma"/>
        </w:rPr>
      </w:pPr>
      <w:r w:rsidRPr="00D8503B">
        <w:rPr>
          <w:rFonts w:cs="Tahoma"/>
        </w:rPr>
        <w:t>5</w:t>
      </w:r>
      <w:r w:rsidRPr="00D8503B">
        <w:rPr>
          <w:rFonts w:cs="Tahoma"/>
        </w:rPr>
        <w:tab/>
        <w:t>40 to under $50,000</w:t>
      </w:r>
    </w:p>
    <w:p w14:paraId="6C54FD7E" w14:textId="77777777" w:rsidR="002635F9" w:rsidRPr="00D8503B" w:rsidRDefault="002635F9" w:rsidP="002635F9">
      <w:pPr>
        <w:pStyle w:val="AnswerCategory"/>
        <w:rPr>
          <w:rFonts w:cs="Tahoma"/>
        </w:rPr>
      </w:pPr>
      <w:r w:rsidRPr="00D8503B">
        <w:rPr>
          <w:rFonts w:cs="Tahoma"/>
        </w:rPr>
        <w:t>6</w:t>
      </w:r>
      <w:r w:rsidRPr="00D8503B">
        <w:rPr>
          <w:rFonts w:cs="Tahoma"/>
        </w:rPr>
        <w:tab/>
        <w:t>50 to under $75,000</w:t>
      </w:r>
    </w:p>
    <w:p w14:paraId="138DCB5A" w14:textId="77777777" w:rsidR="002635F9" w:rsidRPr="00D8503B" w:rsidRDefault="002635F9" w:rsidP="002635F9">
      <w:pPr>
        <w:pStyle w:val="AnswerCategory"/>
        <w:rPr>
          <w:rFonts w:cs="Tahoma"/>
        </w:rPr>
      </w:pPr>
      <w:r w:rsidRPr="00D8503B">
        <w:rPr>
          <w:rFonts w:cs="Tahoma"/>
        </w:rPr>
        <w:t>7</w:t>
      </w:r>
      <w:r w:rsidRPr="00D8503B">
        <w:rPr>
          <w:rFonts w:cs="Tahoma"/>
        </w:rPr>
        <w:tab/>
        <w:t>75 to under $100,000</w:t>
      </w:r>
    </w:p>
    <w:p w14:paraId="41BF09D9" w14:textId="77777777" w:rsidR="002635F9" w:rsidRPr="00D8503B" w:rsidRDefault="002635F9" w:rsidP="002635F9">
      <w:pPr>
        <w:pStyle w:val="AnswerCategory"/>
        <w:rPr>
          <w:rFonts w:cs="Tahoma"/>
        </w:rPr>
      </w:pPr>
      <w:r w:rsidRPr="00D8503B">
        <w:rPr>
          <w:rFonts w:cs="Tahoma"/>
        </w:rPr>
        <w:t>8</w:t>
      </w:r>
      <w:r w:rsidRPr="00D8503B">
        <w:rPr>
          <w:rFonts w:cs="Tahoma"/>
        </w:rPr>
        <w:tab/>
        <w:t>100 to under $150,000</w:t>
      </w:r>
    </w:p>
    <w:p w14:paraId="58E98E9D" w14:textId="77777777" w:rsidR="002635F9" w:rsidRPr="00D8503B" w:rsidRDefault="002635F9" w:rsidP="002635F9">
      <w:pPr>
        <w:pStyle w:val="AnswerCategory"/>
        <w:rPr>
          <w:rFonts w:cs="Tahoma"/>
        </w:rPr>
      </w:pPr>
      <w:r w:rsidRPr="00D8503B">
        <w:rPr>
          <w:rFonts w:cs="Tahoma"/>
        </w:rPr>
        <w:t>9</w:t>
      </w:r>
      <w:r w:rsidRPr="00D8503B">
        <w:rPr>
          <w:rFonts w:cs="Tahoma"/>
        </w:rPr>
        <w:tab/>
        <w:t>$150,000 or more</w:t>
      </w:r>
    </w:p>
    <w:p w14:paraId="13111380" w14:textId="77777777" w:rsidR="005854FB" w:rsidRPr="00D8503B" w:rsidRDefault="005854FB" w:rsidP="005854FB">
      <w:pPr>
        <w:pStyle w:val="AnswerCategory"/>
        <w:rPr>
          <w:rFonts w:cs="Tahoma"/>
        </w:rPr>
      </w:pPr>
      <w:r w:rsidRPr="00D8503B">
        <w:rPr>
          <w:rFonts w:cs="Tahoma"/>
        </w:rPr>
        <w:t>98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1125CFA6" w14:textId="77777777" w:rsidR="005854FB" w:rsidRPr="00D8503B" w:rsidRDefault="005854FB" w:rsidP="005854FB">
      <w:pPr>
        <w:pStyle w:val="AnswerCategory"/>
        <w:rPr>
          <w:rFonts w:cs="Tahoma"/>
        </w:rPr>
      </w:pPr>
      <w:r w:rsidRPr="00D8503B">
        <w:rPr>
          <w:rFonts w:cs="Tahoma"/>
        </w:rPr>
        <w:t>99</w:t>
      </w:r>
      <w:r w:rsidRPr="00D8503B">
        <w:rPr>
          <w:rFonts w:cs="Tahoma"/>
        </w:rPr>
        <w:tab/>
      </w:r>
      <w:r w:rsidRPr="00D8503B">
        <w:rPr>
          <w:rFonts w:cs="Tahoma"/>
          <w:b/>
        </w:rPr>
        <w:t>(VOL.)</w:t>
      </w:r>
      <w:r w:rsidRPr="00D8503B">
        <w:rPr>
          <w:rFonts w:cs="Tahoma"/>
        </w:rPr>
        <w:t xml:space="preserve"> Refused</w:t>
      </w:r>
    </w:p>
    <w:p w14:paraId="59681886" w14:textId="27C3D840" w:rsidR="00A61A1A" w:rsidRPr="00D8503B" w:rsidRDefault="00A61A1A" w:rsidP="00A61A1A">
      <w:pPr>
        <w:rPr>
          <w:rStyle w:val="Timingmodule"/>
        </w:rPr>
      </w:pPr>
      <w:r w:rsidRPr="00D8503B">
        <w:rPr>
          <w:rStyle w:val="Timingmodule"/>
        </w:rPr>
        <w:t>END TIMING MODULE</w:t>
      </w:r>
    </w:p>
    <w:p w14:paraId="729BC4FB" w14:textId="77777777" w:rsidR="002635F9" w:rsidRPr="00D8503B" w:rsidRDefault="002635F9" w:rsidP="00564CF7"/>
    <w:p w14:paraId="71D3971F" w14:textId="77777777" w:rsidR="00564CF7" w:rsidRPr="00D8503B" w:rsidRDefault="00564CF7" w:rsidP="00564CF7"/>
    <w:p w14:paraId="1F4BE1C0" w14:textId="77777777" w:rsidR="00A61A1A" w:rsidRPr="00D8503B" w:rsidRDefault="00A61A1A" w:rsidP="00A61A1A">
      <w:pPr>
        <w:rPr>
          <w:rStyle w:val="Timingmodule"/>
        </w:rPr>
      </w:pPr>
      <w:r w:rsidRPr="00D8503B">
        <w:rPr>
          <w:rStyle w:val="Timingmodule"/>
        </w:rPr>
        <w:t>START TIMING MODULE</w:t>
      </w:r>
    </w:p>
    <w:p w14:paraId="34835AAE" w14:textId="1750548B" w:rsidR="002635F9" w:rsidRPr="00D8503B" w:rsidRDefault="002635F9" w:rsidP="00A61A1A">
      <w:r w:rsidRPr="00D8503B">
        <w:rPr>
          <w:b/>
        </w:rPr>
        <w:t xml:space="preserve">[READ </w:t>
      </w:r>
      <w:r w:rsidR="001862DC" w:rsidRPr="00D8503B">
        <w:rPr>
          <w:b/>
        </w:rPr>
        <w:t>IF DEVICE1a=2</w:t>
      </w:r>
      <w:proofErr w:type="gramStart"/>
      <w:r w:rsidR="001862DC" w:rsidRPr="00D8503B">
        <w:rPr>
          <w:b/>
        </w:rPr>
        <w:t>,8,9</w:t>
      </w:r>
      <w:proofErr w:type="gramEnd"/>
      <w:r w:rsidR="001862DC" w:rsidRPr="00D8503B">
        <w:rPr>
          <w:b/>
        </w:rPr>
        <w:t xml:space="preserve"> OR SAMPLE=2</w:t>
      </w:r>
      <w:r w:rsidRPr="00D8503B">
        <w:rPr>
          <w:b/>
        </w:rPr>
        <w:t>:]</w:t>
      </w:r>
      <w:r w:rsidRPr="00D8503B">
        <w:t xml:space="preserve"> Thinking about your telephone use...</w:t>
      </w:r>
    </w:p>
    <w:p w14:paraId="2E3A9862" w14:textId="77777777" w:rsidR="002635F9" w:rsidRPr="00D8503B" w:rsidRDefault="002635F9" w:rsidP="002635F9"/>
    <w:p w14:paraId="18F4B2E8" w14:textId="42CB9643" w:rsidR="002635F9" w:rsidRPr="00D8503B" w:rsidRDefault="002635F9" w:rsidP="002635F9">
      <w:pPr>
        <w:pStyle w:val="Filter"/>
      </w:pPr>
      <w:r w:rsidRPr="00D8503B">
        <w:t>ASK IF LANDLINE SAMPLE AND NO CELL PHONE (</w:t>
      </w:r>
      <w:r w:rsidR="001862DC" w:rsidRPr="00D8503B">
        <w:t>DEVICE1a</w:t>
      </w:r>
      <w:r w:rsidRPr="00D8503B">
        <w:t>=2</w:t>
      </w:r>
      <w:proofErr w:type="gramStart"/>
      <w:r w:rsidRPr="00D8503B">
        <w:t>,8,9</w:t>
      </w:r>
      <w:proofErr w:type="gramEnd"/>
      <w:r w:rsidRPr="00D8503B">
        <w:t>):</w:t>
      </w:r>
    </w:p>
    <w:p w14:paraId="7E8036CF" w14:textId="77777777" w:rsidR="002635F9" w:rsidRPr="00D8503B" w:rsidRDefault="002635F9" w:rsidP="002635F9">
      <w:pPr>
        <w:pStyle w:val="Question"/>
        <w:rPr>
          <w:rFonts w:cs="Tahoma"/>
        </w:rPr>
      </w:pPr>
      <w:r w:rsidRPr="00D8503B">
        <w:rPr>
          <w:rFonts w:cs="Tahoma"/>
        </w:rPr>
        <w:t>QL1a</w:t>
      </w:r>
      <w:r w:rsidRPr="00D8503B">
        <w:rPr>
          <w:rFonts w:cs="Tahoma"/>
        </w:rPr>
        <w:tab/>
        <w:t xml:space="preserve">Does anyone in your household have a working cell phone? </w:t>
      </w:r>
      <w:r w:rsidRPr="00D8503B">
        <w:rPr>
          <w:color w:val="A6A6A6"/>
        </w:rPr>
        <w:t>{PIAL trend; QL1HH}</w:t>
      </w:r>
    </w:p>
    <w:p w14:paraId="17C39CD0" w14:textId="77777777" w:rsidR="002635F9" w:rsidRPr="00D8503B" w:rsidRDefault="002635F9" w:rsidP="002635F9">
      <w:pPr>
        <w:pStyle w:val="AnswerCategory"/>
      </w:pPr>
      <w:r w:rsidRPr="00D8503B">
        <w:t>1</w:t>
      </w:r>
      <w:r w:rsidRPr="00D8503B">
        <w:tab/>
        <w:t>Yes</w:t>
      </w:r>
    </w:p>
    <w:p w14:paraId="4663838C" w14:textId="77777777" w:rsidR="002635F9" w:rsidRPr="00D8503B" w:rsidRDefault="002635F9" w:rsidP="002635F9">
      <w:pPr>
        <w:pStyle w:val="AnswerCategory"/>
      </w:pPr>
      <w:r w:rsidRPr="00D8503B">
        <w:t>2</w:t>
      </w:r>
      <w:r w:rsidRPr="00D8503B">
        <w:tab/>
        <w:t>No</w:t>
      </w:r>
    </w:p>
    <w:p w14:paraId="72BA5D3C"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7297BCA8"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22EB7933" w14:textId="77777777" w:rsidR="002635F9" w:rsidRPr="00D8503B" w:rsidRDefault="002635F9" w:rsidP="002635F9"/>
    <w:p w14:paraId="3E955000" w14:textId="77777777" w:rsidR="002635F9" w:rsidRPr="00D8503B" w:rsidRDefault="002635F9" w:rsidP="002635F9">
      <w:pPr>
        <w:pStyle w:val="Filter"/>
        <w:rPr>
          <w:rFonts w:cs="Tahoma"/>
        </w:rPr>
      </w:pPr>
      <w:r w:rsidRPr="00D8503B">
        <w:rPr>
          <w:rFonts w:cs="Tahoma"/>
        </w:rPr>
        <w:t>ASK ALL CELL PHONE SAMPLE (SAMPLE=2):</w:t>
      </w:r>
    </w:p>
    <w:p w14:paraId="012AEBDE" w14:textId="77777777" w:rsidR="002635F9" w:rsidRPr="00D8503B" w:rsidRDefault="002635F9" w:rsidP="002635F9">
      <w:pPr>
        <w:pStyle w:val="Question"/>
        <w:rPr>
          <w:rFonts w:cs="Tahoma"/>
        </w:rPr>
      </w:pPr>
      <w:r w:rsidRPr="00D8503B">
        <w:rPr>
          <w:rFonts w:cs="Tahoma"/>
        </w:rPr>
        <w:t>QC1</w:t>
      </w:r>
      <w:r w:rsidRPr="00D8503B">
        <w:rPr>
          <w:rFonts w:cs="Tahoma"/>
        </w:rPr>
        <w:tab/>
        <w:t>Is there at least one telephone INSIDE your home that is currently working and is not a cell phone?</w:t>
      </w:r>
    </w:p>
    <w:p w14:paraId="66A74B49" w14:textId="77777777" w:rsidR="002635F9" w:rsidRPr="00D8503B" w:rsidRDefault="002635F9" w:rsidP="002635F9">
      <w:pPr>
        <w:pStyle w:val="AnswerCategory"/>
      </w:pPr>
      <w:r w:rsidRPr="00D8503B">
        <w:t>1</w:t>
      </w:r>
      <w:r w:rsidRPr="00D8503B">
        <w:tab/>
        <w:t>Yes, home telephone</w:t>
      </w:r>
    </w:p>
    <w:p w14:paraId="3B000CBB" w14:textId="77777777" w:rsidR="002635F9" w:rsidRPr="00D8503B" w:rsidRDefault="002635F9" w:rsidP="002635F9">
      <w:pPr>
        <w:pStyle w:val="AnswerCategory"/>
      </w:pPr>
      <w:r w:rsidRPr="00D8503B">
        <w:t>2</w:t>
      </w:r>
      <w:r w:rsidRPr="00D8503B">
        <w:tab/>
        <w:t>No home telephone</w:t>
      </w:r>
    </w:p>
    <w:p w14:paraId="0BF545BE" w14:textId="77777777" w:rsidR="005854FB" w:rsidRPr="00D8503B" w:rsidRDefault="005854FB" w:rsidP="005854FB">
      <w:pPr>
        <w:pStyle w:val="AnswerCategory"/>
        <w:rPr>
          <w:rFonts w:cs="Tahoma"/>
        </w:rPr>
      </w:pPr>
      <w:r w:rsidRPr="00D8503B">
        <w:rPr>
          <w:rFonts w:cs="Tahoma"/>
        </w:rPr>
        <w:t>8</w:t>
      </w:r>
      <w:r w:rsidRPr="00D8503B">
        <w:rPr>
          <w:rFonts w:cs="Tahoma"/>
        </w:rPr>
        <w:tab/>
      </w:r>
      <w:r w:rsidRPr="00D8503B">
        <w:rPr>
          <w:rFonts w:cs="Tahoma"/>
          <w:b/>
        </w:rPr>
        <w:t>(VOL.)</w:t>
      </w:r>
      <w:r w:rsidRPr="00D8503B">
        <w:rPr>
          <w:rFonts w:cs="Tahoma"/>
        </w:rPr>
        <w:t xml:space="preserve"> </w:t>
      </w:r>
      <w:proofErr w:type="gramStart"/>
      <w:r w:rsidRPr="00D8503B">
        <w:rPr>
          <w:rFonts w:cs="Tahoma"/>
        </w:rPr>
        <w:t>Don't</w:t>
      </w:r>
      <w:proofErr w:type="gramEnd"/>
      <w:r w:rsidRPr="00D8503B">
        <w:rPr>
          <w:rFonts w:cs="Tahoma"/>
        </w:rPr>
        <w:t xml:space="preserve"> know</w:t>
      </w:r>
    </w:p>
    <w:p w14:paraId="5B813B66" w14:textId="77777777" w:rsidR="005854FB" w:rsidRPr="00D8503B" w:rsidRDefault="005854FB" w:rsidP="005854FB">
      <w:pPr>
        <w:pStyle w:val="AnswerCategory"/>
        <w:rPr>
          <w:rFonts w:cs="Tahoma"/>
        </w:rPr>
      </w:pPr>
      <w:r w:rsidRPr="00D8503B">
        <w:rPr>
          <w:rFonts w:cs="Tahoma"/>
        </w:rPr>
        <w:t>9</w:t>
      </w:r>
      <w:r w:rsidRPr="00D8503B">
        <w:rPr>
          <w:rFonts w:cs="Tahoma"/>
        </w:rPr>
        <w:tab/>
      </w:r>
      <w:r w:rsidRPr="00D8503B">
        <w:rPr>
          <w:rFonts w:cs="Tahoma"/>
          <w:b/>
        </w:rPr>
        <w:t>(VOL.)</w:t>
      </w:r>
      <w:r w:rsidRPr="00D8503B">
        <w:rPr>
          <w:rFonts w:cs="Tahoma"/>
        </w:rPr>
        <w:t xml:space="preserve"> Refused</w:t>
      </w:r>
    </w:p>
    <w:p w14:paraId="77D3D63B" w14:textId="77777777" w:rsidR="002635F9" w:rsidRPr="00D8503B" w:rsidRDefault="002635F9" w:rsidP="00376B5A"/>
    <w:p w14:paraId="351F1D0E" w14:textId="77777777" w:rsidR="00A61A1A" w:rsidRPr="00D8503B" w:rsidRDefault="00A61A1A" w:rsidP="002635F9">
      <w:pPr>
        <w:pStyle w:val="Filter"/>
      </w:pPr>
      <w:r w:rsidRPr="00D8503B">
        <w:br w:type="page"/>
      </w:r>
    </w:p>
    <w:p w14:paraId="14CE8B13" w14:textId="648A9FBE" w:rsidR="002635F9" w:rsidRPr="00D8503B" w:rsidRDefault="00A61A1A" w:rsidP="002635F9">
      <w:pPr>
        <w:pStyle w:val="Filter"/>
      </w:pPr>
      <w:r w:rsidRPr="00D8503B">
        <w:lastRenderedPageBreak/>
        <w:t>ASK ALL</w:t>
      </w:r>
    </w:p>
    <w:p w14:paraId="52BA1245" w14:textId="77777777" w:rsidR="002635F9" w:rsidRPr="00D8503B" w:rsidRDefault="002635F9" w:rsidP="002635F9">
      <w:pPr>
        <w:pStyle w:val="Question"/>
        <w:rPr>
          <w:rFonts w:cs="Tahoma"/>
        </w:rPr>
      </w:pPr>
      <w:r w:rsidRPr="00D8503B">
        <w:rPr>
          <w:sz w:val="14"/>
        </w:rPr>
        <w:t>RZIPCODE</w:t>
      </w:r>
      <w:r w:rsidRPr="00D8503B">
        <w:rPr>
          <w:rFonts w:cs="Tahoma"/>
        </w:rPr>
        <w:tab/>
        <w:t xml:space="preserve">What is your zip code? </w:t>
      </w:r>
      <w:r w:rsidRPr="00D8503B">
        <w:rPr>
          <w:rFonts w:cs="Tahoma"/>
          <w:b/>
        </w:rPr>
        <w:t>[INTERVIEWER NOTE: Must VERIFY the zip code given before moving on]</w:t>
      </w:r>
    </w:p>
    <w:p w14:paraId="585008D8" w14:textId="77777777" w:rsidR="00095DF1" w:rsidRPr="00D8503B" w:rsidRDefault="00095DF1" w:rsidP="00095DF1">
      <w:pPr>
        <w:pStyle w:val="Question"/>
        <w:ind w:firstLine="0"/>
      </w:pPr>
      <w:r w:rsidRPr="00D8503B">
        <w:rPr>
          <w:b/>
        </w:rPr>
        <w:t>[IF DK/REFUSED, PROBE ONCE:</w:t>
      </w:r>
      <w:r w:rsidRPr="00D8503B">
        <w:t xml:space="preserve"> This question helps us to accurately determine what part of the country people who complete the survey live in and is used only for classification purposes. You cannot be contacted based on this information. Can you please tell me your ZIP code?</w:t>
      </w:r>
      <w:r w:rsidRPr="00D8503B">
        <w:rPr>
          <w:b/>
        </w:rPr>
        <w:t>]</w:t>
      </w:r>
    </w:p>
    <w:p w14:paraId="475BCE03" w14:textId="77777777" w:rsidR="002635F9" w:rsidRPr="00D8503B" w:rsidRDefault="002635F9" w:rsidP="002635F9">
      <w:pPr>
        <w:pStyle w:val="AnswerCategory"/>
      </w:pPr>
      <w:r w:rsidRPr="00D8503B">
        <w:t>_____</w:t>
      </w:r>
      <w:r w:rsidRPr="00D8503B">
        <w:tab/>
      </w:r>
      <w:r w:rsidRPr="00D8503B">
        <w:rPr>
          <w:b/>
        </w:rPr>
        <w:t>[ENTER 5-DIGIT ZIPCODE – VERIFY] [PROGRAMMER: HIGHLIGHT THE WORD “VERIFY”]</w:t>
      </w:r>
    </w:p>
    <w:p w14:paraId="27FB26FA" w14:textId="77777777" w:rsidR="002635F9" w:rsidRPr="00D8503B" w:rsidRDefault="002635F9" w:rsidP="002635F9">
      <w:pPr>
        <w:pStyle w:val="AnswerCategory"/>
      </w:pPr>
      <w:r w:rsidRPr="00D8503B">
        <w:t>99999</w:t>
      </w:r>
      <w:r w:rsidRPr="00D8503B">
        <w:tab/>
        <w:t>Don’t know/Refused</w:t>
      </w:r>
    </w:p>
    <w:p w14:paraId="69130F26" w14:textId="77777777" w:rsidR="002635F9" w:rsidRPr="00D8503B" w:rsidRDefault="002635F9" w:rsidP="002635F9"/>
    <w:p w14:paraId="1B3905D7" w14:textId="77777777" w:rsidR="002635F9" w:rsidRPr="00D8503B" w:rsidRDefault="002635F9" w:rsidP="002635F9">
      <w:pPr>
        <w:pStyle w:val="Filter"/>
        <w:rPr>
          <w:rFonts w:cs="Tahoma"/>
        </w:rPr>
      </w:pPr>
      <w:r w:rsidRPr="00D8503B">
        <w:rPr>
          <w:rFonts w:cs="Tahoma"/>
        </w:rPr>
        <w:t>ASK CELL PHONE SAMPLE ONLY:</w:t>
      </w:r>
    </w:p>
    <w:p w14:paraId="75A1C532" w14:textId="77777777" w:rsidR="002635F9" w:rsidRPr="00D8503B" w:rsidRDefault="002635F9" w:rsidP="002635F9">
      <w:pPr>
        <w:pStyle w:val="Question"/>
        <w:rPr>
          <w:rFonts w:cs="Tahoma"/>
        </w:rPr>
      </w:pPr>
      <w:r w:rsidRPr="00D8503B">
        <w:rPr>
          <w:sz w:val="14"/>
        </w:rPr>
        <w:t>MONEY5</w:t>
      </w:r>
      <w:r w:rsidRPr="00D8503B">
        <w:rPr>
          <w:rFonts w:cs="Tahoma"/>
        </w:rPr>
        <w:tab/>
        <w:t>That’s the end of the interview. If you would like to be reimbursed for your cell phone minutes, we can send you $5. I will need your full name and a mailing address where we can send you the money.</w:t>
      </w:r>
    </w:p>
    <w:p w14:paraId="5A1702ED" w14:textId="77777777" w:rsidR="002635F9" w:rsidRPr="00D8503B" w:rsidRDefault="002635F9" w:rsidP="002635F9">
      <w:pPr>
        <w:pStyle w:val="Question"/>
        <w:ind w:firstLine="0"/>
        <w:rPr>
          <w:rFonts w:cs="Tahoma"/>
          <w:b/>
        </w:rPr>
      </w:pPr>
      <w:r w:rsidRPr="00D8503B">
        <w:rPr>
          <w:rFonts w:cs="Tahoma"/>
          <w:b/>
        </w:rPr>
        <w:t>[INTERVIEWER NOTE:</w:t>
      </w:r>
      <w:r w:rsidRPr="00D8503B">
        <w:rPr>
          <w:rFonts w:cs="Tahoma"/>
        </w:rPr>
        <w:t xml:space="preserve"> If R does not want to give full name, explain we only need it to send the $5 out to them personally.</w:t>
      </w:r>
      <w:r w:rsidRPr="00D8503B">
        <w:rPr>
          <w:rFonts w:cs="Tahoma"/>
          <w:b/>
        </w:rPr>
        <w:t>]</w:t>
      </w:r>
    </w:p>
    <w:p w14:paraId="3FD8305D" w14:textId="77777777" w:rsidR="002635F9" w:rsidRPr="00D8503B" w:rsidRDefault="002635F9" w:rsidP="002635F9">
      <w:pPr>
        <w:pStyle w:val="AnswerCategory"/>
        <w:rPr>
          <w:b/>
        </w:rPr>
      </w:pPr>
      <w:r w:rsidRPr="00D8503B">
        <w:t>1</w:t>
      </w:r>
      <w:r w:rsidRPr="00D8503B">
        <w:tab/>
      </w:r>
      <w:r w:rsidRPr="00D8503B">
        <w:rPr>
          <w:b/>
        </w:rPr>
        <w:t xml:space="preserve">[ENTER FULL NAME] </w:t>
      </w:r>
      <w:r w:rsidRPr="00D8503B">
        <w:t xml:space="preserve">– INTERVIEWER: PLEASE </w:t>
      </w:r>
      <w:r w:rsidRPr="00D8503B">
        <w:rPr>
          <w:b/>
          <w:u w:val="single"/>
        </w:rPr>
        <w:t>VERIFY</w:t>
      </w:r>
      <w:r w:rsidRPr="00D8503B">
        <w:t xml:space="preserve"> SPELLING</w:t>
      </w:r>
    </w:p>
    <w:p w14:paraId="63C439B2" w14:textId="77777777" w:rsidR="002635F9" w:rsidRPr="00D8503B" w:rsidRDefault="002635F9" w:rsidP="002635F9">
      <w:pPr>
        <w:pStyle w:val="AnswerCategory"/>
        <w:rPr>
          <w:b/>
        </w:rPr>
      </w:pPr>
      <w:r w:rsidRPr="00D8503B">
        <w:t>2</w:t>
      </w:r>
      <w:r w:rsidRPr="00D8503B">
        <w:tab/>
      </w:r>
      <w:r w:rsidRPr="00D8503B">
        <w:rPr>
          <w:b/>
        </w:rPr>
        <w:t>[ENTER MAILING ADDRESS]</w:t>
      </w:r>
    </w:p>
    <w:p w14:paraId="79E660AA" w14:textId="77777777" w:rsidR="002635F9" w:rsidRPr="00D8503B" w:rsidRDefault="002635F9" w:rsidP="002635F9">
      <w:pPr>
        <w:pStyle w:val="AnswerCategory"/>
        <w:rPr>
          <w:b/>
        </w:rPr>
      </w:pPr>
      <w:r w:rsidRPr="00D8503B">
        <w:t>3</w:t>
      </w:r>
      <w:r w:rsidRPr="00D8503B">
        <w:tab/>
      </w:r>
      <w:r w:rsidRPr="00D8503B">
        <w:rPr>
          <w:b/>
        </w:rPr>
        <w:t>[CITY]</w:t>
      </w:r>
      <w:r w:rsidRPr="00D8503B">
        <w:t xml:space="preserve"> – INTERVIEWER: PLEASE </w:t>
      </w:r>
      <w:r w:rsidRPr="00D8503B">
        <w:rPr>
          <w:b/>
          <w:u w:val="single"/>
        </w:rPr>
        <w:t>VERIFY</w:t>
      </w:r>
      <w:r w:rsidRPr="00D8503B">
        <w:t xml:space="preserve"> SPELLING</w:t>
      </w:r>
    </w:p>
    <w:p w14:paraId="16175564" w14:textId="77777777" w:rsidR="002635F9" w:rsidRPr="00D8503B" w:rsidRDefault="002635F9" w:rsidP="002635F9">
      <w:pPr>
        <w:pStyle w:val="AnswerCategory"/>
        <w:rPr>
          <w:b/>
        </w:rPr>
      </w:pPr>
      <w:r w:rsidRPr="00D8503B">
        <w:t>4</w:t>
      </w:r>
      <w:r w:rsidRPr="00D8503B">
        <w:tab/>
      </w:r>
      <w:r w:rsidRPr="00D8503B">
        <w:rPr>
          <w:b/>
        </w:rPr>
        <w:t>[STATE]</w:t>
      </w:r>
    </w:p>
    <w:p w14:paraId="1833AC15" w14:textId="77777777" w:rsidR="002635F9" w:rsidRPr="00D8503B" w:rsidRDefault="002635F9" w:rsidP="002635F9">
      <w:pPr>
        <w:pStyle w:val="AnswerCategory"/>
      </w:pPr>
      <w:r w:rsidRPr="00D8503B">
        <w:t>5</w:t>
      </w:r>
      <w:r w:rsidRPr="00D8503B">
        <w:tab/>
      </w:r>
      <w:r w:rsidRPr="00D8503B">
        <w:rPr>
          <w:b/>
        </w:rPr>
        <w:t>[CONFIRM ZIP CODE]</w:t>
      </w:r>
    </w:p>
    <w:p w14:paraId="115D5170" w14:textId="77777777" w:rsidR="002635F9" w:rsidRPr="00D8503B" w:rsidRDefault="002635F9" w:rsidP="002635F9">
      <w:pPr>
        <w:pStyle w:val="AnswerCategory"/>
      </w:pPr>
      <w:r w:rsidRPr="00D8503B">
        <w:t>9</w:t>
      </w:r>
      <w:r w:rsidRPr="00D8503B">
        <w:tab/>
        <w:t xml:space="preserve">Respondent does not want the money </w:t>
      </w:r>
      <w:r w:rsidRPr="00D8503B">
        <w:rPr>
          <w:b/>
        </w:rPr>
        <w:t>(VOL.)</w:t>
      </w:r>
    </w:p>
    <w:p w14:paraId="569832D4" w14:textId="1606A7AC" w:rsidR="00A61A1A" w:rsidRPr="00D8503B" w:rsidRDefault="00A61A1A" w:rsidP="00A61A1A">
      <w:pPr>
        <w:rPr>
          <w:rStyle w:val="Timingmodule"/>
        </w:rPr>
      </w:pPr>
      <w:r w:rsidRPr="00D8503B">
        <w:rPr>
          <w:rStyle w:val="Timingmodule"/>
        </w:rPr>
        <w:t>END TIMING MODULE</w:t>
      </w:r>
    </w:p>
    <w:p w14:paraId="4409E4D1" w14:textId="77777777" w:rsidR="002635F9" w:rsidRPr="00D8503B" w:rsidRDefault="002635F9" w:rsidP="002635F9"/>
    <w:p w14:paraId="185B2796" w14:textId="77777777" w:rsidR="00A61A1A" w:rsidRPr="00D8503B" w:rsidRDefault="00A61A1A" w:rsidP="002635F9"/>
    <w:p w14:paraId="4A9C096E" w14:textId="080F9F40" w:rsidR="002635F9" w:rsidRPr="00D8503B" w:rsidRDefault="002635F9" w:rsidP="002635F9">
      <w:r w:rsidRPr="00D8503B">
        <w:rPr>
          <w:b/>
        </w:rPr>
        <w:t>THANK RESPONDENT:</w:t>
      </w:r>
      <w:r w:rsidRPr="00D8503B">
        <w:t xml:space="preserve"> That concludes our interview. The results of this survey are going to be used by a non-profit research organization called the Pew Research Center’s Internet</w:t>
      </w:r>
      <w:r w:rsidR="00564CF7" w:rsidRPr="00D8503B">
        <w:t xml:space="preserve">, Science &amp; Technology </w:t>
      </w:r>
      <w:r w:rsidRPr="00D8503B">
        <w:t>Project, which is looking at the impact of the internet on people's lives. A report on this survey will be issued by the project in a few months and you can find the results at its web site, which is www.pewinternet.org [w-w-w dot pew internet dot org]. Thanks again for your time. Have a nice (day/evening).</w:t>
      </w:r>
    </w:p>
    <w:p w14:paraId="5F22A331" w14:textId="77777777" w:rsidR="002635F9" w:rsidRPr="00D8503B" w:rsidRDefault="002635F9" w:rsidP="00C94995"/>
    <w:p w14:paraId="4AEA251C" w14:textId="77777777" w:rsidR="00A61A1A" w:rsidRPr="00D8503B" w:rsidRDefault="00A61A1A" w:rsidP="00C94995"/>
    <w:p w14:paraId="3B144475" w14:textId="0B5FC67A" w:rsidR="00A61A1A" w:rsidRPr="00A61A1A" w:rsidRDefault="00A61A1A" w:rsidP="00C94995">
      <w:pPr>
        <w:rPr>
          <w:b/>
        </w:rPr>
      </w:pPr>
      <w:r w:rsidRPr="00D8503B">
        <w:rPr>
          <w:b/>
        </w:rPr>
        <w:t>INTERVIEWER: I HEREBY ATTEST THAT THIS IS A TRUE AND HONEST INTERVIEW.</w:t>
      </w:r>
    </w:p>
    <w:sectPr w:rsidR="00A61A1A" w:rsidRPr="00A61A1A" w:rsidSect="00C0725F">
      <w:headerReference w:type="default" r:id="rId9"/>
      <w:head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EFA65C" w14:textId="77777777" w:rsidR="00E503F2" w:rsidRDefault="00E503F2" w:rsidP="007D4E85">
      <w:r>
        <w:separator/>
      </w:r>
    </w:p>
  </w:endnote>
  <w:endnote w:type="continuationSeparator" w:id="0">
    <w:p w14:paraId="75DFA2E4" w14:textId="77777777" w:rsidR="00E503F2" w:rsidRDefault="00E503F2" w:rsidP="007D4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470189" w14:textId="77777777" w:rsidR="00E503F2" w:rsidRDefault="00E503F2" w:rsidP="007D4E85">
      <w:r>
        <w:separator/>
      </w:r>
    </w:p>
  </w:footnote>
  <w:footnote w:type="continuationSeparator" w:id="0">
    <w:p w14:paraId="55E6F634" w14:textId="77777777" w:rsidR="00E503F2" w:rsidRDefault="00E503F2" w:rsidP="007D4E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785824"/>
      <w:docPartObj>
        <w:docPartGallery w:val="Page Numbers (Top of Page)"/>
        <w:docPartUnique/>
      </w:docPartObj>
    </w:sdtPr>
    <w:sdtEndPr>
      <w:rPr>
        <w:noProof/>
      </w:rPr>
    </w:sdtEndPr>
    <w:sdtContent>
      <w:p w14:paraId="496A2F04" w14:textId="77777777" w:rsidR="00E503F2" w:rsidRDefault="00E503F2">
        <w:pPr>
          <w:jc w:val="right"/>
        </w:pPr>
        <w:r>
          <w:fldChar w:fldCharType="begin"/>
        </w:r>
        <w:r>
          <w:instrText xml:space="preserve"> PAGE   \* MERGEFORMAT </w:instrText>
        </w:r>
        <w:r>
          <w:fldChar w:fldCharType="separate"/>
        </w:r>
        <w:r w:rsidR="00FE6F45">
          <w:rPr>
            <w:noProof/>
          </w:rPr>
          <w:t>3</w:t>
        </w:r>
        <w:r>
          <w:rPr>
            <w:noProof/>
          </w:rPr>
          <w:fldChar w:fldCharType="end"/>
        </w:r>
      </w:p>
    </w:sdtContent>
  </w:sdt>
  <w:p w14:paraId="099A98F4" w14:textId="77777777" w:rsidR="00E503F2" w:rsidRPr="00C0725F" w:rsidRDefault="00E503F2" w:rsidP="00C0725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BF5B89" w14:textId="77777777" w:rsidR="00E503F2" w:rsidRDefault="00E503F2" w:rsidP="00C0725F">
    <w:pPr>
      <w:jc w:val="center"/>
      <w:rPr>
        <w:b/>
      </w:rPr>
    </w:pPr>
    <w:r w:rsidRPr="00022AB9">
      <w:rPr>
        <w:b/>
      </w:rPr>
      <w:t>Princeton Survey Research Associates International</w:t>
    </w:r>
    <w:r>
      <w:rPr>
        <w:b/>
      </w:rPr>
      <w:t xml:space="preserve"> </w:t>
    </w:r>
  </w:p>
  <w:p w14:paraId="2827758E" w14:textId="77777777" w:rsidR="00E503F2" w:rsidRPr="00022AB9" w:rsidRDefault="00E503F2" w:rsidP="00C0725F">
    <w:pPr>
      <w:jc w:val="center"/>
      <w:rPr>
        <w:b/>
      </w:rPr>
    </w:pPr>
    <w:proofErr w:type="gramStart"/>
    <w:r>
      <w:rPr>
        <w:b/>
      </w:rPr>
      <w:t>for</w:t>
    </w:r>
    <w:proofErr w:type="gramEnd"/>
  </w:p>
  <w:p w14:paraId="692CFC07" w14:textId="10D655DF" w:rsidR="00E503F2" w:rsidRDefault="00E503F2" w:rsidP="00605BA9">
    <w:pPr>
      <w:jc w:val="center"/>
      <w:rPr>
        <w:b/>
      </w:rPr>
    </w:pPr>
    <w:r>
      <w:rPr>
        <w:b/>
      </w:rPr>
      <w:t xml:space="preserve">Pew Research Center’s Internet, Science &amp; Technology </w:t>
    </w:r>
    <w:r w:rsidRPr="00022AB9">
      <w:rPr>
        <w:b/>
      </w:rPr>
      <w:t>Project</w:t>
    </w:r>
  </w:p>
  <w:p w14:paraId="09A90808" w14:textId="77777777" w:rsidR="00E503F2" w:rsidRPr="00022AB9" w:rsidRDefault="00E503F2" w:rsidP="00605BA9">
    <w:pPr>
      <w:jc w:val="center"/>
      <w:rPr>
        <w:b/>
      </w:rPr>
    </w:pPr>
  </w:p>
  <w:p w14:paraId="7DCD888F" w14:textId="34A5E157" w:rsidR="00E503F2" w:rsidRPr="00022AB9" w:rsidRDefault="00E503F2" w:rsidP="00C0725F">
    <w:pPr>
      <w:jc w:val="center"/>
      <w:rPr>
        <w:b/>
      </w:rPr>
    </w:pPr>
    <w:r>
      <w:rPr>
        <w:b/>
      </w:rPr>
      <w:t>Libraries Survey 2015</w:t>
    </w:r>
  </w:p>
  <w:p w14:paraId="50FCC4FE" w14:textId="77777777" w:rsidR="00E503F2" w:rsidRPr="00DA64BF" w:rsidRDefault="00E503F2" w:rsidP="00C072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76880"/>
    <w:multiLevelType w:val="hybridMultilevel"/>
    <w:tmpl w:val="90BCEFCC"/>
    <w:lvl w:ilvl="0" w:tplc="E86AC61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07187F"/>
    <w:multiLevelType w:val="hybridMultilevel"/>
    <w:tmpl w:val="D038A2C6"/>
    <w:lvl w:ilvl="0" w:tplc="EEB6452A">
      <w:start w:val="1"/>
      <w:numFmt w:val="decimal"/>
      <w:lvlText w:val="%1"/>
      <w:lvlJc w:val="left"/>
      <w:pPr>
        <w:ind w:left="1440" w:hanging="720"/>
      </w:pPr>
      <w:rPr>
        <w:rFonts w:hint="default"/>
      </w:rPr>
    </w:lvl>
    <w:lvl w:ilvl="1" w:tplc="35BE4420">
      <w:start w:val="1"/>
      <w:numFmt w:val="lowerLetter"/>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5469CF"/>
    <w:multiLevelType w:val="hybridMultilevel"/>
    <w:tmpl w:val="F9A82542"/>
    <w:lvl w:ilvl="0" w:tplc="9B660F04">
      <w:start w:val="1"/>
      <w:numFmt w:val="lowerLetter"/>
      <w:lvlText w:val="%1."/>
      <w:lvlJc w:val="left"/>
      <w:pPr>
        <w:ind w:left="1440" w:hanging="720"/>
      </w:pPr>
      <w:rPr>
        <w:rFonts w:ascii="Tahoma" w:eastAsia="Times New Roman" w:hAnsi="Tahoma" w:cs="Tahoma"/>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3D45378"/>
    <w:multiLevelType w:val="hybridMultilevel"/>
    <w:tmpl w:val="D9CABFD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854668"/>
    <w:multiLevelType w:val="hybridMultilevel"/>
    <w:tmpl w:val="A39640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414B4"/>
    <w:multiLevelType w:val="hybridMultilevel"/>
    <w:tmpl w:val="3D8A4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A50139"/>
    <w:multiLevelType w:val="hybridMultilevel"/>
    <w:tmpl w:val="7052718C"/>
    <w:lvl w:ilvl="0" w:tplc="1CCE6462">
      <w:start w:val="8"/>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C873970"/>
    <w:multiLevelType w:val="hybridMultilevel"/>
    <w:tmpl w:val="DE7487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DC1A49"/>
    <w:multiLevelType w:val="hybridMultilevel"/>
    <w:tmpl w:val="302683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4F4A7B"/>
    <w:multiLevelType w:val="hybridMultilevel"/>
    <w:tmpl w:val="28CC6D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1D50FF"/>
    <w:multiLevelType w:val="hybridMultilevel"/>
    <w:tmpl w:val="2F6E0552"/>
    <w:lvl w:ilvl="0" w:tplc="FBE2914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6"/>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7"/>
  </w:num>
  <w:num w:numId="8">
    <w:abstractNumId w:val="10"/>
  </w:num>
  <w:num w:numId="9">
    <w:abstractNumId w:val="4"/>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BBC"/>
    <w:rsid w:val="00012EC4"/>
    <w:rsid w:val="00025405"/>
    <w:rsid w:val="00030F6F"/>
    <w:rsid w:val="00040D53"/>
    <w:rsid w:val="00071F30"/>
    <w:rsid w:val="000730B1"/>
    <w:rsid w:val="000807CC"/>
    <w:rsid w:val="00087608"/>
    <w:rsid w:val="00095DF1"/>
    <w:rsid w:val="000A13F6"/>
    <w:rsid w:val="000B45C8"/>
    <w:rsid w:val="001026F4"/>
    <w:rsid w:val="001076ED"/>
    <w:rsid w:val="00145760"/>
    <w:rsid w:val="001608CB"/>
    <w:rsid w:val="0016359F"/>
    <w:rsid w:val="001659E9"/>
    <w:rsid w:val="00180436"/>
    <w:rsid w:val="001811F0"/>
    <w:rsid w:val="001862DC"/>
    <w:rsid w:val="001A0DD3"/>
    <w:rsid w:val="001F132A"/>
    <w:rsid w:val="00244424"/>
    <w:rsid w:val="0025256C"/>
    <w:rsid w:val="00257EE5"/>
    <w:rsid w:val="002635F9"/>
    <w:rsid w:val="00266BED"/>
    <w:rsid w:val="002734F6"/>
    <w:rsid w:val="00285409"/>
    <w:rsid w:val="002A2202"/>
    <w:rsid w:val="002A727A"/>
    <w:rsid w:val="002B1C88"/>
    <w:rsid w:val="002B387D"/>
    <w:rsid w:val="002C5B69"/>
    <w:rsid w:val="002E01A8"/>
    <w:rsid w:val="002F621B"/>
    <w:rsid w:val="00313BBC"/>
    <w:rsid w:val="003339ED"/>
    <w:rsid w:val="003504B4"/>
    <w:rsid w:val="00376B5A"/>
    <w:rsid w:val="00396D0F"/>
    <w:rsid w:val="003A0C75"/>
    <w:rsid w:val="003C21C4"/>
    <w:rsid w:val="003C35F2"/>
    <w:rsid w:val="003D2D6F"/>
    <w:rsid w:val="003D6E00"/>
    <w:rsid w:val="003F1819"/>
    <w:rsid w:val="00401E87"/>
    <w:rsid w:val="00405FA0"/>
    <w:rsid w:val="00414AA2"/>
    <w:rsid w:val="004172C8"/>
    <w:rsid w:val="004254D9"/>
    <w:rsid w:val="00453628"/>
    <w:rsid w:val="00482EB7"/>
    <w:rsid w:val="004A46E1"/>
    <w:rsid w:val="004F3C63"/>
    <w:rsid w:val="00503C69"/>
    <w:rsid w:val="00514262"/>
    <w:rsid w:val="0052567E"/>
    <w:rsid w:val="00532AA7"/>
    <w:rsid w:val="00536560"/>
    <w:rsid w:val="00564CF7"/>
    <w:rsid w:val="00576476"/>
    <w:rsid w:val="005854FB"/>
    <w:rsid w:val="005947D3"/>
    <w:rsid w:val="005A2957"/>
    <w:rsid w:val="005B3AAD"/>
    <w:rsid w:val="005C5EBB"/>
    <w:rsid w:val="005D33FB"/>
    <w:rsid w:val="005D3B24"/>
    <w:rsid w:val="005D4CEE"/>
    <w:rsid w:val="005E3B8F"/>
    <w:rsid w:val="00605BA9"/>
    <w:rsid w:val="00611DF1"/>
    <w:rsid w:val="006308DC"/>
    <w:rsid w:val="00653AA5"/>
    <w:rsid w:val="006570ED"/>
    <w:rsid w:val="0066162A"/>
    <w:rsid w:val="006751F0"/>
    <w:rsid w:val="00694B2A"/>
    <w:rsid w:val="006A5705"/>
    <w:rsid w:val="006B0FDA"/>
    <w:rsid w:val="006B293A"/>
    <w:rsid w:val="006C04A5"/>
    <w:rsid w:val="006D4DE2"/>
    <w:rsid w:val="006D586C"/>
    <w:rsid w:val="006E39C9"/>
    <w:rsid w:val="006F0B54"/>
    <w:rsid w:val="007037E9"/>
    <w:rsid w:val="00721C83"/>
    <w:rsid w:val="00740E91"/>
    <w:rsid w:val="00772F5B"/>
    <w:rsid w:val="00791A6E"/>
    <w:rsid w:val="007B392B"/>
    <w:rsid w:val="007B39F1"/>
    <w:rsid w:val="007D3162"/>
    <w:rsid w:val="007D4E85"/>
    <w:rsid w:val="007E375F"/>
    <w:rsid w:val="007F0048"/>
    <w:rsid w:val="007F40E6"/>
    <w:rsid w:val="00803D48"/>
    <w:rsid w:val="00815A51"/>
    <w:rsid w:val="008272B3"/>
    <w:rsid w:val="00847B84"/>
    <w:rsid w:val="00847EDF"/>
    <w:rsid w:val="00866C31"/>
    <w:rsid w:val="00881806"/>
    <w:rsid w:val="00892F44"/>
    <w:rsid w:val="008B44C9"/>
    <w:rsid w:val="008F22B7"/>
    <w:rsid w:val="0090347A"/>
    <w:rsid w:val="00911906"/>
    <w:rsid w:val="0094129A"/>
    <w:rsid w:val="009434FE"/>
    <w:rsid w:val="00947B39"/>
    <w:rsid w:val="00984F90"/>
    <w:rsid w:val="009974E1"/>
    <w:rsid w:val="009A1A11"/>
    <w:rsid w:val="009B2D80"/>
    <w:rsid w:val="009E7784"/>
    <w:rsid w:val="00A30F75"/>
    <w:rsid w:val="00A5587F"/>
    <w:rsid w:val="00A61A1A"/>
    <w:rsid w:val="00A634F6"/>
    <w:rsid w:val="00A70399"/>
    <w:rsid w:val="00AC2B51"/>
    <w:rsid w:val="00AC34E1"/>
    <w:rsid w:val="00AE08C8"/>
    <w:rsid w:val="00B26D43"/>
    <w:rsid w:val="00B42B23"/>
    <w:rsid w:val="00B5741F"/>
    <w:rsid w:val="00B71479"/>
    <w:rsid w:val="00BA7D3D"/>
    <w:rsid w:val="00C066B4"/>
    <w:rsid w:val="00C0725F"/>
    <w:rsid w:val="00C80C11"/>
    <w:rsid w:val="00C94995"/>
    <w:rsid w:val="00CD075C"/>
    <w:rsid w:val="00CD7D3C"/>
    <w:rsid w:val="00CE76F4"/>
    <w:rsid w:val="00D07DB3"/>
    <w:rsid w:val="00D47EE6"/>
    <w:rsid w:val="00D50137"/>
    <w:rsid w:val="00D519C6"/>
    <w:rsid w:val="00D574EF"/>
    <w:rsid w:val="00D62D9E"/>
    <w:rsid w:val="00D71E42"/>
    <w:rsid w:val="00D75108"/>
    <w:rsid w:val="00D7655A"/>
    <w:rsid w:val="00D8503B"/>
    <w:rsid w:val="00D85C82"/>
    <w:rsid w:val="00D86081"/>
    <w:rsid w:val="00DB456F"/>
    <w:rsid w:val="00DC5D6B"/>
    <w:rsid w:val="00DE4A75"/>
    <w:rsid w:val="00DF0ED8"/>
    <w:rsid w:val="00E17523"/>
    <w:rsid w:val="00E40F5F"/>
    <w:rsid w:val="00E503F2"/>
    <w:rsid w:val="00E67780"/>
    <w:rsid w:val="00E9535E"/>
    <w:rsid w:val="00EB4CA5"/>
    <w:rsid w:val="00EC660E"/>
    <w:rsid w:val="00EE5419"/>
    <w:rsid w:val="00F26E2D"/>
    <w:rsid w:val="00F41F05"/>
    <w:rsid w:val="00F4379A"/>
    <w:rsid w:val="00F44F56"/>
    <w:rsid w:val="00F54CB1"/>
    <w:rsid w:val="00F66743"/>
    <w:rsid w:val="00F7659D"/>
    <w:rsid w:val="00F929E3"/>
    <w:rsid w:val="00F97473"/>
    <w:rsid w:val="00FB0003"/>
    <w:rsid w:val="00FE6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643E0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93A"/>
    <w:pPr>
      <w:spacing w:after="0" w:line="240" w:lineRule="auto"/>
    </w:pPr>
    <w:rPr>
      <w:rFonts w:ascii="Tahoma" w:eastAsia="Times New Roman"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next w:val="AnswerCategory"/>
    <w:link w:val="QuestionChar2"/>
    <w:qFormat/>
    <w:rsid w:val="00313BBC"/>
    <w:pPr>
      <w:spacing w:after="240"/>
      <w:ind w:left="720" w:hanging="720"/>
    </w:pPr>
    <w:rPr>
      <w:rFonts w:cs="Times New Roman"/>
    </w:rPr>
  </w:style>
  <w:style w:type="paragraph" w:customStyle="1" w:styleId="AnswerCategory">
    <w:name w:val="Answer Category"/>
    <w:basedOn w:val="Normal"/>
    <w:link w:val="AnswerCategoryChar"/>
    <w:uiPriority w:val="99"/>
    <w:rsid w:val="00313BBC"/>
    <w:pPr>
      <w:ind w:left="1440" w:hanging="720"/>
    </w:pPr>
    <w:rPr>
      <w:rFonts w:cs="Times New Roman"/>
    </w:rPr>
  </w:style>
  <w:style w:type="character" w:customStyle="1" w:styleId="AnswerCategoryChar">
    <w:name w:val="Answer Category Char"/>
    <w:link w:val="AnswerCategory"/>
    <w:uiPriority w:val="99"/>
    <w:rsid w:val="00313BBC"/>
    <w:rPr>
      <w:rFonts w:ascii="Tahoma" w:eastAsia="Times New Roman" w:hAnsi="Tahoma" w:cs="Times New Roman"/>
    </w:rPr>
  </w:style>
  <w:style w:type="character" w:customStyle="1" w:styleId="QuestionChar2">
    <w:name w:val="Question Char2"/>
    <w:link w:val="Question"/>
    <w:rsid w:val="00313BBC"/>
    <w:rPr>
      <w:rFonts w:ascii="Tahoma" w:eastAsia="Times New Roman" w:hAnsi="Tahoma" w:cs="Times New Roman"/>
    </w:rPr>
  </w:style>
  <w:style w:type="paragraph" w:customStyle="1" w:styleId="Filter">
    <w:name w:val="Filter"/>
    <w:basedOn w:val="Normal"/>
    <w:link w:val="FilterChar"/>
    <w:qFormat/>
    <w:rsid w:val="00313BBC"/>
    <w:pPr>
      <w:ind w:left="720" w:hanging="720"/>
    </w:pPr>
    <w:rPr>
      <w:rFonts w:cs="Times New Roman"/>
      <w:b/>
    </w:rPr>
  </w:style>
  <w:style w:type="character" w:customStyle="1" w:styleId="FilterChar">
    <w:name w:val="Filter Char"/>
    <w:link w:val="Filter"/>
    <w:rsid w:val="00313BBC"/>
    <w:rPr>
      <w:rFonts w:ascii="Tahoma" w:eastAsia="Times New Roman" w:hAnsi="Tahoma" w:cs="Times New Roman"/>
      <w:b/>
    </w:rPr>
  </w:style>
  <w:style w:type="paragraph" w:customStyle="1" w:styleId="QuestionItemFilter">
    <w:name w:val="Question Item Filter"/>
    <w:basedOn w:val="Normal"/>
    <w:rsid w:val="00030F6F"/>
    <w:pPr>
      <w:ind w:left="1440" w:hanging="720"/>
    </w:pPr>
    <w:rPr>
      <w:rFonts w:cs="Times New Roman"/>
      <w:b/>
      <w:bCs/>
      <w:szCs w:val="20"/>
    </w:rPr>
  </w:style>
  <w:style w:type="character" w:customStyle="1" w:styleId="Sectionheading">
    <w:name w:val="Section heading"/>
    <w:basedOn w:val="DefaultParagraphFont"/>
    <w:rsid w:val="00772F5B"/>
    <w:rPr>
      <w:b/>
      <w:smallCaps/>
      <w:u w:val="single"/>
    </w:rPr>
  </w:style>
  <w:style w:type="paragraph" w:styleId="Header">
    <w:name w:val="header"/>
    <w:basedOn w:val="Normal"/>
    <w:link w:val="HeaderChar"/>
    <w:uiPriority w:val="99"/>
    <w:unhideWhenUsed/>
    <w:rsid w:val="007E375F"/>
    <w:pPr>
      <w:tabs>
        <w:tab w:val="center" w:pos="4680"/>
        <w:tab w:val="right" w:pos="9360"/>
      </w:tabs>
    </w:pPr>
  </w:style>
  <w:style w:type="paragraph" w:styleId="BalloonText">
    <w:name w:val="Balloon Text"/>
    <w:basedOn w:val="Normal"/>
    <w:link w:val="BalloonTextChar"/>
    <w:uiPriority w:val="99"/>
    <w:semiHidden/>
    <w:unhideWhenUsed/>
    <w:rsid w:val="00313BBC"/>
    <w:rPr>
      <w:sz w:val="16"/>
      <w:szCs w:val="16"/>
    </w:rPr>
  </w:style>
  <w:style w:type="character" w:customStyle="1" w:styleId="BalloonTextChar">
    <w:name w:val="Balloon Text Char"/>
    <w:basedOn w:val="DefaultParagraphFont"/>
    <w:link w:val="BalloonText"/>
    <w:uiPriority w:val="99"/>
    <w:semiHidden/>
    <w:rsid w:val="00313BBC"/>
    <w:rPr>
      <w:rFonts w:ascii="Tahoma" w:eastAsia="Times New Roman" w:hAnsi="Tahoma" w:cs="Tahoma"/>
      <w:sz w:val="16"/>
      <w:szCs w:val="16"/>
    </w:rPr>
  </w:style>
  <w:style w:type="paragraph" w:customStyle="1" w:styleId="QuestionItem">
    <w:name w:val="Question Item"/>
    <w:basedOn w:val="Filter"/>
    <w:link w:val="QuestionItemChar"/>
    <w:rsid w:val="00313BBC"/>
    <w:pPr>
      <w:ind w:left="1440"/>
    </w:pPr>
    <w:rPr>
      <w:rFonts w:cs="Tahoma"/>
      <w:b w:val="0"/>
    </w:rPr>
  </w:style>
  <w:style w:type="character" w:customStyle="1" w:styleId="QuestionItemChar">
    <w:name w:val="Question Item Char"/>
    <w:link w:val="QuestionItem"/>
    <w:rsid w:val="00313BBC"/>
    <w:rPr>
      <w:rFonts w:ascii="Tahoma" w:eastAsia="Times New Roman" w:hAnsi="Tahoma" w:cs="Tahoma"/>
    </w:rPr>
  </w:style>
  <w:style w:type="paragraph" w:customStyle="1" w:styleId="Categories">
    <w:name w:val="Categories"/>
    <w:next w:val="AnswerCategory"/>
    <w:rsid w:val="00313BBC"/>
    <w:pPr>
      <w:keepNext/>
      <w:keepLines/>
      <w:spacing w:before="240" w:after="120" w:line="240" w:lineRule="auto"/>
      <w:ind w:firstLine="720"/>
    </w:pPr>
    <w:rPr>
      <w:rFonts w:ascii="Tahoma" w:eastAsia="Times New Roman" w:hAnsi="Tahoma" w:cs="Tahoma"/>
      <w:b/>
    </w:rPr>
  </w:style>
  <w:style w:type="character" w:customStyle="1" w:styleId="HeaderChar">
    <w:name w:val="Header Char"/>
    <w:basedOn w:val="DefaultParagraphFont"/>
    <w:link w:val="Header"/>
    <w:uiPriority w:val="99"/>
    <w:rsid w:val="007E375F"/>
    <w:rPr>
      <w:rFonts w:ascii="Tahoma" w:eastAsia="Times New Roman" w:hAnsi="Tahoma" w:cs="Tahoma"/>
    </w:rPr>
  </w:style>
  <w:style w:type="paragraph" w:styleId="Footer">
    <w:name w:val="footer"/>
    <w:basedOn w:val="Normal"/>
    <w:link w:val="FooterChar"/>
    <w:uiPriority w:val="99"/>
    <w:unhideWhenUsed/>
    <w:rsid w:val="007E375F"/>
    <w:pPr>
      <w:tabs>
        <w:tab w:val="center" w:pos="4680"/>
        <w:tab w:val="right" w:pos="9360"/>
      </w:tabs>
    </w:pPr>
  </w:style>
  <w:style w:type="character" w:customStyle="1" w:styleId="FooterChar">
    <w:name w:val="Footer Char"/>
    <w:basedOn w:val="DefaultParagraphFont"/>
    <w:link w:val="Footer"/>
    <w:uiPriority w:val="99"/>
    <w:rsid w:val="007E375F"/>
    <w:rPr>
      <w:rFonts w:ascii="Tahoma" w:eastAsia="Times New Roman" w:hAnsi="Tahoma" w:cs="Tahoma"/>
    </w:rPr>
  </w:style>
  <w:style w:type="paragraph" w:styleId="CommentText">
    <w:name w:val="annotation text"/>
    <w:basedOn w:val="Normal"/>
    <w:link w:val="CommentTextChar"/>
    <w:semiHidden/>
    <w:unhideWhenUsed/>
    <w:rsid w:val="0025256C"/>
    <w:rPr>
      <w:sz w:val="20"/>
      <w:szCs w:val="20"/>
    </w:rPr>
  </w:style>
  <w:style w:type="character" w:customStyle="1" w:styleId="CommentTextChar">
    <w:name w:val="Comment Text Char"/>
    <w:basedOn w:val="DefaultParagraphFont"/>
    <w:link w:val="CommentText"/>
    <w:semiHidden/>
    <w:rsid w:val="0025256C"/>
    <w:rPr>
      <w:rFonts w:ascii="Tahoma" w:eastAsia="Times New Roman" w:hAnsi="Tahoma" w:cs="Tahoma"/>
      <w:sz w:val="20"/>
      <w:szCs w:val="20"/>
    </w:rPr>
  </w:style>
  <w:style w:type="paragraph" w:styleId="ListParagraph">
    <w:name w:val="List Paragraph"/>
    <w:basedOn w:val="Normal"/>
    <w:uiPriority w:val="34"/>
    <w:qFormat/>
    <w:rsid w:val="007D4E85"/>
    <w:pPr>
      <w:ind w:left="720"/>
      <w:contextualSpacing/>
    </w:pPr>
  </w:style>
  <w:style w:type="character" w:customStyle="1" w:styleId="Timingmodule">
    <w:name w:val="Timing module"/>
    <w:rsid w:val="00244424"/>
    <w:rPr>
      <w:b/>
      <w:bCs/>
      <w:color w:val="00B0F0"/>
    </w:rPr>
  </w:style>
  <w:style w:type="paragraph" w:styleId="CommentSubject">
    <w:name w:val="annotation subject"/>
    <w:basedOn w:val="Normal"/>
    <w:link w:val="CommentSubjectChar"/>
    <w:uiPriority w:val="99"/>
    <w:semiHidden/>
    <w:unhideWhenUsed/>
    <w:rsid w:val="00892F44"/>
    <w:rPr>
      <w:b/>
      <w:bCs/>
      <w:sz w:val="20"/>
      <w:szCs w:val="20"/>
    </w:rPr>
  </w:style>
  <w:style w:type="character" w:customStyle="1" w:styleId="CommentSubjectChar">
    <w:name w:val="Comment Subject Char"/>
    <w:basedOn w:val="DefaultParagraphFont"/>
    <w:link w:val="CommentSubject"/>
    <w:uiPriority w:val="99"/>
    <w:semiHidden/>
    <w:rsid w:val="00892F44"/>
    <w:rPr>
      <w:rFonts w:ascii="Tahoma" w:eastAsia="Times New Roman" w:hAnsi="Tahoma" w:cs="Tahom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93A"/>
    <w:pPr>
      <w:spacing w:after="0" w:line="240" w:lineRule="auto"/>
    </w:pPr>
    <w:rPr>
      <w:rFonts w:ascii="Tahoma" w:eastAsia="Times New Roman"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next w:val="AnswerCategory"/>
    <w:link w:val="QuestionChar2"/>
    <w:qFormat/>
    <w:rsid w:val="00313BBC"/>
    <w:pPr>
      <w:spacing w:after="240"/>
      <w:ind w:left="720" w:hanging="720"/>
    </w:pPr>
    <w:rPr>
      <w:rFonts w:cs="Times New Roman"/>
    </w:rPr>
  </w:style>
  <w:style w:type="paragraph" w:customStyle="1" w:styleId="AnswerCategory">
    <w:name w:val="Answer Category"/>
    <w:basedOn w:val="Normal"/>
    <w:link w:val="AnswerCategoryChar"/>
    <w:uiPriority w:val="99"/>
    <w:rsid w:val="00313BBC"/>
    <w:pPr>
      <w:ind w:left="1440" w:hanging="720"/>
    </w:pPr>
    <w:rPr>
      <w:rFonts w:cs="Times New Roman"/>
    </w:rPr>
  </w:style>
  <w:style w:type="character" w:customStyle="1" w:styleId="AnswerCategoryChar">
    <w:name w:val="Answer Category Char"/>
    <w:link w:val="AnswerCategory"/>
    <w:uiPriority w:val="99"/>
    <w:rsid w:val="00313BBC"/>
    <w:rPr>
      <w:rFonts w:ascii="Tahoma" w:eastAsia="Times New Roman" w:hAnsi="Tahoma" w:cs="Times New Roman"/>
    </w:rPr>
  </w:style>
  <w:style w:type="character" w:customStyle="1" w:styleId="QuestionChar2">
    <w:name w:val="Question Char2"/>
    <w:link w:val="Question"/>
    <w:rsid w:val="00313BBC"/>
    <w:rPr>
      <w:rFonts w:ascii="Tahoma" w:eastAsia="Times New Roman" w:hAnsi="Tahoma" w:cs="Times New Roman"/>
    </w:rPr>
  </w:style>
  <w:style w:type="paragraph" w:customStyle="1" w:styleId="Filter">
    <w:name w:val="Filter"/>
    <w:basedOn w:val="Normal"/>
    <w:link w:val="FilterChar"/>
    <w:qFormat/>
    <w:rsid w:val="00313BBC"/>
    <w:pPr>
      <w:ind w:left="720" w:hanging="720"/>
    </w:pPr>
    <w:rPr>
      <w:rFonts w:cs="Times New Roman"/>
      <w:b/>
    </w:rPr>
  </w:style>
  <w:style w:type="character" w:customStyle="1" w:styleId="FilterChar">
    <w:name w:val="Filter Char"/>
    <w:link w:val="Filter"/>
    <w:rsid w:val="00313BBC"/>
    <w:rPr>
      <w:rFonts w:ascii="Tahoma" w:eastAsia="Times New Roman" w:hAnsi="Tahoma" w:cs="Times New Roman"/>
      <w:b/>
    </w:rPr>
  </w:style>
  <w:style w:type="paragraph" w:customStyle="1" w:styleId="QuestionItemFilter">
    <w:name w:val="Question Item Filter"/>
    <w:basedOn w:val="Normal"/>
    <w:rsid w:val="00030F6F"/>
    <w:pPr>
      <w:ind w:left="1440" w:hanging="720"/>
    </w:pPr>
    <w:rPr>
      <w:rFonts w:cs="Times New Roman"/>
      <w:b/>
      <w:bCs/>
      <w:szCs w:val="20"/>
    </w:rPr>
  </w:style>
  <w:style w:type="character" w:customStyle="1" w:styleId="Sectionheading">
    <w:name w:val="Section heading"/>
    <w:basedOn w:val="DefaultParagraphFont"/>
    <w:rsid w:val="00772F5B"/>
    <w:rPr>
      <w:b/>
      <w:smallCaps/>
      <w:u w:val="single"/>
    </w:rPr>
  </w:style>
  <w:style w:type="paragraph" w:styleId="Header">
    <w:name w:val="header"/>
    <w:basedOn w:val="Normal"/>
    <w:link w:val="HeaderChar"/>
    <w:uiPriority w:val="99"/>
    <w:unhideWhenUsed/>
    <w:rsid w:val="007E375F"/>
    <w:pPr>
      <w:tabs>
        <w:tab w:val="center" w:pos="4680"/>
        <w:tab w:val="right" w:pos="9360"/>
      </w:tabs>
    </w:pPr>
  </w:style>
  <w:style w:type="paragraph" w:styleId="BalloonText">
    <w:name w:val="Balloon Text"/>
    <w:basedOn w:val="Normal"/>
    <w:link w:val="BalloonTextChar"/>
    <w:uiPriority w:val="99"/>
    <w:semiHidden/>
    <w:unhideWhenUsed/>
    <w:rsid w:val="00313BBC"/>
    <w:rPr>
      <w:sz w:val="16"/>
      <w:szCs w:val="16"/>
    </w:rPr>
  </w:style>
  <w:style w:type="character" w:customStyle="1" w:styleId="BalloonTextChar">
    <w:name w:val="Balloon Text Char"/>
    <w:basedOn w:val="DefaultParagraphFont"/>
    <w:link w:val="BalloonText"/>
    <w:uiPriority w:val="99"/>
    <w:semiHidden/>
    <w:rsid w:val="00313BBC"/>
    <w:rPr>
      <w:rFonts w:ascii="Tahoma" w:eastAsia="Times New Roman" w:hAnsi="Tahoma" w:cs="Tahoma"/>
      <w:sz w:val="16"/>
      <w:szCs w:val="16"/>
    </w:rPr>
  </w:style>
  <w:style w:type="paragraph" w:customStyle="1" w:styleId="QuestionItem">
    <w:name w:val="Question Item"/>
    <w:basedOn w:val="Filter"/>
    <w:link w:val="QuestionItemChar"/>
    <w:rsid w:val="00313BBC"/>
    <w:pPr>
      <w:ind w:left="1440"/>
    </w:pPr>
    <w:rPr>
      <w:rFonts w:cs="Tahoma"/>
      <w:b w:val="0"/>
    </w:rPr>
  </w:style>
  <w:style w:type="character" w:customStyle="1" w:styleId="QuestionItemChar">
    <w:name w:val="Question Item Char"/>
    <w:link w:val="QuestionItem"/>
    <w:rsid w:val="00313BBC"/>
    <w:rPr>
      <w:rFonts w:ascii="Tahoma" w:eastAsia="Times New Roman" w:hAnsi="Tahoma" w:cs="Tahoma"/>
    </w:rPr>
  </w:style>
  <w:style w:type="paragraph" w:customStyle="1" w:styleId="Categories">
    <w:name w:val="Categories"/>
    <w:next w:val="AnswerCategory"/>
    <w:rsid w:val="00313BBC"/>
    <w:pPr>
      <w:keepNext/>
      <w:keepLines/>
      <w:spacing w:before="240" w:after="120" w:line="240" w:lineRule="auto"/>
      <w:ind w:firstLine="720"/>
    </w:pPr>
    <w:rPr>
      <w:rFonts w:ascii="Tahoma" w:eastAsia="Times New Roman" w:hAnsi="Tahoma" w:cs="Tahoma"/>
      <w:b/>
    </w:rPr>
  </w:style>
  <w:style w:type="character" w:customStyle="1" w:styleId="HeaderChar">
    <w:name w:val="Header Char"/>
    <w:basedOn w:val="DefaultParagraphFont"/>
    <w:link w:val="Header"/>
    <w:uiPriority w:val="99"/>
    <w:rsid w:val="007E375F"/>
    <w:rPr>
      <w:rFonts w:ascii="Tahoma" w:eastAsia="Times New Roman" w:hAnsi="Tahoma" w:cs="Tahoma"/>
    </w:rPr>
  </w:style>
  <w:style w:type="paragraph" w:styleId="Footer">
    <w:name w:val="footer"/>
    <w:basedOn w:val="Normal"/>
    <w:link w:val="FooterChar"/>
    <w:uiPriority w:val="99"/>
    <w:unhideWhenUsed/>
    <w:rsid w:val="007E375F"/>
    <w:pPr>
      <w:tabs>
        <w:tab w:val="center" w:pos="4680"/>
        <w:tab w:val="right" w:pos="9360"/>
      </w:tabs>
    </w:pPr>
  </w:style>
  <w:style w:type="character" w:customStyle="1" w:styleId="FooterChar">
    <w:name w:val="Footer Char"/>
    <w:basedOn w:val="DefaultParagraphFont"/>
    <w:link w:val="Footer"/>
    <w:uiPriority w:val="99"/>
    <w:rsid w:val="007E375F"/>
    <w:rPr>
      <w:rFonts w:ascii="Tahoma" w:eastAsia="Times New Roman" w:hAnsi="Tahoma" w:cs="Tahoma"/>
    </w:rPr>
  </w:style>
  <w:style w:type="paragraph" w:styleId="CommentText">
    <w:name w:val="annotation text"/>
    <w:basedOn w:val="Normal"/>
    <w:link w:val="CommentTextChar"/>
    <w:semiHidden/>
    <w:unhideWhenUsed/>
    <w:rsid w:val="0025256C"/>
    <w:rPr>
      <w:sz w:val="20"/>
      <w:szCs w:val="20"/>
    </w:rPr>
  </w:style>
  <w:style w:type="character" w:customStyle="1" w:styleId="CommentTextChar">
    <w:name w:val="Comment Text Char"/>
    <w:basedOn w:val="DefaultParagraphFont"/>
    <w:link w:val="CommentText"/>
    <w:semiHidden/>
    <w:rsid w:val="0025256C"/>
    <w:rPr>
      <w:rFonts w:ascii="Tahoma" w:eastAsia="Times New Roman" w:hAnsi="Tahoma" w:cs="Tahoma"/>
      <w:sz w:val="20"/>
      <w:szCs w:val="20"/>
    </w:rPr>
  </w:style>
  <w:style w:type="paragraph" w:styleId="ListParagraph">
    <w:name w:val="List Paragraph"/>
    <w:basedOn w:val="Normal"/>
    <w:uiPriority w:val="34"/>
    <w:qFormat/>
    <w:rsid w:val="007D4E85"/>
    <w:pPr>
      <w:ind w:left="720"/>
      <w:contextualSpacing/>
    </w:pPr>
  </w:style>
  <w:style w:type="character" w:customStyle="1" w:styleId="Timingmodule">
    <w:name w:val="Timing module"/>
    <w:rsid w:val="00244424"/>
    <w:rPr>
      <w:b/>
      <w:bCs/>
      <w:color w:val="00B0F0"/>
    </w:rPr>
  </w:style>
  <w:style w:type="paragraph" w:styleId="CommentSubject">
    <w:name w:val="annotation subject"/>
    <w:basedOn w:val="Normal"/>
    <w:link w:val="CommentSubjectChar"/>
    <w:uiPriority w:val="99"/>
    <w:semiHidden/>
    <w:unhideWhenUsed/>
    <w:rsid w:val="00892F44"/>
    <w:rPr>
      <w:b/>
      <w:bCs/>
      <w:sz w:val="20"/>
      <w:szCs w:val="20"/>
    </w:rPr>
  </w:style>
  <w:style w:type="character" w:customStyle="1" w:styleId="CommentSubjectChar">
    <w:name w:val="Comment Subject Char"/>
    <w:basedOn w:val="DefaultParagraphFont"/>
    <w:link w:val="CommentSubject"/>
    <w:uiPriority w:val="99"/>
    <w:semiHidden/>
    <w:rsid w:val="00892F44"/>
    <w:rPr>
      <w:rFonts w:ascii="Tahoma" w:eastAsia="Times New Roman" w:hAnsi="Tahoma" w:cs="Tahom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49706-56D4-42AD-AAAA-E601E8A2E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FD31759D.dotm</Template>
  <TotalTime>58</TotalTime>
  <Pages>25</Pages>
  <Words>4527</Words>
  <Characters>25804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30271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Horrigan</dc:creator>
  <cp:lastModifiedBy>Aaron Smith</cp:lastModifiedBy>
  <cp:revision>15</cp:revision>
  <cp:lastPrinted>2015-03-04T16:29:00Z</cp:lastPrinted>
  <dcterms:created xsi:type="dcterms:W3CDTF">2015-03-16T20:49:00Z</dcterms:created>
  <dcterms:modified xsi:type="dcterms:W3CDTF">2015-05-19T16:56:00Z</dcterms:modified>
</cp:coreProperties>
</file>